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муниципальных служащих </w:t>
      </w:r>
      <w:r>
        <w:rPr>
          <w:b/>
          <w:sz w:val="28"/>
          <w:szCs w:val="28"/>
        </w:rPr>
        <w:t xml:space="preserve">Управления образования </w:t>
      </w:r>
      <w:r w:rsidRPr="00713E5F">
        <w:rPr>
          <w:b/>
          <w:sz w:val="28"/>
          <w:szCs w:val="28"/>
        </w:rPr>
        <w:t>Администрации муниципального района «</w:t>
      </w:r>
      <w:proofErr w:type="spellStart"/>
      <w:r w:rsidRPr="00713E5F">
        <w:rPr>
          <w:b/>
          <w:sz w:val="28"/>
          <w:szCs w:val="28"/>
        </w:rPr>
        <w:t>Шилкинский</w:t>
      </w:r>
      <w:proofErr w:type="spellEnd"/>
      <w:r w:rsidRPr="00713E5F">
        <w:rPr>
          <w:b/>
          <w:sz w:val="28"/>
          <w:szCs w:val="28"/>
        </w:rPr>
        <w:t xml:space="preserve"> район» и членов их семей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период с 01 января по 31 декабря 201</w:t>
      </w:r>
      <w:r>
        <w:rPr>
          <w:b/>
          <w:sz w:val="28"/>
          <w:szCs w:val="28"/>
        </w:rPr>
        <w:t>4</w:t>
      </w:r>
      <w:r w:rsidRPr="00713E5F">
        <w:rPr>
          <w:b/>
          <w:sz w:val="28"/>
          <w:szCs w:val="28"/>
        </w:rPr>
        <w:t xml:space="preserve"> года</w:t>
      </w:r>
    </w:p>
    <w:p w:rsidR="006F16BB" w:rsidRDefault="006F16BB" w:rsidP="006F16BB">
      <w:pPr>
        <w:jc w:val="center"/>
        <w:rPr>
          <w:b/>
          <w:sz w:val="28"/>
          <w:szCs w:val="28"/>
        </w:rPr>
      </w:pPr>
    </w:p>
    <w:p w:rsidR="001B3292" w:rsidRPr="001B3292" w:rsidRDefault="001B3292" w:rsidP="001B3292">
      <w:pPr>
        <w:jc w:val="center"/>
        <w:rPr>
          <w:b/>
          <w:sz w:val="28"/>
          <w:szCs w:val="28"/>
        </w:rPr>
      </w:pPr>
      <w:r w:rsidRPr="001B3292">
        <w:rPr>
          <w:b/>
          <w:sz w:val="28"/>
          <w:szCs w:val="28"/>
        </w:rPr>
        <w:t>Заместитель начальника  Управления образования Администрации муниципального района «</w:t>
      </w:r>
      <w:proofErr w:type="spellStart"/>
      <w:r w:rsidRPr="001B3292">
        <w:rPr>
          <w:b/>
          <w:sz w:val="28"/>
          <w:szCs w:val="28"/>
        </w:rPr>
        <w:t>Шилкинский</w:t>
      </w:r>
      <w:proofErr w:type="spellEnd"/>
      <w:r w:rsidRPr="001B3292">
        <w:rPr>
          <w:b/>
          <w:sz w:val="28"/>
          <w:szCs w:val="28"/>
        </w:rPr>
        <w:t xml:space="preserve"> район»</w:t>
      </w:r>
    </w:p>
    <w:p w:rsidR="001B3292" w:rsidRPr="001B3292" w:rsidRDefault="001B3292" w:rsidP="001B3292">
      <w:pPr>
        <w:jc w:val="center"/>
        <w:rPr>
          <w:b/>
          <w:szCs w:val="28"/>
        </w:rPr>
      </w:pPr>
    </w:p>
    <w:p w:rsidR="001B3292" w:rsidRPr="001B3292" w:rsidRDefault="001B3292" w:rsidP="001B3292">
      <w:pPr>
        <w:jc w:val="center"/>
        <w:rPr>
          <w:b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276"/>
        <w:gridCol w:w="1418"/>
        <w:gridCol w:w="1559"/>
        <w:gridCol w:w="992"/>
        <w:gridCol w:w="1134"/>
        <w:gridCol w:w="2410"/>
      </w:tblGrid>
      <w:tr w:rsidR="001B3292" w:rsidRPr="001B3292" w:rsidTr="004E4BE5">
        <w:tc>
          <w:tcPr>
            <w:tcW w:w="1951" w:type="dxa"/>
            <w:vMerge w:val="restart"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Декларированный доход (руб.)</w:t>
            </w:r>
          </w:p>
        </w:tc>
        <w:tc>
          <w:tcPr>
            <w:tcW w:w="5387" w:type="dxa"/>
            <w:gridSpan w:val="4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 xml:space="preserve">Перечень объектов недвижимого имущества, </w:t>
            </w:r>
          </w:p>
          <w:p w:rsidR="001B3292" w:rsidRPr="001B3292" w:rsidRDefault="001B3292" w:rsidP="001B3292">
            <w:pPr>
              <w:jc w:val="center"/>
              <w:rPr>
                <w:szCs w:val="28"/>
              </w:rPr>
            </w:pPr>
            <w:proofErr w:type="gramStart"/>
            <w:r w:rsidRPr="001B3292">
              <w:rPr>
                <w:szCs w:val="28"/>
              </w:rPr>
              <w:t>находящихся</w:t>
            </w:r>
            <w:proofErr w:type="gramEnd"/>
            <w:r w:rsidRPr="001B3292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B3292" w:rsidRPr="001B3292" w:rsidTr="004E4BE5">
        <w:tc>
          <w:tcPr>
            <w:tcW w:w="1951" w:type="dxa"/>
            <w:vMerge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Площадь (</w:t>
            </w:r>
            <w:proofErr w:type="spellStart"/>
            <w:r w:rsidRPr="001B3292">
              <w:rPr>
                <w:szCs w:val="28"/>
              </w:rPr>
              <w:t>кв</w:t>
            </w:r>
            <w:proofErr w:type="gramStart"/>
            <w:r w:rsidRPr="001B3292">
              <w:rPr>
                <w:szCs w:val="28"/>
              </w:rPr>
              <w:t>.м</w:t>
            </w:r>
            <w:proofErr w:type="spellEnd"/>
            <w:proofErr w:type="gramEnd"/>
            <w:r w:rsidRPr="001B3292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транспортные средства</w:t>
            </w:r>
          </w:p>
        </w:tc>
        <w:tc>
          <w:tcPr>
            <w:tcW w:w="1559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 xml:space="preserve">Вид объектов </w:t>
            </w:r>
          </w:p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недвижимости</w:t>
            </w:r>
          </w:p>
        </w:tc>
        <w:tc>
          <w:tcPr>
            <w:tcW w:w="992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Площадь (</w:t>
            </w:r>
            <w:proofErr w:type="spellStart"/>
            <w:r w:rsidRPr="001B3292">
              <w:rPr>
                <w:szCs w:val="28"/>
              </w:rPr>
              <w:t>кв</w:t>
            </w:r>
            <w:proofErr w:type="gramStart"/>
            <w:r w:rsidRPr="001B3292">
              <w:rPr>
                <w:szCs w:val="28"/>
              </w:rPr>
              <w:t>.м</w:t>
            </w:r>
            <w:proofErr w:type="spellEnd"/>
            <w:proofErr w:type="gramEnd"/>
            <w:r w:rsidRPr="001B3292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</w:p>
        </w:tc>
      </w:tr>
      <w:tr w:rsidR="001B3292" w:rsidRPr="001B3292" w:rsidTr="004E4BE5">
        <w:tc>
          <w:tcPr>
            <w:tcW w:w="1951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Путинцева Любовь Валентиновна</w:t>
            </w:r>
          </w:p>
        </w:tc>
        <w:tc>
          <w:tcPr>
            <w:tcW w:w="1134" w:type="dxa"/>
            <w:vAlign w:val="center"/>
          </w:tcPr>
          <w:p w:rsidR="001B3292" w:rsidRPr="001B3292" w:rsidRDefault="004E4BE5" w:rsidP="001B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706708,40</w:t>
            </w:r>
          </w:p>
        </w:tc>
        <w:tc>
          <w:tcPr>
            <w:tcW w:w="1559" w:type="dxa"/>
          </w:tcPr>
          <w:p w:rsidR="001B3292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B3292" w:rsidRPr="001B3292">
              <w:rPr>
                <w:szCs w:val="28"/>
              </w:rPr>
              <w:t>)земельный участок</w:t>
            </w:r>
          </w:p>
          <w:p w:rsidR="001B3292" w:rsidRPr="001B3292" w:rsidRDefault="001B3292" w:rsidP="004E4BE5">
            <w:pPr>
              <w:rPr>
                <w:szCs w:val="28"/>
              </w:rPr>
            </w:pPr>
            <w:r w:rsidRPr="001B3292">
              <w:rPr>
                <w:szCs w:val="28"/>
              </w:rPr>
              <w:t xml:space="preserve">2) жилой </w:t>
            </w:r>
            <w:r w:rsidRPr="001B3292">
              <w:rPr>
                <w:szCs w:val="28"/>
              </w:rPr>
              <w:lastRenderedPageBreak/>
              <w:t>дом</w:t>
            </w:r>
          </w:p>
        </w:tc>
        <w:tc>
          <w:tcPr>
            <w:tcW w:w="1134" w:type="dxa"/>
          </w:tcPr>
          <w:p w:rsidR="001B3292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</w:t>
            </w:r>
            <w:r w:rsidR="001B3292" w:rsidRPr="001B3292">
              <w:rPr>
                <w:szCs w:val="28"/>
              </w:rPr>
              <w:t>7,16</w:t>
            </w:r>
          </w:p>
          <w:p w:rsidR="001B3292" w:rsidRPr="001B3292" w:rsidRDefault="001B3292" w:rsidP="004E4BE5">
            <w:pPr>
              <w:rPr>
                <w:szCs w:val="28"/>
              </w:rPr>
            </w:pPr>
          </w:p>
          <w:p w:rsidR="001B3292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1B3292" w:rsidRPr="001B3292">
              <w:rPr>
                <w:szCs w:val="28"/>
              </w:rPr>
              <w:t>51,5</w:t>
            </w:r>
          </w:p>
        </w:tc>
        <w:tc>
          <w:tcPr>
            <w:tcW w:w="1276" w:type="dxa"/>
          </w:tcPr>
          <w:p w:rsidR="001B3292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1B3292" w:rsidRPr="001B3292">
              <w:rPr>
                <w:szCs w:val="28"/>
              </w:rPr>
              <w:t>РФ</w:t>
            </w:r>
          </w:p>
          <w:p w:rsidR="001B3292" w:rsidRPr="001B3292" w:rsidRDefault="001B3292" w:rsidP="004E4BE5">
            <w:pPr>
              <w:rPr>
                <w:szCs w:val="28"/>
              </w:rPr>
            </w:pPr>
          </w:p>
          <w:p w:rsidR="001B3292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1B3292" w:rsidRPr="001B3292"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</w:tr>
      <w:tr w:rsidR="004E4BE5" w:rsidRPr="001B3292" w:rsidTr="004E4BE5">
        <w:tc>
          <w:tcPr>
            <w:tcW w:w="1951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lastRenderedPageBreak/>
              <w:t>супруг</w:t>
            </w:r>
          </w:p>
        </w:tc>
        <w:tc>
          <w:tcPr>
            <w:tcW w:w="1134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4E4BE5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1B3292">
              <w:rPr>
                <w:szCs w:val="28"/>
              </w:rPr>
              <w:t>)земельный участок</w:t>
            </w:r>
          </w:p>
          <w:p w:rsidR="004E4BE5" w:rsidRPr="001B3292" w:rsidRDefault="004E4BE5" w:rsidP="004E4BE5">
            <w:pPr>
              <w:rPr>
                <w:szCs w:val="28"/>
              </w:rPr>
            </w:pPr>
            <w:r w:rsidRPr="001B3292">
              <w:rPr>
                <w:szCs w:val="28"/>
              </w:rPr>
              <w:t>2) жилой дом</w:t>
            </w:r>
          </w:p>
        </w:tc>
        <w:tc>
          <w:tcPr>
            <w:tcW w:w="992" w:type="dxa"/>
          </w:tcPr>
          <w:p w:rsidR="004E4BE5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1B3292">
              <w:rPr>
                <w:szCs w:val="28"/>
              </w:rPr>
              <w:t>7,16</w:t>
            </w:r>
          </w:p>
          <w:p w:rsidR="004E4BE5" w:rsidRPr="001B3292" w:rsidRDefault="004E4BE5" w:rsidP="004E4BE5">
            <w:pPr>
              <w:rPr>
                <w:szCs w:val="28"/>
              </w:rPr>
            </w:pPr>
          </w:p>
          <w:p w:rsidR="004E4BE5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1B3292">
              <w:rPr>
                <w:szCs w:val="28"/>
              </w:rPr>
              <w:t>51,5</w:t>
            </w:r>
          </w:p>
        </w:tc>
        <w:tc>
          <w:tcPr>
            <w:tcW w:w="1134" w:type="dxa"/>
          </w:tcPr>
          <w:p w:rsidR="004E4BE5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1B3292">
              <w:rPr>
                <w:szCs w:val="28"/>
              </w:rPr>
              <w:t>РФ</w:t>
            </w:r>
          </w:p>
          <w:p w:rsidR="004E4BE5" w:rsidRPr="001B3292" w:rsidRDefault="004E4BE5" w:rsidP="004E4BE5">
            <w:pPr>
              <w:rPr>
                <w:szCs w:val="28"/>
              </w:rPr>
            </w:pPr>
          </w:p>
          <w:p w:rsidR="004E4BE5" w:rsidRPr="001B3292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1B3292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4E4BE5" w:rsidRPr="001B3292" w:rsidRDefault="004E4BE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</w:tr>
    </w:tbl>
    <w:p w:rsidR="006F16BB" w:rsidRDefault="006F16BB" w:rsidP="006F16BB">
      <w:pPr>
        <w:jc w:val="center"/>
        <w:rPr>
          <w:b/>
          <w:sz w:val="28"/>
          <w:szCs w:val="28"/>
        </w:rPr>
      </w:pPr>
    </w:p>
    <w:p w:rsidR="006F16BB" w:rsidRPr="00713E5F" w:rsidRDefault="006F16BB" w:rsidP="006F16BB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«СПЕЦИАЛИСТЫ»</w:t>
      </w:r>
    </w:p>
    <w:p w:rsidR="006F16BB" w:rsidRDefault="006F16BB" w:rsidP="006F16BB">
      <w:pPr>
        <w:rPr>
          <w:b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134"/>
        <w:gridCol w:w="1276"/>
        <w:gridCol w:w="1559"/>
        <w:gridCol w:w="1418"/>
        <w:gridCol w:w="992"/>
        <w:gridCol w:w="1134"/>
        <w:gridCol w:w="2410"/>
      </w:tblGrid>
      <w:tr w:rsidR="006F16BB" w:rsidTr="004E4BE5">
        <w:tc>
          <w:tcPr>
            <w:tcW w:w="1951" w:type="dxa"/>
            <w:vMerge w:val="restart"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386" w:type="dxa"/>
            <w:gridSpan w:val="4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6F16BB" w:rsidRPr="00255D10" w:rsidRDefault="006F16BB" w:rsidP="004E4BE5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16BB" w:rsidTr="004E4BE5">
        <w:tc>
          <w:tcPr>
            <w:tcW w:w="1951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992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</w:p>
        </w:tc>
      </w:tr>
      <w:tr w:rsidR="004E4BE5" w:rsidTr="00430B1D">
        <w:tc>
          <w:tcPr>
            <w:tcW w:w="1951" w:type="dxa"/>
          </w:tcPr>
          <w:p w:rsidR="004E4BE5" w:rsidRPr="00255D10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Золотухина Лариса Анатольевна</w:t>
            </w:r>
          </w:p>
        </w:tc>
        <w:tc>
          <w:tcPr>
            <w:tcW w:w="1276" w:type="dxa"/>
            <w:vAlign w:val="center"/>
          </w:tcPr>
          <w:p w:rsidR="004E4BE5" w:rsidRPr="00255D10" w:rsidRDefault="004E4BE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319185,30</w:t>
            </w:r>
          </w:p>
        </w:tc>
        <w:tc>
          <w:tcPr>
            <w:tcW w:w="1417" w:type="dxa"/>
            <w:vAlign w:val="center"/>
          </w:tcPr>
          <w:p w:rsidR="004E4BE5" w:rsidRPr="00255D10" w:rsidRDefault="00430B1D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E4BE5" w:rsidRPr="00255D10" w:rsidRDefault="00430B1D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E4BE5" w:rsidRPr="00255D10" w:rsidRDefault="00430B1D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430B1D" w:rsidRDefault="00430B1D" w:rsidP="00430B1D">
            <w:pPr>
              <w:rPr>
                <w:szCs w:val="28"/>
              </w:rPr>
            </w:pPr>
          </w:p>
          <w:p w:rsidR="004E4BE5" w:rsidRPr="00D166C7" w:rsidRDefault="004E4BE5" w:rsidP="00430B1D">
            <w:pPr>
              <w:rPr>
                <w:szCs w:val="28"/>
              </w:rPr>
            </w:pPr>
            <w:r w:rsidRPr="00D166C7">
              <w:rPr>
                <w:szCs w:val="28"/>
                <w:lang w:val="en-US"/>
              </w:rPr>
              <w:t xml:space="preserve">1) </w:t>
            </w:r>
            <w:r>
              <w:rPr>
                <w:szCs w:val="28"/>
              </w:rPr>
              <w:t>ГАЗ 2774</w:t>
            </w:r>
          </w:p>
          <w:p w:rsidR="004E4BE5" w:rsidRPr="00D166C7" w:rsidRDefault="004E4BE5" w:rsidP="00430B1D">
            <w:pPr>
              <w:rPr>
                <w:szCs w:val="28"/>
              </w:rPr>
            </w:pPr>
            <w:r w:rsidRPr="00D166C7">
              <w:rPr>
                <w:szCs w:val="28"/>
                <w:lang w:val="en-US"/>
              </w:rPr>
              <w:t xml:space="preserve">2) </w:t>
            </w:r>
            <w:r>
              <w:rPr>
                <w:szCs w:val="28"/>
              </w:rPr>
              <w:t>Г</w:t>
            </w:r>
            <w:r w:rsidRPr="00255D10">
              <w:rPr>
                <w:szCs w:val="28"/>
              </w:rPr>
              <w:t>АЗ</w:t>
            </w:r>
            <w:r w:rsidRPr="00D166C7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3221</w:t>
            </w:r>
          </w:p>
          <w:p w:rsidR="004E4BE5" w:rsidRPr="00255D10" w:rsidRDefault="004E4BE5" w:rsidP="00430B1D">
            <w:pPr>
              <w:rPr>
                <w:szCs w:val="28"/>
              </w:rPr>
            </w:pPr>
          </w:p>
        </w:tc>
        <w:tc>
          <w:tcPr>
            <w:tcW w:w="1418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1)1508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4E4BE5" w:rsidRPr="00255D10" w:rsidRDefault="004E4BE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07032" w:rsidTr="004E4BE5">
        <w:tc>
          <w:tcPr>
            <w:tcW w:w="1951" w:type="dxa"/>
          </w:tcPr>
          <w:p w:rsidR="00107032" w:rsidRPr="00255D10" w:rsidRDefault="00107032" w:rsidP="004E4BE5">
            <w:pPr>
              <w:rPr>
                <w:szCs w:val="28"/>
              </w:rPr>
            </w:pPr>
            <w:r w:rsidRPr="00255D10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705558,39</w:t>
            </w:r>
          </w:p>
        </w:tc>
        <w:tc>
          <w:tcPr>
            <w:tcW w:w="1417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</w:t>
            </w:r>
            <w:r>
              <w:rPr>
                <w:szCs w:val="28"/>
              </w:rPr>
              <w:lastRenderedPageBreak/>
              <w:t>й участок</w:t>
            </w: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1134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1)1508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276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1559" w:type="dxa"/>
            <w:vAlign w:val="center"/>
          </w:tcPr>
          <w:p w:rsidR="00107032" w:rsidRPr="00F73510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1418" w:type="dxa"/>
            <w:vAlign w:val="center"/>
          </w:tcPr>
          <w:p w:rsidR="00107032" w:rsidRPr="00255D10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07032" w:rsidTr="00CF122C">
        <w:tc>
          <w:tcPr>
            <w:tcW w:w="1951" w:type="dxa"/>
          </w:tcPr>
          <w:p w:rsidR="00107032" w:rsidRPr="00255D10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дочь</w:t>
            </w:r>
          </w:p>
        </w:tc>
        <w:tc>
          <w:tcPr>
            <w:tcW w:w="1276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07032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1)1508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07032" w:rsidTr="00CF122C">
        <w:tc>
          <w:tcPr>
            <w:tcW w:w="1951" w:type="dxa"/>
          </w:tcPr>
          <w:p w:rsidR="00107032" w:rsidRPr="00255D10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276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07032" w:rsidRPr="00255D10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07032" w:rsidRDefault="00107032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1)1508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107032" w:rsidRDefault="00107032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07032" w:rsidTr="00107032">
        <w:tc>
          <w:tcPr>
            <w:tcW w:w="1951" w:type="dxa"/>
          </w:tcPr>
          <w:p w:rsidR="00107032" w:rsidRPr="00255D10" w:rsidRDefault="00107032" w:rsidP="0010703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Макарьевская</w:t>
            </w:r>
            <w:proofErr w:type="spellEnd"/>
            <w:r>
              <w:rPr>
                <w:szCs w:val="28"/>
              </w:rPr>
              <w:t xml:space="preserve"> Ольга Валентиновна</w:t>
            </w:r>
          </w:p>
        </w:tc>
        <w:tc>
          <w:tcPr>
            <w:tcW w:w="1276" w:type="dxa"/>
            <w:vAlign w:val="center"/>
          </w:tcPr>
          <w:p w:rsidR="00107032" w:rsidRPr="003E607B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87327,33</w:t>
            </w:r>
          </w:p>
        </w:tc>
        <w:tc>
          <w:tcPr>
            <w:tcW w:w="1417" w:type="dxa"/>
            <w:vAlign w:val="center"/>
          </w:tcPr>
          <w:p w:rsidR="00107032" w:rsidRPr="00255D10" w:rsidRDefault="00107032" w:rsidP="00107032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255D10">
              <w:rPr>
                <w:szCs w:val="28"/>
              </w:rPr>
              <w:t>квартира</w:t>
            </w:r>
          </w:p>
          <w:p w:rsidR="00107032" w:rsidRPr="00255D10" w:rsidRDefault="00107032" w:rsidP="00107032">
            <w:pPr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07032" w:rsidRPr="00255D10" w:rsidRDefault="00107032" w:rsidP="003E607B">
            <w:pPr>
              <w:rPr>
                <w:szCs w:val="28"/>
              </w:rPr>
            </w:pPr>
            <w:r>
              <w:rPr>
                <w:szCs w:val="28"/>
              </w:rPr>
              <w:t>53,</w:t>
            </w:r>
            <w:r w:rsidR="003E607B">
              <w:rPr>
                <w:szCs w:val="28"/>
              </w:rPr>
              <w:t>8</w:t>
            </w:r>
          </w:p>
        </w:tc>
        <w:tc>
          <w:tcPr>
            <w:tcW w:w="1276" w:type="dxa"/>
          </w:tcPr>
          <w:p w:rsidR="00107032" w:rsidRPr="00255D10" w:rsidRDefault="00107032" w:rsidP="00107032">
            <w:pPr>
              <w:rPr>
                <w:szCs w:val="28"/>
              </w:rPr>
            </w:pPr>
          </w:p>
          <w:p w:rsidR="00107032" w:rsidRPr="00255D10" w:rsidRDefault="00107032" w:rsidP="00107032">
            <w:pPr>
              <w:rPr>
                <w:szCs w:val="28"/>
              </w:rPr>
            </w:pPr>
            <w:r w:rsidRPr="00255D10">
              <w:rPr>
                <w:szCs w:val="28"/>
              </w:rPr>
              <w:t>РФ</w:t>
            </w:r>
          </w:p>
          <w:p w:rsidR="00107032" w:rsidRPr="00255D10" w:rsidRDefault="00107032" w:rsidP="00107032">
            <w:pPr>
              <w:rPr>
                <w:szCs w:val="28"/>
              </w:rPr>
            </w:pPr>
          </w:p>
        </w:tc>
        <w:tc>
          <w:tcPr>
            <w:tcW w:w="1559" w:type="dxa"/>
          </w:tcPr>
          <w:p w:rsidR="00107032" w:rsidRPr="00255D10" w:rsidRDefault="00107032" w:rsidP="00107032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proofErr w:type="spellStart"/>
            <w:r w:rsidRPr="00255D10">
              <w:rPr>
                <w:szCs w:val="28"/>
                <w:lang w:val="en-US"/>
              </w:rPr>
              <w:t>T</w:t>
            </w:r>
            <w:r>
              <w:rPr>
                <w:szCs w:val="28"/>
                <w:lang w:val="en-US"/>
              </w:rPr>
              <w:t>oiota</w:t>
            </w:r>
            <w:proofErr w:type="spellEnd"/>
            <w:r w:rsidRPr="00255D10">
              <w:rPr>
                <w:szCs w:val="28"/>
              </w:rPr>
              <w:t xml:space="preserve"> </w:t>
            </w:r>
          </w:p>
          <w:p w:rsidR="00107032" w:rsidRPr="00255D10" w:rsidRDefault="00107032" w:rsidP="00107032">
            <w:pPr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Corsa</w:t>
            </w:r>
            <w:proofErr w:type="spellEnd"/>
          </w:p>
        </w:tc>
        <w:tc>
          <w:tcPr>
            <w:tcW w:w="1418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107032" w:rsidTr="00107032">
        <w:tc>
          <w:tcPr>
            <w:tcW w:w="1951" w:type="dxa"/>
          </w:tcPr>
          <w:p w:rsidR="00107032" w:rsidRPr="004C2802" w:rsidRDefault="00107032" w:rsidP="00107032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107032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107032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07032" w:rsidRPr="004C2802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1)</w:t>
            </w: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07032" w:rsidRPr="00255D10" w:rsidRDefault="00107032" w:rsidP="003E6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</w:t>
            </w:r>
            <w:r w:rsidR="003E607B">
              <w:rPr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107032" w:rsidTr="00107032">
        <w:tc>
          <w:tcPr>
            <w:tcW w:w="1951" w:type="dxa"/>
          </w:tcPr>
          <w:p w:rsidR="00107032" w:rsidRDefault="00107032" w:rsidP="00107032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107032" w:rsidRPr="00107032" w:rsidRDefault="00107032" w:rsidP="0010703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1)</w:t>
            </w: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07032" w:rsidRPr="00255D10" w:rsidRDefault="00107032" w:rsidP="003E6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</w:t>
            </w:r>
            <w:r w:rsidR="003E607B">
              <w:rPr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107032" w:rsidRPr="00255D10" w:rsidRDefault="00107032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107032" w:rsidRPr="00107032" w:rsidRDefault="00107032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107032" w:rsidTr="003E607B">
        <w:tc>
          <w:tcPr>
            <w:tcW w:w="1951" w:type="dxa"/>
            <w:vAlign w:val="center"/>
          </w:tcPr>
          <w:p w:rsidR="00107032" w:rsidRPr="00107032" w:rsidRDefault="00107032" w:rsidP="00107032">
            <w:pPr>
              <w:rPr>
                <w:szCs w:val="28"/>
              </w:rPr>
            </w:pPr>
            <w:r>
              <w:rPr>
                <w:szCs w:val="28"/>
              </w:rPr>
              <w:t>Пастухова Ольга Александровна</w:t>
            </w:r>
          </w:p>
        </w:tc>
        <w:tc>
          <w:tcPr>
            <w:tcW w:w="1276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228546,27</w:t>
            </w:r>
          </w:p>
        </w:tc>
        <w:tc>
          <w:tcPr>
            <w:tcW w:w="1417" w:type="dxa"/>
          </w:tcPr>
          <w:p w:rsidR="00107032" w:rsidRDefault="003E607B" w:rsidP="003E607B">
            <w:pPr>
              <w:rPr>
                <w:szCs w:val="28"/>
              </w:rPr>
            </w:pPr>
            <w:r>
              <w:rPr>
                <w:szCs w:val="28"/>
              </w:rPr>
              <w:t>1)жилой дом</w:t>
            </w:r>
          </w:p>
        </w:tc>
        <w:tc>
          <w:tcPr>
            <w:tcW w:w="1134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1276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107032" w:rsidRDefault="003E607B" w:rsidP="003E6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07032" w:rsidRDefault="003E607B" w:rsidP="003E6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07032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E607B" w:rsidTr="004E4BE5">
        <w:tc>
          <w:tcPr>
            <w:tcW w:w="1951" w:type="dxa"/>
            <w:vAlign w:val="center"/>
          </w:tcPr>
          <w:p w:rsidR="003E607B" w:rsidRDefault="003E607B" w:rsidP="00BB4A56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3E607B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3E607B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E607B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3E607B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E607B" w:rsidRDefault="003E607B" w:rsidP="004E4BE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3E607B" w:rsidRDefault="003E607B" w:rsidP="003E607B">
            <w:pPr>
              <w:rPr>
                <w:szCs w:val="28"/>
              </w:rPr>
            </w:pPr>
            <w:r>
              <w:rPr>
                <w:szCs w:val="28"/>
              </w:rPr>
              <w:t>1)жилой дом</w:t>
            </w:r>
          </w:p>
        </w:tc>
        <w:tc>
          <w:tcPr>
            <w:tcW w:w="992" w:type="dxa"/>
            <w:vAlign w:val="center"/>
          </w:tcPr>
          <w:p w:rsidR="003E607B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1134" w:type="dxa"/>
            <w:vAlign w:val="center"/>
          </w:tcPr>
          <w:p w:rsidR="003E607B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3E607B" w:rsidRDefault="003E607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E607B" w:rsidTr="005D2550">
        <w:tc>
          <w:tcPr>
            <w:tcW w:w="1951" w:type="dxa"/>
          </w:tcPr>
          <w:p w:rsidR="003E607B" w:rsidRPr="00255D10" w:rsidRDefault="003E607B" w:rsidP="003E607B">
            <w:pPr>
              <w:rPr>
                <w:szCs w:val="28"/>
              </w:rPr>
            </w:pPr>
            <w:r>
              <w:rPr>
                <w:szCs w:val="28"/>
              </w:rPr>
              <w:t>Кузнецова Александра Николаевна</w:t>
            </w:r>
          </w:p>
        </w:tc>
        <w:tc>
          <w:tcPr>
            <w:tcW w:w="1276" w:type="dxa"/>
            <w:vAlign w:val="center"/>
          </w:tcPr>
          <w:p w:rsidR="003E607B" w:rsidRPr="00255D10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270977,24</w:t>
            </w:r>
          </w:p>
        </w:tc>
        <w:tc>
          <w:tcPr>
            <w:tcW w:w="1417" w:type="dxa"/>
            <w:vAlign w:val="center"/>
          </w:tcPr>
          <w:p w:rsidR="003E607B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</w:tc>
        <w:tc>
          <w:tcPr>
            <w:tcW w:w="1134" w:type="dxa"/>
            <w:vAlign w:val="center"/>
          </w:tcPr>
          <w:p w:rsidR="003E607B" w:rsidRPr="00255D10" w:rsidRDefault="005D2550" w:rsidP="00CF122C">
            <w:pPr>
              <w:rPr>
                <w:szCs w:val="28"/>
              </w:rPr>
            </w:pPr>
            <w:r>
              <w:rPr>
                <w:szCs w:val="28"/>
              </w:rPr>
              <w:t>31,7</w:t>
            </w:r>
          </w:p>
        </w:tc>
        <w:tc>
          <w:tcPr>
            <w:tcW w:w="1276" w:type="dxa"/>
            <w:vAlign w:val="center"/>
          </w:tcPr>
          <w:p w:rsidR="003E607B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</w:tcPr>
          <w:p w:rsidR="003E607B" w:rsidRDefault="003E607B" w:rsidP="005D2550">
            <w:pPr>
              <w:jc w:val="center"/>
              <w:rPr>
                <w:szCs w:val="28"/>
              </w:rPr>
            </w:pPr>
          </w:p>
          <w:p w:rsidR="003E607B" w:rsidRPr="005C63E1" w:rsidRDefault="003E607B" w:rsidP="005D2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3E607B" w:rsidRPr="00255D10" w:rsidRDefault="005D2550" w:rsidP="005D2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</w:tc>
        <w:tc>
          <w:tcPr>
            <w:tcW w:w="992" w:type="dxa"/>
            <w:vAlign w:val="center"/>
          </w:tcPr>
          <w:p w:rsidR="003E607B" w:rsidRPr="00255D10" w:rsidRDefault="005D2550" w:rsidP="005D2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47,5</w:t>
            </w:r>
          </w:p>
        </w:tc>
        <w:tc>
          <w:tcPr>
            <w:tcW w:w="1134" w:type="dxa"/>
            <w:vAlign w:val="center"/>
          </w:tcPr>
          <w:p w:rsidR="003E607B" w:rsidRPr="00255D10" w:rsidRDefault="005D2550" w:rsidP="005D2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3E607B" w:rsidRDefault="005D255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E607B" w:rsidTr="005D2550">
        <w:tc>
          <w:tcPr>
            <w:tcW w:w="1951" w:type="dxa"/>
          </w:tcPr>
          <w:p w:rsidR="003E607B" w:rsidRPr="00255D10" w:rsidRDefault="003E607B" w:rsidP="003E607B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3E607B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859594,15</w:t>
            </w:r>
          </w:p>
        </w:tc>
        <w:tc>
          <w:tcPr>
            <w:tcW w:w="1417" w:type="dxa"/>
          </w:tcPr>
          <w:p w:rsidR="003E607B" w:rsidRDefault="003E607B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3E607B" w:rsidRDefault="003E607B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2)жилой </w:t>
            </w:r>
            <w:r>
              <w:rPr>
                <w:szCs w:val="28"/>
              </w:rPr>
              <w:lastRenderedPageBreak/>
              <w:t>дом</w:t>
            </w:r>
          </w:p>
          <w:p w:rsidR="003E607B" w:rsidRPr="00255D10" w:rsidRDefault="003E607B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3)квартира</w:t>
            </w:r>
          </w:p>
        </w:tc>
        <w:tc>
          <w:tcPr>
            <w:tcW w:w="1134" w:type="dxa"/>
          </w:tcPr>
          <w:p w:rsidR="003E607B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1)</w:t>
            </w:r>
            <w:r w:rsidR="003E607B">
              <w:rPr>
                <w:szCs w:val="28"/>
              </w:rPr>
              <w:t>11</w:t>
            </w:r>
            <w:r>
              <w:rPr>
                <w:szCs w:val="28"/>
              </w:rPr>
              <w:t>20</w:t>
            </w:r>
          </w:p>
          <w:p w:rsidR="003E607B" w:rsidRDefault="003E607B" w:rsidP="005D2550">
            <w:pPr>
              <w:jc w:val="both"/>
              <w:rPr>
                <w:szCs w:val="28"/>
              </w:rPr>
            </w:pPr>
          </w:p>
          <w:p w:rsidR="003E607B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3E607B">
              <w:rPr>
                <w:szCs w:val="28"/>
              </w:rPr>
              <w:t>28,3</w:t>
            </w:r>
          </w:p>
          <w:p w:rsidR="003E607B" w:rsidRDefault="003E607B" w:rsidP="005D2550">
            <w:pPr>
              <w:jc w:val="both"/>
              <w:rPr>
                <w:szCs w:val="28"/>
              </w:rPr>
            </w:pPr>
          </w:p>
          <w:p w:rsidR="003E607B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</w:t>
            </w:r>
            <w:r w:rsidR="003E607B">
              <w:rPr>
                <w:szCs w:val="28"/>
              </w:rPr>
              <w:t>4</w:t>
            </w:r>
            <w:r>
              <w:rPr>
                <w:szCs w:val="28"/>
              </w:rPr>
              <w:t>7</w:t>
            </w:r>
            <w:r w:rsidR="003E607B">
              <w:rPr>
                <w:szCs w:val="28"/>
              </w:rPr>
              <w:t>,5</w:t>
            </w:r>
          </w:p>
          <w:p w:rsidR="003E607B" w:rsidRPr="00255D10" w:rsidRDefault="003E607B" w:rsidP="005D2550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</w:tcPr>
          <w:p w:rsidR="003E607B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1)</w:t>
            </w:r>
            <w:r w:rsidR="003E607B">
              <w:rPr>
                <w:szCs w:val="28"/>
              </w:rPr>
              <w:t>РФ</w:t>
            </w:r>
          </w:p>
          <w:p w:rsidR="003E607B" w:rsidRDefault="003E607B" w:rsidP="005D2550">
            <w:pPr>
              <w:jc w:val="both"/>
              <w:rPr>
                <w:szCs w:val="28"/>
              </w:rPr>
            </w:pPr>
          </w:p>
          <w:p w:rsidR="003E607B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3E607B">
              <w:rPr>
                <w:szCs w:val="28"/>
              </w:rPr>
              <w:t>РФ</w:t>
            </w:r>
          </w:p>
          <w:p w:rsidR="005D2550" w:rsidRDefault="005D2550" w:rsidP="005D2550">
            <w:pPr>
              <w:jc w:val="both"/>
              <w:rPr>
                <w:szCs w:val="28"/>
              </w:rPr>
            </w:pPr>
          </w:p>
          <w:p w:rsidR="003E607B" w:rsidRPr="00255D10" w:rsidRDefault="005D2550" w:rsidP="005D255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</w:t>
            </w:r>
            <w:r w:rsidR="003E607B"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3E607B" w:rsidRPr="005D255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1)</w:t>
            </w:r>
            <w:r>
              <w:rPr>
                <w:szCs w:val="28"/>
                <w:lang w:val="en-US"/>
              </w:rPr>
              <w:t>Honda Fit</w:t>
            </w:r>
          </w:p>
        </w:tc>
        <w:tc>
          <w:tcPr>
            <w:tcW w:w="1418" w:type="dxa"/>
            <w:vAlign w:val="center"/>
          </w:tcPr>
          <w:p w:rsidR="003E607B" w:rsidRPr="00255D10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3E607B" w:rsidRPr="00255D10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E607B" w:rsidRPr="00255D10" w:rsidRDefault="003E607B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E607B" w:rsidRDefault="005D255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5D2550" w:rsidTr="003E607B">
        <w:tc>
          <w:tcPr>
            <w:tcW w:w="1951" w:type="dxa"/>
          </w:tcPr>
          <w:p w:rsidR="005D2550" w:rsidRPr="00255D10" w:rsidRDefault="005D2550" w:rsidP="003E607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дочь</w:t>
            </w:r>
          </w:p>
        </w:tc>
        <w:tc>
          <w:tcPr>
            <w:tcW w:w="1276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</w:tc>
        <w:tc>
          <w:tcPr>
            <w:tcW w:w="992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47,5</w:t>
            </w:r>
          </w:p>
        </w:tc>
        <w:tc>
          <w:tcPr>
            <w:tcW w:w="1134" w:type="dxa"/>
            <w:vAlign w:val="center"/>
          </w:tcPr>
          <w:p w:rsidR="005D2550" w:rsidRPr="00255D10" w:rsidRDefault="005D255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5D2550" w:rsidRDefault="005D255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C34A3" w:rsidTr="009C34A3">
        <w:tc>
          <w:tcPr>
            <w:tcW w:w="1951" w:type="dxa"/>
          </w:tcPr>
          <w:p w:rsidR="009C34A3" w:rsidRPr="00255D10" w:rsidRDefault="009C34A3" w:rsidP="009C34A3">
            <w:pPr>
              <w:rPr>
                <w:szCs w:val="28"/>
              </w:rPr>
            </w:pPr>
            <w:r>
              <w:rPr>
                <w:szCs w:val="28"/>
              </w:rPr>
              <w:t>Золотухина Анна Валерьевна</w:t>
            </w:r>
          </w:p>
        </w:tc>
        <w:tc>
          <w:tcPr>
            <w:tcW w:w="1276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894199,88</w:t>
            </w:r>
          </w:p>
        </w:tc>
        <w:tc>
          <w:tcPr>
            <w:tcW w:w="1417" w:type="dxa"/>
            <w:vAlign w:val="center"/>
          </w:tcPr>
          <w:p w:rsidR="003D0ABD" w:rsidRDefault="003D0ABD" w:rsidP="00CF122C">
            <w:pPr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  <w:p w:rsidR="009C34A3" w:rsidRPr="00255D10" w:rsidRDefault="003D0ABD" w:rsidP="00CF122C">
            <w:pPr>
              <w:rPr>
                <w:szCs w:val="28"/>
              </w:rPr>
            </w:pPr>
            <w:r>
              <w:rPr>
                <w:szCs w:val="28"/>
              </w:rPr>
              <w:t>(1/3 доли)</w:t>
            </w:r>
          </w:p>
        </w:tc>
        <w:tc>
          <w:tcPr>
            <w:tcW w:w="1134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34,5</w:t>
            </w:r>
          </w:p>
        </w:tc>
        <w:tc>
          <w:tcPr>
            <w:tcW w:w="1276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C34A3" w:rsidRPr="00255D10" w:rsidRDefault="009C34A3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C34A3" w:rsidRPr="00255D10" w:rsidRDefault="009C34A3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C34A3" w:rsidTr="003D0ABD">
        <w:tc>
          <w:tcPr>
            <w:tcW w:w="1951" w:type="dxa"/>
          </w:tcPr>
          <w:p w:rsidR="009C34A3" w:rsidRPr="00255D10" w:rsidRDefault="009C34A3" w:rsidP="009C34A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300,67</w:t>
            </w:r>
          </w:p>
        </w:tc>
        <w:tc>
          <w:tcPr>
            <w:tcW w:w="1417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9C34A3">
              <w:rPr>
                <w:szCs w:val="28"/>
              </w:rPr>
              <w:t>квартира (3/4 доли)</w:t>
            </w: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2)квартира(1/3 доли)</w:t>
            </w:r>
          </w:p>
        </w:tc>
        <w:tc>
          <w:tcPr>
            <w:tcW w:w="1134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1)59,2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2)34,5</w:t>
            </w:r>
          </w:p>
        </w:tc>
        <w:tc>
          <w:tcPr>
            <w:tcW w:w="1276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9C34A3">
              <w:rPr>
                <w:szCs w:val="28"/>
              </w:rPr>
              <w:t>РФ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9C34A3" w:rsidRDefault="009C34A3" w:rsidP="00CF122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1)</w:t>
            </w:r>
            <w:proofErr w:type="spellStart"/>
            <w:r w:rsidRPr="00255D10">
              <w:rPr>
                <w:szCs w:val="28"/>
                <w:lang w:val="en-US"/>
              </w:rPr>
              <w:t>T</w:t>
            </w:r>
            <w:r w:rsidR="006A3821">
              <w:rPr>
                <w:szCs w:val="28"/>
                <w:lang w:val="en-US"/>
              </w:rPr>
              <w:t>oiota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Chaser</w:t>
            </w:r>
          </w:p>
          <w:p w:rsidR="009C34A3" w:rsidRPr="004F302A" w:rsidRDefault="009C34A3" w:rsidP="00CF122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2)MMC RVR</w:t>
            </w:r>
          </w:p>
        </w:tc>
        <w:tc>
          <w:tcPr>
            <w:tcW w:w="1418" w:type="dxa"/>
            <w:vAlign w:val="center"/>
          </w:tcPr>
          <w:p w:rsidR="009C34A3" w:rsidRPr="004F302A" w:rsidRDefault="009C34A3" w:rsidP="00CF122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D0ABD" w:rsidTr="003D0ABD">
        <w:tc>
          <w:tcPr>
            <w:tcW w:w="1951" w:type="dxa"/>
          </w:tcPr>
          <w:p w:rsidR="003D0ABD" w:rsidRPr="00255D10" w:rsidRDefault="003D0ABD" w:rsidP="009C34A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3D0ABD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30,31</w:t>
            </w:r>
          </w:p>
        </w:tc>
        <w:tc>
          <w:tcPr>
            <w:tcW w:w="1417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1)квартира (3/4 доли)</w:t>
            </w: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2)квартира(1/3 доли)</w:t>
            </w:r>
          </w:p>
        </w:tc>
        <w:tc>
          <w:tcPr>
            <w:tcW w:w="1134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1)59,2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2)34,5</w:t>
            </w:r>
          </w:p>
        </w:tc>
        <w:tc>
          <w:tcPr>
            <w:tcW w:w="1276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3D0ABD" w:rsidRDefault="003D0ABD" w:rsidP="00CF122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1)</w:t>
            </w:r>
            <w:r w:rsidR="006A3821" w:rsidRPr="00255D10">
              <w:rPr>
                <w:szCs w:val="28"/>
                <w:lang w:val="en-US"/>
              </w:rPr>
              <w:t xml:space="preserve"> </w:t>
            </w:r>
            <w:proofErr w:type="spellStart"/>
            <w:r w:rsidR="006A3821" w:rsidRPr="00255D10">
              <w:rPr>
                <w:szCs w:val="28"/>
                <w:lang w:val="en-US"/>
              </w:rPr>
              <w:t>T</w:t>
            </w:r>
            <w:r w:rsidR="006A3821">
              <w:rPr>
                <w:szCs w:val="28"/>
                <w:lang w:val="en-US"/>
              </w:rPr>
              <w:t>oiota</w:t>
            </w:r>
            <w:proofErr w:type="spellEnd"/>
            <w:r w:rsidR="006A3821">
              <w:rPr>
                <w:szCs w:val="28"/>
              </w:rPr>
              <w:t xml:space="preserve"> </w:t>
            </w:r>
            <w:r w:rsidR="006A3821">
              <w:rPr>
                <w:szCs w:val="28"/>
                <w:lang w:val="en-US"/>
              </w:rPr>
              <w:t>Chaser</w:t>
            </w:r>
          </w:p>
          <w:p w:rsidR="003D0ABD" w:rsidRPr="00255D10" w:rsidRDefault="003D0ABD" w:rsidP="00CF122C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2)MMC RVR</w:t>
            </w:r>
          </w:p>
        </w:tc>
        <w:tc>
          <w:tcPr>
            <w:tcW w:w="1418" w:type="dxa"/>
            <w:vAlign w:val="center"/>
          </w:tcPr>
          <w:p w:rsidR="003D0ABD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9F51C1">
        <w:tc>
          <w:tcPr>
            <w:tcW w:w="1951" w:type="dxa"/>
          </w:tcPr>
          <w:p w:rsidR="009F51C1" w:rsidRPr="00255D10" w:rsidRDefault="009F51C1" w:rsidP="009F51C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Демидюк</w:t>
            </w:r>
            <w:proofErr w:type="spellEnd"/>
            <w:r>
              <w:rPr>
                <w:szCs w:val="28"/>
              </w:rPr>
              <w:t xml:space="preserve"> Наталья Васильевна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229315,46</w:t>
            </w:r>
          </w:p>
        </w:tc>
        <w:tc>
          <w:tcPr>
            <w:tcW w:w="1417" w:type="dxa"/>
            <w:vAlign w:val="center"/>
          </w:tcPr>
          <w:p w:rsidR="009F51C1" w:rsidRPr="00255D10" w:rsidRDefault="009F51C1" w:rsidP="00CF122C">
            <w:pPr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F51C1" w:rsidRDefault="00B5240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9F51C1">
        <w:tc>
          <w:tcPr>
            <w:tcW w:w="1951" w:type="dxa"/>
          </w:tcPr>
          <w:p w:rsidR="009F51C1" w:rsidRPr="000E2970" w:rsidRDefault="009F51C1" w:rsidP="009F51C1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899751,21</w:t>
            </w:r>
          </w:p>
        </w:tc>
        <w:tc>
          <w:tcPr>
            <w:tcW w:w="1417" w:type="dxa"/>
            <w:vAlign w:val="center"/>
          </w:tcPr>
          <w:p w:rsidR="009F51C1" w:rsidRPr="00255D10" w:rsidRDefault="00B52408" w:rsidP="00CF122C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9F51C1">
              <w:rPr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F51C1" w:rsidRPr="004F302A" w:rsidRDefault="006A3821" w:rsidP="00CF122C">
            <w:pPr>
              <w:jc w:val="center"/>
              <w:rPr>
                <w:szCs w:val="28"/>
              </w:rPr>
            </w:pPr>
            <w:proofErr w:type="spellStart"/>
            <w:r w:rsidRPr="00255D10">
              <w:rPr>
                <w:szCs w:val="28"/>
                <w:lang w:val="en-US"/>
              </w:rPr>
              <w:t>T</w:t>
            </w:r>
            <w:r>
              <w:rPr>
                <w:szCs w:val="28"/>
                <w:lang w:val="en-US"/>
              </w:rPr>
              <w:t>oiota</w:t>
            </w:r>
            <w:proofErr w:type="spellEnd"/>
            <w:r w:rsidR="009F51C1">
              <w:rPr>
                <w:szCs w:val="28"/>
              </w:rPr>
              <w:t xml:space="preserve"> </w:t>
            </w:r>
            <w:proofErr w:type="spellStart"/>
            <w:r w:rsidR="009F51C1">
              <w:rPr>
                <w:szCs w:val="28"/>
                <w:lang w:val="en-US"/>
              </w:rPr>
              <w:t>Vitz</w:t>
            </w:r>
            <w:proofErr w:type="spellEnd"/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F51C1" w:rsidRDefault="00B5240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9F51C1">
        <w:tc>
          <w:tcPr>
            <w:tcW w:w="1951" w:type="dxa"/>
          </w:tcPr>
          <w:p w:rsidR="009F51C1" w:rsidRPr="000E2970" w:rsidRDefault="009F51C1" w:rsidP="009F51C1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9F51C1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165196,02</w:t>
            </w:r>
          </w:p>
        </w:tc>
        <w:tc>
          <w:tcPr>
            <w:tcW w:w="1417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9F51C1" w:rsidRDefault="00F66FE9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9F51C1">
        <w:tc>
          <w:tcPr>
            <w:tcW w:w="1951" w:type="dxa"/>
          </w:tcPr>
          <w:p w:rsidR="009F51C1" w:rsidRPr="00481564" w:rsidRDefault="009F51C1" w:rsidP="009F51C1">
            <w:pPr>
              <w:rPr>
                <w:szCs w:val="28"/>
                <w:highlight w:val="lightGray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F51C1" w:rsidRPr="004F302A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9F51C1" w:rsidRDefault="00F66FE9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6FE9" w:rsidTr="00F66FE9">
        <w:tc>
          <w:tcPr>
            <w:tcW w:w="1951" w:type="dxa"/>
          </w:tcPr>
          <w:p w:rsidR="00F66FE9" w:rsidRPr="00255D10" w:rsidRDefault="00F66FE9" w:rsidP="00F66FE9">
            <w:pPr>
              <w:rPr>
                <w:szCs w:val="28"/>
              </w:rPr>
            </w:pPr>
            <w:r>
              <w:rPr>
                <w:szCs w:val="28"/>
              </w:rPr>
              <w:t>Мельниченко Вера Леонидовна</w:t>
            </w:r>
          </w:p>
        </w:tc>
        <w:tc>
          <w:tcPr>
            <w:tcW w:w="1276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191607,09</w:t>
            </w:r>
          </w:p>
        </w:tc>
        <w:tc>
          <w:tcPr>
            <w:tcW w:w="1417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63,9</w:t>
            </w:r>
          </w:p>
        </w:tc>
        <w:tc>
          <w:tcPr>
            <w:tcW w:w="1134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66FE9" w:rsidRDefault="00F66FE9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6FE9" w:rsidTr="009C0FB5">
        <w:tc>
          <w:tcPr>
            <w:tcW w:w="1951" w:type="dxa"/>
          </w:tcPr>
          <w:p w:rsidR="00F66FE9" w:rsidRPr="00255D10" w:rsidRDefault="00F66FE9" w:rsidP="00F66FE9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800400</w:t>
            </w:r>
          </w:p>
        </w:tc>
        <w:tc>
          <w:tcPr>
            <w:tcW w:w="1417" w:type="dxa"/>
          </w:tcPr>
          <w:p w:rsidR="00F66FE9" w:rsidRDefault="00F66FE9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F66FE9" w:rsidRPr="00255D10" w:rsidRDefault="00F66FE9" w:rsidP="00CF122C">
            <w:pPr>
              <w:rPr>
                <w:szCs w:val="28"/>
              </w:rPr>
            </w:pPr>
            <w:r>
              <w:rPr>
                <w:szCs w:val="28"/>
              </w:rPr>
              <w:t>2)квартира</w:t>
            </w:r>
          </w:p>
        </w:tc>
        <w:tc>
          <w:tcPr>
            <w:tcW w:w="1134" w:type="dxa"/>
          </w:tcPr>
          <w:p w:rsidR="00F66FE9" w:rsidRDefault="009C0FB5" w:rsidP="00CF122C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F66FE9">
              <w:rPr>
                <w:szCs w:val="28"/>
              </w:rPr>
              <w:t>539</w:t>
            </w:r>
          </w:p>
          <w:p w:rsidR="009C0FB5" w:rsidRDefault="009C0FB5" w:rsidP="00CF122C">
            <w:pPr>
              <w:rPr>
                <w:szCs w:val="28"/>
              </w:rPr>
            </w:pPr>
          </w:p>
          <w:p w:rsidR="00F66FE9" w:rsidRPr="00255D10" w:rsidRDefault="009C0FB5" w:rsidP="00CF122C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F66FE9">
              <w:rPr>
                <w:szCs w:val="28"/>
              </w:rPr>
              <w:t>63,9</w:t>
            </w:r>
          </w:p>
        </w:tc>
        <w:tc>
          <w:tcPr>
            <w:tcW w:w="1276" w:type="dxa"/>
          </w:tcPr>
          <w:p w:rsidR="00F66FE9" w:rsidRDefault="009C0FB5" w:rsidP="00CF122C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F66FE9">
              <w:rPr>
                <w:szCs w:val="28"/>
              </w:rPr>
              <w:t>РФ</w:t>
            </w:r>
          </w:p>
          <w:p w:rsidR="009C0FB5" w:rsidRDefault="009C0FB5" w:rsidP="00CF122C">
            <w:pPr>
              <w:rPr>
                <w:szCs w:val="28"/>
              </w:rPr>
            </w:pPr>
          </w:p>
          <w:p w:rsidR="00F66FE9" w:rsidRPr="00255D10" w:rsidRDefault="009C0FB5" w:rsidP="00CF122C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F66FE9"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F66FE9" w:rsidRDefault="00F66FE9" w:rsidP="00CF122C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1)</w:t>
            </w:r>
            <w:r>
              <w:rPr>
                <w:szCs w:val="28"/>
                <w:lang w:val="en-US"/>
              </w:rPr>
              <w:t>S</w:t>
            </w:r>
            <w:r w:rsidR="006A3821">
              <w:rPr>
                <w:szCs w:val="28"/>
                <w:lang w:val="en-US"/>
              </w:rPr>
              <w:t>uzuki</w:t>
            </w:r>
            <w:r>
              <w:rPr>
                <w:szCs w:val="28"/>
                <w:lang w:val="en-US"/>
              </w:rPr>
              <w:t>-</w:t>
            </w:r>
            <w:proofErr w:type="spellStart"/>
            <w:r>
              <w:rPr>
                <w:szCs w:val="28"/>
                <w:lang w:val="en-US"/>
              </w:rPr>
              <w:t>E</w:t>
            </w:r>
            <w:r w:rsidR="006A3821">
              <w:rPr>
                <w:szCs w:val="28"/>
                <w:lang w:val="en-US"/>
              </w:rPr>
              <w:t>skudo</w:t>
            </w:r>
            <w:proofErr w:type="spellEnd"/>
          </w:p>
          <w:p w:rsidR="00F66FE9" w:rsidRPr="005C63E1" w:rsidRDefault="00F66FE9" w:rsidP="00CF122C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2)</w:t>
            </w:r>
            <w:r>
              <w:rPr>
                <w:szCs w:val="28"/>
              </w:rPr>
              <w:t>ИЖ П-5</w:t>
            </w:r>
          </w:p>
        </w:tc>
        <w:tc>
          <w:tcPr>
            <w:tcW w:w="1418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66FE9" w:rsidRDefault="00F66FE9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66FE9" w:rsidTr="00F66FE9">
        <w:tc>
          <w:tcPr>
            <w:tcW w:w="1951" w:type="dxa"/>
          </w:tcPr>
          <w:p w:rsidR="00F66FE9" w:rsidRPr="00255D10" w:rsidRDefault="00F66FE9" w:rsidP="00F66FE9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63,9</w:t>
            </w:r>
          </w:p>
        </w:tc>
        <w:tc>
          <w:tcPr>
            <w:tcW w:w="1134" w:type="dxa"/>
            <w:vAlign w:val="center"/>
          </w:tcPr>
          <w:p w:rsidR="00F66FE9" w:rsidRPr="00255D10" w:rsidRDefault="00F66FE9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66FE9" w:rsidRDefault="00F66FE9" w:rsidP="004E4BE5">
            <w:pPr>
              <w:jc w:val="center"/>
              <w:rPr>
                <w:szCs w:val="28"/>
              </w:rPr>
            </w:pPr>
          </w:p>
        </w:tc>
      </w:tr>
      <w:tr w:rsidR="00F66FE9" w:rsidTr="004A337C">
        <w:tc>
          <w:tcPr>
            <w:tcW w:w="1951" w:type="dxa"/>
            <w:vAlign w:val="center"/>
          </w:tcPr>
          <w:p w:rsidR="00F66FE9" w:rsidRDefault="009C0FB5" w:rsidP="009C0FB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Синчилов</w:t>
            </w:r>
            <w:proofErr w:type="spellEnd"/>
            <w:r>
              <w:rPr>
                <w:szCs w:val="28"/>
              </w:rPr>
              <w:t xml:space="preserve"> Денис Сергеевич</w:t>
            </w:r>
          </w:p>
        </w:tc>
        <w:tc>
          <w:tcPr>
            <w:tcW w:w="1276" w:type="dxa"/>
            <w:vAlign w:val="center"/>
          </w:tcPr>
          <w:p w:rsidR="00F66FE9" w:rsidRDefault="004A337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42235,69</w:t>
            </w:r>
          </w:p>
        </w:tc>
        <w:tc>
          <w:tcPr>
            <w:tcW w:w="1417" w:type="dxa"/>
            <w:vAlign w:val="center"/>
          </w:tcPr>
          <w:p w:rsidR="00F66FE9" w:rsidRDefault="004A337C" w:rsidP="004A337C">
            <w:pPr>
              <w:rPr>
                <w:szCs w:val="28"/>
              </w:rPr>
            </w:pPr>
            <w:r>
              <w:rPr>
                <w:szCs w:val="28"/>
              </w:rPr>
              <w:t>1)квартира</w:t>
            </w:r>
          </w:p>
        </w:tc>
        <w:tc>
          <w:tcPr>
            <w:tcW w:w="1134" w:type="dxa"/>
            <w:vAlign w:val="center"/>
          </w:tcPr>
          <w:p w:rsidR="00F66FE9" w:rsidRDefault="004A337C" w:rsidP="004A337C">
            <w:pPr>
              <w:rPr>
                <w:szCs w:val="28"/>
              </w:rPr>
            </w:pPr>
            <w:r>
              <w:rPr>
                <w:szCs w:val="28"/>
              </w:rPr>
              <w:t>1)62</w:t>
            </w:r>
          </w:p>
        </w:tc>
        <w:tc>
          <w:tcPr>
            <w:tcW w:w="1276" w:type="dxa"/>
            <w:vAlign w:val="center"/>
          </w:tcPr>
          <w:p w:rsidR="00F66FE9" w:rsidRDefault="004A337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F66FE9" w:rsidRDefault="004A337C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66FE9" w:rsidRDefault="004A337C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F66FE9" w:rsidRDefault="004A337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66FE9" w:rsidRDefault="004A337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66FE9" w:rsidRDefault="004A337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6A3821" w:rsidRDefault="006A3821" w:rsidP="00826DD5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4A337C" w:rsidRDefault="004A337C" w:rsidP="00826DD5">
      <w:pPr>
        <w:spacing w:line="276" w:lineRule="auto"/>
        <w:jc w:val="center"/>
        <w:rPr>
          <w:b/>
          <w:sz w:val="28"/>
          <w:szCs w:val="28"/>
        </w:rPr>
      </w:pP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lastRenderedPageBreak/>
        <w:t xml:space="preserve">Сведения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826DD5" w:rsidRDefault="00A34EC9" w:rsidP="00826DD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руководителей образовательных организаций</w:t>
      </w:r>
      <w:r w:rsidR="00826DD5" w:rsidRPr="00713E5F">
        <w:rPr>
          <w:b/>
          <w:sz w:val="28"/>
          <w:szCs w:val="28"/>
        </w:rPr>
        <w:t xml:space="preserve"> муниципального района «</w:t>
      </w:r>
      <w:proofErr w:type="spellStart"/>
      <w:r w:rsidR="00826DD5" w:rsidRPr="00713E5F">
        <w:rPr>
          <w:b/>
          <w:sz w:val="28"/>
          <w:szCs w:val="28"/>
        </w:rPr>
        <w:t>Шилкинский</w:t>
      </w:r>
      <w:proofErr w:type="spellEnd"/>
      <w:r w:rsidR="00826DD5" w:rsidRPr="00713E5F">
        <w:rPr>
          <w:b/>
          <w:sz w:val="28"/>
          <w:szCs w:val="28"/>
        </w:rPr>
        <w:t xml:space="preserve"> район»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и членов их семей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период с 01 января по 31 декабря 201</w:t>
      </w:r>
      <w:r>
        <w:rPr>
          <w:b/>
          <w:sz w:val="28"/>
          <w:szCs w:val="28"/>
        </w:rPr>
        <w:t>4</w:t>
      </w:r>
      <w:r w:rsidRPr="00713E5F">
        <w:rPr>
          <w:b/>
          <w:sz w:val="28"/>
          <w:szCs w:val="28"/>
        </w:rPr>
        <w:t xml:space="preserve"> года</w:t>
      </w:r>
    </w:p>
    <w:p w:rsidR="00826DD5" w:rsidRDefault="00826DD5" w:rsidP="00826DD5">
      <w:pPr>
        <w:jc w:val="center"/>
        <w:rPr>
          <w:szCs w:val="28"/>
        </w:rPr>
      </w:pPr>
    </w:p>
    <w:p w:rsidR="00826DD5" w:rsidRDefault="00826DD5" w:rsidP="00826DD5">
      <w:pPr>
        <w:jc w:val="center"/>
        <w:rPr>
          <w:b/>
          <w:szCs w:val="28"/>
        </w:rPr>
      </w:pPr>
    </w:p>
    <w:p w:rsidR="00826DD5" w:rsidRPr="00713E5F" w:rsidRDefault="00826DD5" w:rsidP="00826DD5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«РУКОВОДИТЕЛИ»</w:t>
      </w:r>
    </w:p>
    <w:p w:rsidR="00826DD5" w:rsidRDefault="00826DD5" w:rsidP="00826DD5">
      <w:pPr>
        <w:jc w:val="center"/>
        <w:rPr>
          <w:szCs w:val="28"/>
        </w:rPr>
      </w:pP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134"/>
        <w:gridCol w:w="1276"/>
        <w:gridCol w:w="1418"/>
        <w:gridCol w:w="1559"/>
        <w:gridCol w:w="992"/>
        <w:gridCol w:w="1370"/>
        <w:gridCol w:w="2410"/>
      </w:tblGrid>
      <w:tr w:rsidR="00826DD5" w:rsidTr="00710085">
        <w:tc>
          <w:tcPr>
            <w:tcW w:w="1668" w:type="dxa"/>
            <w:vMerge w:val="restart"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387" w:type="dxa"/>
            <w:gridSpan w:val="4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1" w:type="dxa"/>
            <w:gridSpan w:val="3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826DD5" w:rsidRPr="00255D10" w:rsidRDefault="00826DD5" w:rsidP="004B0BA1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26DD5" w:rsidTr="00710085">
        <w:tc>
          <w:tcPr>
            <w:tcW w:w="1668" w:type="dxa"/>
            <w:vMerge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1559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992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370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</w:p>
        </w:tc>
      </w:tr>
      <w:tr w:rsidR="00A34EC9" w:rsidTr="00710085">
        <w:tc>
          <w:tcPr>
            <w:tcW w:w="1668" w:type="dxa"/>
          </w:tcPr>
          <w:p w:rsidR="00A34EC9" w:rsidRPr="00710085" w:rsidRDefault="00A34EC9" w:rsidP="00710085">
            <w:proofErr w:type="spellStart"/>
            <w:r w:rsidRPr="00710085">
              <w:t>Першикова</w:t>
            </w:r>
            <w:proofErr w:type="spellEnd"/>
            <w:r w:rsidRPr="00710085">
              <w:t xml:space="preserve"> Любовь Ивановна</w:t>
            </w:r>
          </w:p>
        </w:tc>
        <w:tc>
          <w:tcPr>
            <w:tcW w:w="1417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5737599,98</w:t>
            </w:r>
          </w:p>
        </w:tc>
        <w:tc>
          <w:tcPr>
            <w:tcW w:w="1559" w:type="dxa"/>
          </w:tcPr>
          <w:p w:rsidR="00A34EC9" w:rsidRPr="00710085" w:rsidRDefault="00A34EC9" w:rsidP="004B0BA1">
            <w:r w:rsidRPr="00710085">
              <w:t>1)земельный участок</w:t>
            </w:r>
          </w:p>
          <w:p w:rsidR="00A34EC9" w:rsidRPr="00710085" w:rsidRDefault="00A34EC9" w:rsidP="004B0BA1">
            <w:r w:rsidRPr="00710085">
              <w:t>2)жилой дом</w:t>
            </w:r>
          </w:p>
          <w:p w:rsidR="00A34EC9" w:rsidRPr="00710085" w:rsidRDefault="00A34EC9" w:rsidP="004B0BA1">
            <w:r w:rsidRPr="00710085">
              <w:t>3)квартира</w:t>
            </w:r>
          </w:p>
          <w:p w:rsidR="00A34EC9" w:rsidRPr="00710085" w:rsidRDefault="00A34EC9" w:rsidP="004B0BA1">
            <w:r w:rsidRPr="00710085">
              <w:lastRenderedPageBreak/>
              <w:t>4)квартира</w:t>
            </w:r>
          </w:p>
        </w:tc>
        <w:tc>
          <w:tcPr>
            <w:tcW w:w="1134" w:type="dxa"/>
          </w:tcPr>
          <w:p w:rsidR="00A34EC9" w:rsidRPr="00710085" w:rsidRDefault="00A34EC9" w:rsidP="004B0BA1">
            <w:pPr>
              <w:jc w:val="both"/>
            </w:pPr>
            <w:r w:rsidRPr="00710085">
              <w:lastRenderedPageBreak/>
              <w:t>1)841,0</w:t>
            </w:r>
          </w:p>
          <w:p w:rsidR="00A34EC9" w:rsidRPr="00710085" w:rsidRDefault="00A34EC9" w:rsidP="004B0BA1">
            <w:pPr>
              <w:jc w:val="both"/>
            </w:pPr>
            <w:r w:rsidRPr="00710085">
              <w:t>2)34,0</w:t>
            </w:r>
          </w:p>
          <w:p w:rsidR="00A34EC9" w:rsidRPr="00710085" w:rsidRDefault="00A34EC9" w:rsidP="004B0BA1">
            <w:pPr>
              <w:jc w:val="both"/>
            </w:pPr>
            <w:r w:rsidRPr="00710085">
              <w:t>3)67,3</w:t>
            </w:r>
          </w:p>
          <w:p w:rsidR="00A34EC9" w:rsidRPr="00710085" w:rsidRDefault="00A34EC9" w:rsidP="004B0BA1">
            <w:pPr>
              <w:jc w:val="both"/>
            </w:pPr>
            <w:r w:rsidRPr="00710085">
              <w:t>4)39,7</w:t>
            </w:r>
          </w:p>
        </w:tc>
        <w:tc>
          <w:tcPr>
            <w:tcW w:w="1276" w:type="dxa"/>
          </w:tcPr>
          <w:p w:rsidR="00A34EC9" w:rsidRPr="00710085" w:rsidRDefault="00A34EC9" w:rsidP="004B0BA1">
            <w:r w:rsidRPr="00710085">
              <w:t>1)РФ</w:t>
            </w:r>
          </w:p>
          <w:p w:rsidR="00A34EC9" w:rsidRPr="00710085" w:rsidRDefault="00A34EC9" w:rsidP="004B0BA1">
            <w:r w:rsidRPr="00710085">
              <w:t>2)РФ</w:t>
            </w:r>
          </w:p>
          <w:p w:rsidR="00A34EC9" w:rsidRPr="00710085" w:rsidRDefault="00A34EC9" w:rsidP="004B0BA1">
            <w:r w:rsidRPr="00710085">
              <w:t>3)РФ</w:t>
            </w:r>
          </w:p>
          <w:p w:rsidR="00A34EC9" w:rsidRPr="00710085" w:rsidRDefault="00A34EC9" w:rsidP="004B0BA1">
            <w:r w:rsidRPr="00710085">
              <w:t>4)РФ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r w:rsidRPr="00710085">
              <w:t>ВАЗ 21043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992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37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A34EC9" w:rsidTr="00710085">
        <w:tc>
          <w:tcPr>
            <w:tcW w:w="1668" w:type="dxa"/>
          </w:tcPr>
          <w:p w:rsidR="00A34EC9" w:rsidRPr="00710085" w:rsidRDefault="00A34EC9" w:rsidP="00710085">
            <w:r w:rsidRPr="00710085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178983,49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134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276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rPr>
                <w:lang w:val="en-US"/>
              </w:rPr>
              <w:t>Toyota</w:t>
            </w:r>
            <w:r w:rsidRPr="00710085">
              <w:t xml:space="preserve"> </w:t>
            </w:r>
            <w:r w:rsidRPr="00710085">
              <w:rPr>
                <w:lang w:val="en-US"/>
              </w:rPr>
              <w:t>Succeed</w:t>
            </w:r>
          </w:p>
        </w:tc>
        <w:tc>
          <w:tcPr>
            <w:tcW w:w="1559" w:type="dxa"/>
            <w:vAlign w:val="center"/>
          </w:tcPr>
          <w:p w:rsidR="00A34EC9" w:rsidRPr="00710085" w:rsidRDefault="00710085" w:rsidP="004B0BA1">
            <w:pPr>
              <w:jc w:val="center"/>
            </w:pPr>
            <w:r w:rsidRPr="00710085">
              <w:t>1)ж</w:t>
            </w:r>
            <w:r w:rsidR="00A34EC9" w:rsidRPr="00710085">
              <w:t>илой дом</w:t>
            </w:r>
          </w:p>
        </w:tc>
        <w:tc>
          <w:tcPr>
            <w:tcW w:w="992" w:type="dxa"/>
            <w:vAlign w:val="center"/>
          </w:tcPr>
          <w:p w:rsidR="00A34EC9" w:rsidRPr="00710085" w:rsidRDefault="00A34EC9" w:rsidP="00710085">
            <w:pPr>
              <w:jc w:val="center"/>
            </w:pPr>
            <w:r w:rsidRPr="00710085">
              <w:t>34</w:t>
            </w:r>
          </w:p>
        </w:tc>
        <w:tc>
          <w:tcPr>
            <w:tcW w:w="137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РФ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  <w:rPr>
                <w:szCs w:val="28"/>
              </w:rPr>
            </w:pPr>
            <w:r w:rsidRPr="00710085">
              <w:rPr>
                <w:szCs w:val="28"/>
              </w:rPr>
              <w:t>-</w:t>
            </w:r>
          </w:p>
        </w:tc>
      </w:tr>
      <w:tr w:rsidR="00A34EC9" w:rsidTr="00710085">
        <w:tc>
          <w:tcPr>
            <w:tcW w:w="1668" w:type="dxa"/>
          </w:tcPr>
          <w:p w:rsidR="00A34EC9" w:rsidRPr="00710085" w:rsidRDefault="00A34EC9" w:rsidP="00710085">
            <w:proofErr w:type="spellStart"/>
            <w:r w:rsidRPr="00710085">
              <w:t>Шаврова</w:t>
            </w:r>
            <w:proofErr w:type="spellEnd"/>
            <w:r w:rsidRPr="00710085">
              <w:t xml:space="preserve"> Светлана Владимировна</w:t>
            </w:r>
          </w:p>
        </w:tc>
        <w:tc>
          <w:tcPr>
            <w:tcW w:w="1417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278341,90</w:t>
            </w:r>
          </w:p>
        </w:tc>
        <w:tc>
          <w:tcPr>
            <w:tcW w:w="1559" w:type="dxa"/>
          </w:tcPr>
          <w:p w:rsidR="00A34EC9" w:rsidRPr="00710085" w:rsidRDefault="00EB4FF2" w:rsidP="00710085">
            <w:r>
              <w:t>1)</w:t>
            </w:r>
            <w:r w:rsidR="00A34EC9" w:rsidRPr="00710085">
              <w:t>квартира</w:t>
            </w:r>
          </w:p>
        </w:tc>
        <w:tc>
          <w:tcPr>
            <w:tcW w:w="1134" w:type="dxa"/>
          </w:tcPr>
          <w:p w:rsidR="00A34EC9" w:rsidRPr="00710085" w:rsidRDefault="00A34EC9" w:rsidP="00710085">
            <w:r w:rsidRPr="00710085">
              <w:t>65,8</w:t>
            </w:r>
          </w:p>
        </w:tc>
        <w:tc>
          <w:tcPr>
            <w:tcW w:w="1276" w:type="dxa"/>
          </w:tcPr>
          <w:p w:rsidR="00A34EC9" w:rsidRPr="00710085" w:rsidRDefault="00A34EC9" w:rsidP="00710085">
            <w:r w:rsidRPr="00710085">
              <w:t>РФ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992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37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A34EC9" w:rsidTr="00710085">
        <w:tc>
          <w:tcPr>
            <w:tcW w:w="1668" w:type="dxa"/>
          </w:tcPr>
          <w:p w:rsidR="00A34EC9" w:rsidRPr="00710085" w:rsidRDefault="00A34EC9" w:rsidP="00710085">
            <w:r w:rsidRPr="00710085">
              <w:t>супруг</w:t>
            </w:r>
          </w:p>
        </w:tc>
        <w:tc>
          <w:tcPr>
            <w:tcW w:w="1417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389776,75</w:t>
            </w:r>
          </w:p>
        </w:tc>
        <w:tc>
          <w:tcPr>
            <w:tcW w:w="1559" w:type="dxa"/>
          </w:tcPr>
          <w:p w:rsidR="00A34EC9" w:rsidRPr="00710085" w:rsidRDefault="00A34EC9" w:rsidP="00710085">
            <w:r w:rsidRPr="00710085">
              <w:t>1)жилой дом</w:t>
            </w:r>
          </w:p>
          <w:p w:rsidR="00A34EC9" w:rsidRPr="00710085" w:rsidRDefault="00A34EC9" w:rsidP="00710085">
            <w:r w:rsidRPr="00710085">
              <w:t>2)квартира</w:t>
            </w:r>
          </w:p>
        </w:tc>
        <w:tc>
          <w:tcPr>
            <w:tcW w:w="1134" w:type="dxa"/>
          </w:tcPr>
          <w:p w:rsidR="00A34EC9" w:rsidRPr="00710085" w:rsidRDefault="00A34EC9" w:rsidP="00710085">
            <w:r w:rsidRPr="00710085">
              <w:t>1)47,4</w:t>
            </w:r>
          </w:p>
          <w:p w:rsidR="00A34EC9" w:rsidRPr="00710085" w:rsidRDefault="00A34EC9" w:rsidP="00710085">
            <w:r w:rsidRPr="00710085">
              <w:t>2)65,8</w:t>
            </w:r>
          </w:p>
        </w:tc>
        <w:tc>
          <w:tcPr>
            <w:tcW w:w="1276" w:type="dxa"/>
          </w:tcPr>
          <w:p w:rsidR="00A34EC9" w:rsidRPr="00710085" w:rsidRDefault="00A34EC9" w:rsidP="00710085">
            <w:r w:rsidRPr="00710085">
              <w:t>1)РФ</w:t>
            </w:r>
          </w:p>
          <w:p w:rsidR="00A34EC9" w:rsidRPr="00710085" w:rsidRDefault="00A34EC9" w:rsidP="00710085">
            <w:r w:rsidRPr="00710085">
              <w:t>2)РФ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Toyota</w:t>
            </w:r>
            <w:r w:rsidRPr="00710085">
              <w:t xml:space="preserve"> </w:t>
            </w:r>
            <w:r w:rsidRPr="00710085">
              <w:rPr>
                <w:lang w:val="en-US"/>
              </w:rPr>
              <w:t>Hilux Surf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1370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A34EC9" w:rsidTr="00710085">
        <w:tc>
          <w:tcPr>
            <w:tcW w:w="1668" w:type="dxa"/>
          </w:tcPr>
          <w:p w:rsidR="00A34EC9" w:rsidRPr="00710085" w:rsidRDefault="00A34EC9" w:rsidP="00710085">
            <w:r w:rsidRPr="00710085">
              <w:t>Суханова Людмила Владимировна</w:t>
            </w:r>
          </w:p>
        </w:tc>
        <w:tc>
          <w:tcPr>
            <w:tcW w:w="1417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455227,15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134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276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559" w:type="dxa"/>
            <w:vAlign w:val="center"/>
          </w:tcPr>
          <w:p w:rsidR="00A34EC9" w:rsidRPr="00710085" w:rsidRDefault="00710085" w:rsidP="00710085">
            <w:r w:rsidRPr="00710085">
              <w:t>1)жилой дом</w:t>
            </w:r>
          </w:p>
        </w:tc>
        <w:tc>
          <w:tcPr>
            <w:tcW w:w="992" w:type="dxa"/>
            <w:vAlign w:val="center"/>
          </w:tcPr>
          <w:p w:rsidR="00A34EC9" w:rsidRPr="00710085" w:rsidRDefault="00A34EC9" w:rsidP="007F1800">
            <w:pPr>
              <w:jc w:val="center"/>
            </w:pPr>
            <w:r w:rsidRPr="00710085">
              <w:t xml:space="preserve">70 </w:t>
            </w:r>
          </w:p>
        </w:tc>
        <w:tc>
          <w:tcPr>
            <w:tcW w:w="137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РФ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A34EC9" w:rsidTr="00D8126F">
        <w:tc>
          <w:tcPr>
            <w:tcW w:w="1668" w:type="dxa"/>
          </w:tcPr>
          <w:p w:rsidR="00A34EC9" w:rsidRPr="00D8126F" w:rsidRDefault="00A34EC9" w:rsidP="00EB4FF2">
            <w:proofErr w:type="spellStart"/>
            <w:r w:rsidRPr="00D8126F">
              <w:t>Аранина</w:t>
            </w:r>
            <w:proofErr w:type="spellEnd"/>
            <w:r w:rsidRPr="00D8126F">
              <w:t xml:space="preserve"> Наталья </w:t>
            </w:r>
            <w:proofErr w:type="spellStart"/>
            <w:r w:rsidRPr="00D8126F">
              <w:t>Федосьевна</w:t>
            </w:r>
            <w:proofErr w:type="spellEnd"/>
          </w:p>
        </w:tc>
        <w:tc>
          <w:tcPr>
            <w:tcW w:w="1417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521070,25</w:t>
            </w:r>
          </w:p>
        </w:tc>
        <w:tc>
          <w:tcPr>
            <w:tcW w:w="1559" w:type="dxa"/>
          </w:tcPr>
          <w:p w:rsidR="00A34EC9" w:rsidRPr="00D8126F" w:rsidRDefault="00A34EC9" w:rsidP="004B0BA1">
            <w:r w:rsidRPr="00D8126F">
              <w:t>1)квартира</w:t>
            </w:r>
          </w:p>
          <w:p w:rsidR="00A34EC9" w:rsidRPr="00D8126F" w:rsidRDefault="00A34EC9" w:rsidP="004B0BA1">
            <w:r w:rsidRPr="00D8126F">
              <w:t>2)квартира</w:t>
            </w:r>
          </w:p>
        </w:tc>
        <w:tc>
          <w:tcPr>
            <w:tcW w:w="1134" w:type="dxa"/>
          </w:tcPr>
          <w:p w:rsidR="00A34EC9" w:rsidRPr="00D8126F" w:rsidRDefault="00A34EC9" w:rsidP="004B0BA1">
            <w:r w:rsidRPr="00D8126F">
              <w:t>1)31,8</w:t>
            </w:r>
          </w:p>
          <w:p w:rsidR="00A34EC9" w:rsidRPr="00D8126F" w:rsidRDefault="00A34EC9" w:rsidP="004B0BA1">
            <w:r w:rsidRPr="00D8126F">
              <w:t>2)38</w:t>
            </w:r>
          </w:p>
        </w:tc>
        <w:tc>
          <w:tcPr>
            <w:tcW w:w="1276" w:type="dxa"/>
          </w:tcPr>
          <w:p w:rsidR="00A34EC9" w:rsidRPr="00D8126F" w:rsidRDefault="00A34EC9" w:rsidP="004B0BA1">
            <w:r w:rsidRPr="00D8126F">
              <w:t>1)РФ</w:t>
            </w:r>
          </w:p>
          <w:p w:rsidR="00A34EC9" w:rsidRPr="00D8126F" w:rsidRDefault="00A34EC9" w:rsidP="004B0BA1">
            <w:r w:rsidRPr="00D8126F">
              <w:t>2)РФ</w:t>
            </w:r>
          </w:p>
        </w:tc>
        <w:tc>
          <w:tcPr>
            <w:tcW w:w="1418" w:type="dxa"/>
            <w:vAlign w:val="center"/>
          </w:tcPr>
          <w:p w:rsidR="00A34EC9" w:rsidRPr="00D8126F" w:rsidRDefault="00D8126F" w:rsidP="004B0BA1">
            <w:r w:rsidRPr="00D8126F">
              <w:t>-</w:t>
            </w:r>
          </w:p>
        </w:tc>
        <w:tc>
          <w:tcPr>
            <w:tcW w:w="1559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992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1370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2410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</w:tr>
      <w:tr w:rsidR="00A34EC9" w:rsidTr="00D8126F">
        <w:tc>
          <w:tcPr>
            <w:tcW w:w="1668" w:type="dxa"/>
          </w:tcPr>
          <w:p w:rsidR="00A34EC9" w:rsidRPr="00D8126F" w:rsidRDefault="00A34EC9" w:rsidP="00D8126F">
            <w:r w:rsidRPr="00D8126F">
              <w:t>супруг</w:t>
            </w:r>
          </w:p>
        </w:tc>
        <w:tc>
          <w:tcPr>
            <w:tcW w:w="1417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144000</w:t>
            </w:r>
          </w:p>
        </w:tc>
        <w:tc>
          <w:tcPr>
            <w:tcW w:w="1559" w:type="dxa"/>
          </w:tcPr>
          <w:p w:rsidR="00A34EC9" w:rsidRPr="00D8126F" w:rsidRDefault="00EB4FF2" w:rsidP="00D8126F">
            <w:r>
              <w:t>1)</w:t>
            </w:r>
            <w:r w:rsidR="00A34EC9" w:rsidRPr="00D8126F">
              <w:t>квартира</w:t>
            </w:r>
          </w:p>
        </w:tc>
        <w:tc>
          <w:tcPr>
            <w:tcW w:w="1134" w:type="dxa"/>
            <w:vAlign w:val="center"/>
          </w:tcPr>
          <w:p w:rsidR="00A34EC9" w:rsidRPr="00D8126F" w:rsidRDefault="00A34EC9" w:rsidP="004B0BA1">
            <w:r w:rsidRPr="00D8126F">
              <w:t>38</w:t>
            </w:r>
          </w:p>
        </w:tc>
        <w:tc>
          <w:tcPr>
            <w:tcW w:w="1276" w:type="dxa"/>
            <w:vAlign w:val="center"/>
          </w:tcPr>
          <w:p w:rsidR="00A34EC9" w:rsidRPr="00D8126F" w:rsidRDefault="00A34EC9" w:rsidP="004B0BA1">
            <w:r w:rsidRPr="00D8126F">
              <w:t>РФ</w:t>
            </w:r>
          </w:p>
        </w:tc>
        <w:tc>
          <w:tcPr>
            <w:tcW w:w="1418" w:type="dxa"/>
            <w:vAlign w:val="center"/>
          </w:tcPr>
          <w:p w:rsidR="00A34EC9" w:rsidRPr="00D8126F" w:rsidRDefault="00A34EC9" w:rsidP="004B0BA1">
            <w:r w:rsidRPr="00D8126F">
              <w:t>ВАЗ 21093</w:t>
            </w:r>
          </w:p>
        </w:tc>
        <w:tc>
          <w:tcPr>
            <w:tcW w:w="1559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992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1370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  <w:tc>
          <w:tcPr>
            <w:tcW w:w="2410" w:type="dxa"/>
            <w:vAlign w:val="center"/>
          </w:tcPr>
          <w:p w:rsidR="00A34EC9" w:rsidRPr="00D8126F" w:rsidRDefault="00A34EC9" w:rsidP="004B0BA1">
            <w:pPr>
              <w:jc w:val="center"/>
            </w:pPr>
            <w:r w:rsidRPr="00D8126F">
              <w:t>-</w:t>
            </w:r>
          </w:p>
        </w:tc>
      </w:tr>
      <w:tr w:rsidR="00A34EC9" w:rsidTr="00EB4FF2">
        <w:tc>
          <w:tcPr>
            <w:tcW w:w="1668" w:type="dxa"/>
          </w:tcPr>
          <w:p w:rsidR="00A34EC9" w:rsidRPr="00EB4FF2" w:rsidRDefault="00A34EC9" w:rsidP="00EB4FF2">
            <w:r w:rsidRPr="00EB4FF2">
              <w:t>Ваулина Елена Николаевна</w:t>
            </w:r>
          </w:p>
        </w:tc>
        <w:tc>
          <w:tcPr>
            <w:tcW w:w="1417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417444,37</w:t>
            </w:r>
          </w:p>
        </w:tc>
        <w:tc>
          <w:tcPr>
            <w:tcW w:w="1559" w:type="dxa"/>
            <w:vAlign w:val="center"/>
          </w:tcPr>
          <w:p w:rsidR="00A34EC9" w:rsidRPr="00EB4FF2" w:rsidRDefault="00EB4FF2" w:rsidP="00EB4FF2">
            <w:r w:rsidRPr="00EB4FF2">
              <w:t>1)</w:t>
            </w:r>
            <w:r w:rsidR="00A34EC9" w:rsidRPr="00EB4FF2">
              <w:t>квартира</w:t>
            </w:r>
          </w:p>
        </w:tc>
        <w:tc>
          <w:tcPr>
            <w:tcW w:w="1134" w:type="dxa"/>
            <w:vAlign w:val="center"/>
          </w:tcPr>
          <w:p w:rsidR="00A34EC9" w:rsidRPr="00EB4FF2" w:rsidRDefault="00A34EC9" w:rsidP="00EB4FF2">
            <w:r w:rsidRPr="00EB4FF2">
              <w:t xml:space="preserve">81 </w:t>
            </w:r>
          </w:p>
        </w:tc>
        <w:tc>
          <w:tcPr>
            <w:tcW w:w="1276" w:type="dxa"/>
            <w:vAlign w:val="center"/>
          </w:tcPr>
          <w:p w:rsidR="00A34EC9" w:rsidRPr="00EB4FF2" w:rsidRDefault="00A34EC9" w:rsidP="004B0BA1">
            <w:r w:rsidRPr="00EB4FF2">
              <w:t>РФ</w:t>
            </w:r>
          </w:p>
        </w:tc>
        <w:tc>
          <w:tcPr>
            <w:tcW w:w="1418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992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37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241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</w:tr>
      <w:tr w:rsidR="00A34EC9" w:rsidTr="00EB4FF2">
        <w:tc>
          <w:tcPr>
            <w:tcW w:w="1668" w:type="dxa"/>
          </w:tcPr>
          <w:p w:rsidR="00A34EC9" w:rsidRPr="00EB4FF2" w:rsidRDefault="00A34EC9" w:rsidP="00EB4FF2">
            <w:r w:rsidRPr="00EB4FF2">
              <w:t>супруг</w:t>
            </w:r>
          </w:p>
        </w:tc>
        <w:tc>
          <w:tcPr>
            <w:tcW w:w="1417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165663,19</w:t>
            </w:r>
          </w:p>
        </w:tc>
        <w:tc>
          <w:tcPr>
            <w:tcW w:w="1559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134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276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418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A34EC9" w:rsidRPr="00EB4FF2" w:rsidRDefault="00EB4FF2" w:rsidP="00EB4FF2">
            <w:r w:rsidRPr="00EB4FF2">
              <w:t>1)к</w:t>
            </w:r>
            <w:r w:rsidR="00A34EC9" w:rsidRPr="00EB4FF2">
              <w:t>вартира</w:t>
            </w:r>
          </w:p>
        </w:tc>
        <w:tc>
          <w:tcPr>
            <w:tcW w:w="992" w:type="dxa"/>
            <w:vAlign w:val="center"/>
          </w:tcPr>
          <w:p w:rsidR="00A34EC9" w:rsidRPr="00EB4FF2" w:rsidRDefault="00A34EC9" w:rsidP="007F1800">
            <w:pPr>
              <w:jc w:val="center"/>
            </w:pPr>
            <w:r w:rsidRPr="00EB4FF2">
              <w:t xml:space="preserve">81 </w:t>
            </w:r>
          </w:p>
        </w:tc>
        <w:tc>
          <w:tcPr>
            <w:tcW w:w="137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РФ</w:t>
            </w:r>
          </w:p>
        </w:tc>
        <w:tc>
          <w:tcPr>
            <w:tcW w:w="241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</w:tr>
      <w:tr w:rsidR="00A34EC9" w:rsidTr="00EB4FF2">
        <w:tc>
          <w:tcPr>
            <w:tcW w:w="1668" w:type="dxa"/>
          </w:tcPr>
          <w:p w:rsidR="00A34EC9" w:rsidRPr="00EB4FF2" w:rsidRDefault="00A34EC9" w:rsidP="00EB4FF2">
            <w:r w:rsidRPr="00EB4FF2">
              <w:t>дочь</w:t>
            </w:r>
          </w:p>
        </w:tc>
        <w:tc>
          <w:tcPr>
            <w:tcW w:w="1417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134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276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418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A34EC9" w:rsidRPr="00EB4FF2" w:rsidRDefault="00EB4FF2" w:rsidP="00EB4FF2">
            <w:r w:rsidRPr="00EB4FF2">
              <w:t>1)к</w:t>
            </w:r>
            <w:r w:rsidR="00A34EC9" w:rsidRPr="00EB4FF2">
              <w:t>вартира</w:t>
            </w:r>
          </w:p>
        </w:tc>
        <w:tc>
          <w:tcPr>
            <w:tcW w:w="992" w:type="dxa"/>
            <w:vAlign w:val="center"/>
          </w:tcPr>
          <w:p w:rsidR="00A34EC9" w:rsidRPr="00EB4FF2" w:rsidRDefault="00A34EC9" w:rsidP="007F1800">
            <w:pPr>
              <w:jc w:val="center"/>
            </w:pPr>
            <w:r w:rsidRPr="00EB4FF2">
              <w:t xml:space="preserve">81 </w:t>
            </w:r>
          </w:p>
        </w:tc>
        <w:tc>
          <w:tcPr>
            <w:tcW w:w="137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РФ</w:t>
            </w:r>
          </w:p>
        </w:tc>
        <w:tc>
          <w:tcPr>
            <w:tcW w:w="241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</w:tr>
      <w:tr w:rsidR="00A34EC9" w:rsidTr="00710085">
        <w:tc>
          <w:tcPr>
            <w:tcW w:w="1668" w:type="dxa"/>
            <w:vAlign w:val="center"/>
          </w:tcPr>
          <w:p w:rsidR="00A34EC9" w:rsidRPr="007F1800" w:rsidRDefault="00A34EC9" w:rsidP="007F1800">
            <w:proofErr w:type="spellStart"/>
            <w:r w:rsidRPr="007F1800">
              <w:t>Ланская</w:t>
            </w:r>
            <w:proofErr w:type="spellEnd"/>
            <w:r w:rsidRPr="007F1800">
              <w:t xml:space="preserve"> Ирина Анатольевна</w:t>
            </w:r>
          </w:p>
        </w:tc>
        <w:tc>
          <w:tcPr>
            <w:tcW w:w="1417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338720,04</w:t>
            </w:r>
          </w:p>
        </w:tc>
        <w:tc>
          <w:tcPr>
            <w:tcW w:w="1559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134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276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418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559" w:type="dxa"/>
            <w:vAlign w:val="center"/>
          </w:tcPr>
          <w:p w:rsidR="00A34EC9" w:rsidRPr="007F1800" w:rsidRDefault="007F1800" w:rsidP="007F1800">
            <w:pPr>
              <w:jc w:val="center"/>
            </w:pPr>
            <w:r w:rsidRPr="007F1800">
              <w:t>1)ж</w:t>
            </w:r>
            <w:r w:rsidR="00A34EC9" w:rsidRPr="007F1800">
              <w:t>илой дом</w:t>
            </w:r>
          </w:p>
        </w:tc>
        <w:tc>
          <w:tcPr>
            <w:tcW w:w="992" w:type="dxa"/>
            <w:vAlign w:val="center"/>
          </w:tcPr>
          <w:p w:rsidR="00A34EC9" w:rsidRPr="007F1800" w:rsidRDefault="00A34EC9" w:rsidP="007F1800">
            <w:pPr>
              <w:jc w:val="center"/>
            </w:pPr>
            <w:r w:rsidRPr="007F1800">
              <w:t xml:space="preserve">55 </w:t>
            </w:r>
          </w:p>
        </w:tc>
        <w:tc>
          <w:tcPr>
            <w:tcW w:w="137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РФ</w:t>
            </w:r>
          </w:p>
        </w:tc>
        <w:tc>
          <w:tcPr>
            <w:tcW w:w="241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</w:tr>
      <w:tr w:rsidR="00A34EC9" w:rsidTr="007F1800">
        <w:tc>
          <w:tcPr>
            <w:tcW w:w="1668" w:type="dxa"/>
          </w:tcPr>
          <w:p w:rsidR="00A34EC9" w:rsidRPr="007F1800" w:rsidRDefault="00A34EC9" w:rsidP="007F1800">
            <w:r w:rsidRPr="007F1800">
              <w:t>Позднякова Любовь Владимировна</w:t>
            </w:r>
          </w:p>
        </w:tc>
        <w:tc>
          <w:tcPr>
            <w:tcW w:w="1417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508415,58</w:t>
            </w:r>
          </w:p>
        </w:tc>
        <w:tc>
          <w:tcPr>
            <w:tcW w:w="1559" w:type="dxa"/>
          </w:tcPr>
          <w:p w:rsidR="00A34EC9" w:rsidRPr="007F1800" w:rsidRDefault="00A34EC9" w:rsidP="007F1800">
            <w:r w:rsidRPr="007F1800">
              <w:t>1)квартира</w:t>
            </w:r>
          </w:p>
          <w:p w:rsidR="00A34EC9" w:rsidRPr="007F1800" w:rsidRDefault="00A34EC9" w:rsidP="007F1800"/>
        </w:tc>
        <w:tc>
          <w:tcPr>
            <w:tcW w:w="1134" w:type="dxa"/>
          </w:tcPr>
          <w:p w:rsidR="00A34EC9" w:rsidRPr="007F1800" w:rsidRDefault="00A34EC9" w:rsidP="007F1800">
            <w:r w:rsidRPr="007F1800">
              <w:t>1)95,7</w:t>
            </w:r>
          </w:p>
          <w:p w:rsidR="00A34EC9" w:rsidRPr="007F1800" w:rsidRDefault="00A34EC9" w:rsidP="007F1800"/>
        </w:tc>
        <w:tc>
          <w:tcPr>
            <w:tcW w:w="1276" w:type="dxa"/>
          </w:tcPr>
          <w:p w:rsidR="00A34EC9" w:rsidRPr="007F1800" w:rsidRDefault="00A34EC9" w:rsidP="007F1800">
            <w:r w:rsidRPr="007F1800">
              <w:t>1)РФ</w:t>
            </w:r>
          </w:p>
          <w:p w:rsidR="00A34EC9" w:rsidRPr="007F1800" w:rsidRDefault="00A34EC9" w:rsidP="007F1800"/>
        </w:tc>
        <w:tc>
          <w:tcPr>
            <w:tcW w:w="1418" w:type="dxa"/>
            <w:vAlign w:val="center"/>
          </w:tcPr>
          <w:p w:rsidR="00A34EC9" w:rsidRPr="007F1800" w:rsidRDefault="00A34EC9" w:rsidP="007F1800">
            <w:pPr>
              <w:jc w:val="center"/>
            </w:pPr>
            <w:r w:rsidRPr="007F1800">
              <w:t>-</w:t>
            </w:r>
          </w:p>
        </w:tc>
        <w:tc>
          <w:tcPr>
            <w:tcW w:w="1559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992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37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241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</w:tr>
      <w:tr w:rsidR="00A34EC9" w:rsidTr="007F1800">
        <w:tc>
          <w:tcPr>
            <w:tcW w:w="1668" w:type="dxa"/>
          </w:tcPr>
          <w:p w:rsidR="00A34EC9" w:rsidRPr="007F1800" w:rsidRDefault="00A34EC9" w:rsidP="007F1800">
            <w:r w:rsidRPr="007F1800">
              <w:t>супруг</w:t>
            </w:r>
          </w:p>
        </w:tc>
        <w:tc>
          <w:tcPr>
            <w:tcW w:w="1417" w:type="dxa"/>
          </w:tcPr>
          <w:p w:rsidR="00A34EC9" w:rsidRPr="007F1800" w:rsidRDefault="00A34EC9" w:rsidP="004B0BA1">
            <w:pPr>
              <w:jc w:val="center"/>
            </w:pPr>
            <w:r w:rsidRPr="007F1800">
              <w:t>250312,59</w:t>
            </w:r>
          </w:p>
        </w:tc>
        <w:tc>
          <w:tcPr>
            <w:tcW w:w="1559" w:type="dxa"/>
          </w:tcPr>
          <w:p w:rsidR="00A34EC9" w:rsidRPr="007F1800" w:rsidRDefault="00A34EC9" w:rsidP="007F1800">
            <w:r w:rsidRPr="007F1800">
              <w:t>1)земельный участок</w:t>
            </w:r>
          </w:p>
          <w:p w:rsidR="00A34EC9" w:rsidRPr="007F1800" w:rsidRDefault="00A34EC9" w:rsidP="007F1800">
            <w:r w:rsidRPr="007F1800">
              <w:t>2)квартира</w:t>
            </w:r>
          </w:p>
          <w:p w:rsidR="00A34EC9" w:rsidRPr="007F1800" w:rsidRDefault="00A34EC9" w:rsidP="007F1800"/>
        </w:tc>
        <w:tc>
          <w:tcPr>
            <w:tcW w:w="1134" w:type="dxa"/>
          </w:tcPr>
          <w:p w:rsidR="00A34EC9" w:rsidRPr="007F1800" w:rsidRDefault="00A34EC9" w:rsidP="007F1800">
            <w:r w:rsidRPr="007F1800">
              <w:t>1)1600</w:t>
            </w:r>
          </w:p>
          <w:p w:rsidR="007F1800" w:rsidRPr="007F1800" w:rsidRDefault="007F1800" w:rsidP="007F1800"/>
          <w:p w:rsidR="00A34EC9" w:rsidRPr="007F1800" w:rsidRDefault="00A34EC9" w:rsidP="007F1800">
            <w:r w:rsidRPr="007F1800">
              <w:t>2)68,7</w:t>
            </w:r>
          </w:p>
          <w:p w:rsidR="00A34EC9" w:rsidRPr="007F1800" w:rsidRDefault="00A34EC9" w:rsidP="007F1800"/>
        </w:tc>
        <w:tc>
          <w:tcPr>
            <w:tcW w:w="1276" w:type="dxa"/>
          </w:tcPr>
          <w:p w:rsidR="00A34EC9" w:rsidRPr="007F1800" w:rsidRDefault="00A34EC9" w:rsidP="007F1800">
            <w:r w:rsidRPr="007F1800">
              <w:t>1)РФ</w:t>
            </w:r>
          </w:p>
          <w:p w:rsidR="007F1800" w:rsidRPr="007F1800" w:rsidRDefault="007F1800" w:rsidP="007F1800"/>
          <w:p w:rsidR="00A34EC9" w:rsidRPr="007F1800" w:rsidRDefault="00A34EC9" w:rsidP="007F1800">
            <w:r w:rsidRPr="007F1800">
              <w:t>2)РФ</w:t>
            </w:r>
          </w:p>
          <w:p w:rsidR="00A34EC9" w:rsidRPr="007F1800" w:rsidRDefault="00A34EC9" w:rsidP="007F1800"/>
        </w:tc>
        <w:tc>
          <w:tcPr>
            <w:tcW w:w="1418" w:type="dxa"/>
          </w:tcPr>
          <w:p w:rsidR="00A34EC9" w:rsidRPr="007F1800" w:rsidRDefault="00A34EC9" w:rsidP="007F1800">
            <w:r w:rsidRPr="007F1800">
              <w:t>1) УАЗ 469</w:t>
            </w:r>
          </w:p>
          <w:p w:rsidR="00A34EC9" w:rsidRPr="007F1800" w:rsidRDefault="00A34EC9" w:rsidP="007F1800">
            <w:r w:rsidRPr="007F1800">
              <w:t>2)</w:t>
            </w:r>
            <w:proofErr w:type="spellStart"/>
            <w:r w:rsidRPr="007F1800">
              <w:rPr>
                <w:lang w:val="en-US"/>
              </w:rPr>
              <w:t>Lada</w:t>
            </w:r>
            <w:proofErr w:type="spellEnd"/>
            <w:r w:rsidRPr="007F1800">
              <w:t xml:space="preserve"> </w:t>
            </w:r>
            <w:proofErr w:type="spellStart"/>
            <w:r w:rsidRPr="007F1800">
              <w:rPr>
                <w:lang w:val="en-US"/>
              </w:rPr>
              <w:t>Priora</w:t>
            </w:r>
            <w:proofErr w:type="spellEnd"/>
          </w:p>
          <w:p w:rsidR="00A34EC9" w:rsidRPr="007F1800" w:rsidRDefault="00A34EC9" w:rsidP="007F1800">
            <w:r w:rsidRPr="007F1800">
              <w:t xml:space="preserve">3) Трактор </w:t>
            </w:r>
            <w:r w:rsidRPr="007F1800">
              <w:lastRenderedPageBreak/>
              <w:t>Т-16м</w:t>
            </w:r>
          </w:p>
        </w:tc>
        <w:tc>
          <w:tcPr>
            <w:tcW w:w="1559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t>-</w:t>
            </w:r>
          </w:p>
        </w:tc>
        <w:tc>
          <w:tcPr>
            <w:tcW w:w="1370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</w:tr>
      <w:tr w:rsidR="00A34EC9" w:rsidTr="000C0A55">
        <w:tc>
          <w:tcPr>
            <w:tcW w:w="1668" w:type="dxa"/>
          </w:tcPr>
          <w:p w:rsidR="00A34EC9" w:rsidRPr="00B75481" w:rsidRDefault="00A34EC9" w:rsidP="007F1800">
            <w:r>
              <w:lastRenderedPageBreak/>
              <w:t>Михайлова Елена Александровна</w:t>
            </w:r>
          </w:p>
        </w:tc>
        <w:tc>
          <w:tcPr>
            <w:tcW w:w="1417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70508,66</w:t>
            </w:r>
          </w:p>
        </w:tc>
        <w:tc>
          <w:tcPr>
            <w:tcW w:w="1559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34EC9" w:rsidRDefault="000C0A55" w:rsidP="000C0A55">
            <w:r>
              <w:t>1)земельный участок</w:t>
            </w:r>
          </w:p>
          <w:p w:rsidR="000C0A55" w:rsidRPr="00B75481" w:rsidRDefault="000C0A55" w:rsidP="000C0A55">
            <w:r>
              <w:t>2)жилой дом</w:t>
            </w:r>
          </w:p>
        </w:tc>
        <w:tc>
          <w:tcPr>
            <w:tcW w:w="992" w:type="dxa"/>
          </w:tcPr>
          <w:p w:rsidR="00A34EC9" w:rsidRDefault="000C0A55" w:rsidP="000C0A55">
            <w:r>
              <w:t>1)100</w:t>
            </w:r>
          </w:p>
          <w:p w:rsidR="000C0A55" w:rsidRDefault="000C0A55" w:rsidP="000C0A55"/>
          <w:p w:rsidR="000C0A55" w:rsidRPr="00B75481" w:rsidRDefault="000C0A55" w:rsidP="000C0A55">
            <w:r>
              <w:t>2)42</w:t>
            </w:r>
          </w:p>
        </w:tc>
        <w:tc>
          <w:tcPr>
            <w:tcW w:w="1370" w:type="dxa"/>
          </w:tcPr>
          <w:p w:rsidR="00A34EC9" w:rsidRDefault="000C0A55" w:rsidP="000C0A55">
            <w:r>
              <w:t>1)РФ</w:t>
            </w:r>
          </w:p>
          <w:p w:rsidR="000C0A55" w:rsidRDefault="000C0A55" w:rsidP="000C0A55"/>
          <w:p w:rsidR="000C0A55" w:rsidRPr="00B75481" w:rsidRDefault="000C0A55" w:rsidP="000C0A55">
            <w:r>
              <w:t>2)РФ</w:t>
            </w:r>
          </w:p>
        </w:tc>
        <w:tc>
          <w:tcPr>
            <w:tcW w:w="2410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0C0A55" w:rsidTr="004E4BE5">
        <w:tc>
          <w:tcPr>
            <w:tcW w:w="1668" w:type="dxa"/>
          </w:tcPr>
          <w:p w:rsidR="000C0A55" w:rsidRPr="00B75481" w:rsidRDefault="000C0A55" w:rsidP="007F1800">
            <w:r>
              <w:t>супруг</w:t>
            </w:r>
          </w:p>
        </w:tc>
        <w:tc>
          <w:tcPr>
            <w:tcW w:w="1417" w:type="dxa"/>
            <w:vAlign w:val="center"/>
          </w:tcPr>
          <w:p w:rsidR="000C0A55" w:rsidRPr="00B75481" w:rsidRDefault="006B1F5F" w:rsidP="00656B82">
            <w:pPr>
              <w:jc w:val="center"/>
            </w:pPr>
            <w:r>
              <w:t>7</w:t>
            </w:r>
            <w:r w:rsidR="00656B82">
              <w:t>52726</w:t>
            </w:r>
            <w:r>
              <w:t>,</w:t>
            </w:r>
            <w:r w:rsidR="00656B82">
              <w:t>00</w:t>
            </w:r>
          </w:p>
        </w:tc>
        <w:tc>
          <w:tcPr>
            <w:tcW w:w="1559" w:type="dxa"/>
            <w:vAlign w:val="center"/>
          </w:tcPr>
          <w:p w:rsidR="000C0A55" w:rsidRPr="00B75481" w:rsidRDefault="007D652C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C0A55" w:rsidRPr="00B75481" w:rsidRDefault="007D652C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C0A55" w:rsidRPr="00B75481" w:rsidRDefault="007D652C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0C0A55" w:rsidRPr="00B75481" w:rsidRDefault="007D652C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C0A55" w:rsidRDefault="000C0A55" w:rsidP="004E4BE5">
            <w:r>
              <w:t>1)земельный участок</w:t>
            </w:r>
          </w:p>
          <w:p w:rsidR="000C0A55" w:rsidRPr="00B75481" w:rsidRDefault="000C0A55" w:rsidP="004E4BE5">
            <w:r>
              <w:t>2)жилой дом</w:t>
            </w:r>
          </w:p>
        </w:tc>
        <w:tc>
          <w:tcPr>
            <w:tcW w:w="992" w:type="dxa"/>
          </w:tcPr>
          <w:p w:rsidR="000C0A55" w:rsidRDefault="000C0A55" w:rsidP="004E4BE5">
            <w:r>
              <w:t>1)100</w:t>
            </w:r>
          </w:p>
          <w:p w:rsidR="000C0A55" w:rsidRDefault="000C0A55" w:rsidP="004E4BE5"/>
          <w:p w:rsidR="000C0A55" w:rsidRPr="00B75481" w:rsidRDefault="000C0A55" w:rsidP="004E4BE5">
            <w:r>
              <w:t>2)42</w:t>
            </w:r>
          </w:p>
        </w:tc>
        <w:tc>
          <w:tcPr>
            <w:tcW w:w="1370" w:type="dxa"/>
          </w:tcPr>
          <w:p w:rsidR="000C0A55" w:rsidRDefault="000C0A55" w:rsidP="004E4BE5">
            <w:r>
              <w:t>1)РФ</w:t>
            </w:r>
          </w:p>
          <w:p w:rsidR="000C0A55" w:rsidRDefault="000C0A55" w:rsidP="004E4BE5"/>
          <w:p w:rsidR="000C0A55" w:rsidRPr="00B75481" w:rsidRDefault="000C0A55" w:rsidP="004E4BE5">
            <w:r>
              <w:t>2)РФ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0C0A55" w:rsidTr="004E4BE5">
        <w:tc>
          <w:tcPr>
            <w:tcW w:w="1668" w:type="dxa"/>
          </w:tcPr>
          <w:p w:rsidR="000C0A55" w:rsidRPr="00B75481" w:rsidRDefault="000C0A55" w:rsidP="007F1800">
            <w:r>
              <w:t>сын</w:t>
            </w:r>
          </w:p>
        </w:tc>
        <w:tc>
          <w:tcPr>
            <w:tcW w:w="1417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C0A55" w:rsidRDefault="000C0A55" w:rsidP="004E4BE5">
            <w:r>
              <w:t>1)земельный участок</w:t>
            </w:r>
          </w:p>
          <w:p w:rsidR="000C0A55" w:rsidRPr="00B75481" w:rsidRDefault="000C0A55" w:rsidP="004E4BE5">
            <w:r>
              <w:t>2)жилой дом</w:t>
            </w:r>
          </w:p>
        </w:tc>
        <w:tc>
          <w:tcPr>
            <w:tcW w:w="992" w:type="dxa"/>
          </w:tcPr>
          <w:p w:rsidR="000C0A55" w:rsidRDefault="000C0A55" w:rsidP="004E4BE5">
            <w:r>
              <w:t>1)100</w:t>
            </w:r>
          </w:p>
          <w:p w:rsidR="000C0A55" w:rsidRDefault="000C0A55" w:rsidP="004E4BE5"/>
          <w:p w:rsidR="000C0A55" w:rsidRPr="00B75481" w:rsidRDefault="000C0A55" w:rsidP="004E4BE5">
            <w:r>
              <w:t>2)42</w:t>
            </w:r>
          </w:p>
        </w:tc>
        <w:tc>
          <w:tcPr>
            <w:tcW w:w="1370" w:type="dxa"/>
          </w:tcPr>
          <w:p w:rsidR="000C0A55" w:rsidRDefault="000C0A55" w:rsidP="004E4BE5">
            <w:r>
              <w:t>1)РФ</w:t>
            </w:r>
          </w:p>
          <w:p w:rsidR="000C0A55" w:rsidRDefault="000C0A55" w:rsidP="004E4BE5"/>
          <w:p w:rsidR="000C0A55" w:rsidRPr="00B75481" w:rsidRDefault="000C0A55" w:rsidP="004E4BE5">
            <w:r>
              <w:t>2)РФ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0C0A55" w:rsidTr="004E4BE5">
        <w:tc>
          <w:tcPr>
            <w:tcW w:w="1668" w:type="dxa"/>
          </w:tcPr>
          <w:p w:rsidR="000C0A55" w:rsidRPr="00B75481" w:rsidRDefault="000C0A55" w:rsidP="007F1800">
            <w:r>
              <w:t>сын</w:t>
            </w:r>
          </w:p>
        </w:tc>
        <w:tc>
          <w:tcPr>
            <w:tcW w:w="1417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C0A55" w:rsidRDefault="000C0A55" w:rsidP="004E4BE5">
            <w:r>
              <w:t>1)земельный участок</w:t>
            </w:r>
          </w:p>
          <w:p w:rsidR="000C0A55" w:rsidRPr="00B75481" w:rsidRDefault="000C0A55" w:rsidP="004E4BE5">
            <w:r>
              <w:t>2)жилой дом</w:t>
            </w:r>
          </w:p>
        </w:tc>
        <w:tc>
          <w:tcPr>
            <w:tcW w:w="992" w:type="dxa"/>
          </w:tcPr>
          <w:p w:rsidR="000C0A55" w:rsidRDefault="000C0A55" w:rsidP="004E4BE5">
            <w:r>
              <w:t>1)100</w:t>
            </w:r>
          </w:p>
          <w:p w:rsidR="000C0A55" w:rsidRDefault="000C0A55" w:rsidP="004E4BE5"/>
          <w:p w:rsidR="000C0A55" w:rsidRPr="00B75481" w:rsidRDefault="000C0A55" w:rsidP="004E4BE5">
            <w:r>
              <w:t>2)42</w:t>
            </w:r>
          </w:p>
        </w:tc>
        <w:tc>
          <w:tcPr>
            <w:tcW w:w="1370" w:type="dxa"/>
          </w:tcPr>
          <w:p w:rsidR="000C0A55" w:rsidRDefault="000C0A55" w:rsidP="004E4BE5">
            <w:r>
              <w:t>1)РФ</w:t>
            </w:r>
          </w:p>
          <w:p w:rsidR="000C0A55" w:rsidRDefault="000C0A55" w:rsidP="004E4BE5"/>
          <w:p w:rsidR="000C0A55" w:rsidRPr="00B75481" w:rsidRDefault="000C0A55" w:rsidP="004E4BE5">
            <w:r>
              <w:t>2)РФ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0C0A55" w:rsidTr="00531B46">
        <w:tc>
          <w:tcPr>
            <w:tcW w:w="1668" w:type="dxa"/>
          </w:tcPr>
          <w:p w:rsidR="000C0A55" w:rsidRPr="00B75481" w:rsidRDefault="000C0A55" w:rsidP="0030242D">
            <w:r>
              <w:t>Шергина Валентина Иннокентьевна</w:t>
            </w:r>
          </w:p>
        </w:tc>
        <w:tc>
          <w:tcPr>
            <w:tcW w:w="1417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418008,02</w:t>
            </w:r>
          </w:p>
        </w:tc>
        <w:tc>
          <w:tcPr>
            <w:tcW w:w="1559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1)квартира</w:t>
            </w:r>
          </w:p>
        </w:tc>
        <w:tc>
          <w:tcPr>
            <w:tcW w:w="1134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75,5</w:t>
            </w:r>
          </w:p>
        </w:tc>
        <w:tc>
          <w:tcPr>
            <w:tcW w:w="1276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РФ</w:t>
            </w:r>
          </w:p>
        </w:tc>
        <w:tc>
          <w:tcPr>
            <w:tcW w:w="1418" w:type="dxa"/>
            <w:vAlign w:val="center"/>
          </w:tcPr>
          <w:p w:rsidR="000C0A55" w:rsidRPr="00B75481" w:rsidRDefault="00531B46" w:rsidP="00531B46">
            <w:r>
              <w:t>1)ВАЗ-2102</w:t>
            </w:r>
          </w:p>
        </w:tc>
        <w:tc>
          <w:tcPr>
            <w:tcW w:w="1559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-</w:t>
            </w:r>
          </w:p>
        </w:tc>
        <w:tc>
          <w:tcPr>
            <w:tcW w:w="1370" w:type="dxa"/>
            <w:vAlign w:val="center"/>
          </w:tcPr>
          <w:p w:rsidR="000C0A55" w:rsidRPr="00B75481" w:rsidRDefault="00531B46" w:rsidP="004B0BA1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531B46" w:rsidTr="00531B46">
        <w:tc>
          <w:tcPr>
            <w:tcW w:w="1668" w:type="dxa"/>
          </w:tcPr>
          <w:p w:rsidR="00531B46" w:rsidRPr="006408FE" w:rsidRDefault="00531B46" w:rsidP="0030242D">
            <w:r>
              <w:t>супруг</w:t>
            </w:r>
          </w:p>
        </w:tc>
        <w:tc>
          <w:tcPr>
            <w:tcW w:w="1417" w:type="dxa"/>
            <w:vAlign w:val="center"/>
          </w:tcPr>
          <w:p w:rsidR="00531B46" w:rsidRPr="006408FE" w:rsidRDefault="00531B46" w:rsidP="004B0BA1">
            <w:r>
              <w:t>297412,05</w:t>
            </w:r>
          </w:p>
        </w:tc>
        <w:tc>
          <w:tcPr>
            <w:tcW w:w="1559" w:type="dxa"/>
            <w:vAlign w:val="center"/>
          </w:tcPr>
          <w:p w:rsidR="00531B46" w:rsidRDefault="00531B46" w:rsidP="004B0BA1">
            <w:r>
              <w:t>1)земельный участок</w:t>
            </w:r>
          </w:p>
          <w:p w:rsidR="00531B46" w:rsidRDefault="00531B46" w:rsidP="004B0BA1">
            <w:r>
              <w:t>2)жилой дом</w:t>
            </w:r>
          </w:p>
          <w:p w:rsidR="00531B46" w:rsidRPr="006408FE" w:rsidRDefault="00531B46" w:rsidP="004B0BA1">
            <w:r>
              <w:t>3)квартира</w:t>
            </w:r>
          </w:p>
        </w:tc>
        <w:tc>
          <w:tcPr>
            <w:tcW w:w="1134" w:type="dxa"/>
          </w:tcPr>
          <w:p w:rsidR="00531B46" w:rsidRDefault="00531B46" w:rsidP="004B0BA1">
            <w:r>
              <w:t>1)998</w:t>
            </w:r>
          </w:p>
          <w:p w:rsidR="00531B46" w:rsidRDefault="00531B46" w:rsidP="004B0BA1"/>
          <w:p w:rsidR="00531B46" w:rsidRDefault="00531B46" w:rsidP="004B0BA1">
            <w:r>
              <w:t>2)46,3</w:t>
            </w:r>
          </w:p>
          <w:p w:rsidR="00531B46" w:rsidRPr="006408FE" w:rsidRDefault="00531B46" w:rsidP="004B0BA1">
            <w:r>
              <w:t>3)75,5</w:t>
            </w:r>
          </w:p>
        </w:tc>
        <w:tc>
          <w:tcPr>
            <w:tcW w:w="1276" w:type="dxa"/>
            <w:vAlign w:val="center"/>
          </w:tcPr>
          <w:p w:rsidR="00531B46" w:rsidRDefault="00531B46" w:rsidP="00531B46">
            <w:r>
              <w:t>1)РФ</w:t>
            </w:r>
          </w:p>
          <w:p w:rsidR="00531B46" w:rsidRDefault="00531B46" w:rsidP="00531B46"/>
          <w:p w:rsidR="00531B46" w:rsidRDefault="00531B46" w:rsidP="00531B46">
            <w:r>
              <w:t>2)РФ</w:t>
            </w:r>
          </w:p>
          <w:p w:rsidR="00531B46" w:rsidRPr="006408FE" w:rsidRDefault="00531B46" w:rsidP="00531B46">
            <w:r>
              <w:t>3)РФ</w:t>
            </w:r>
          </w:p>
        </w:tc>
        <w:tc>
          <w:tcPr>
            <w:tcW w:w="1418" w:type="dxa"/>
            <w:vAlign w:val="center"/>
          </w:tcPr>
          <w:p w:rsidR="00531B46" w:rsidRPr="006408FE" w:rsidRDefault="00531B46" w:rsidP="004B0BA1">
            <w:r>
              <w:t>1)ГАЗ-31105</w:t>
            </w:r>
          </w:p>
        </w:tc>
        <w:tc>
          <w:tcPr>
            <w:tcW w:w="1559" w:type="dxa"/>
            <w:vAlign w:val="center"/>
          </w:tcPr>
          <w:p w:rsidR="00531B46" w:rsidRPr="00B75481" w:rsidRDefault="00531B46" w:rsidP="004E4BE5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531B46" w:rsidRPr="00B75481" w:rsidRDefault="00531B46" w:rsidP="004E4BE5">
            <w:pPr>
              <w:jc w:val="center"/>
            </w:pPr>
            <w:r>
              <w:t>-</w:t>
            </w:r>
          </w:p>
        </w:tc>
        <w:tc>
          <w:tcPr>
            <w:tcW w:w="1370" w:type="dxa"/>
            <w:vAlign w:val="center"/>
          </w:tcPr>
          <w:p w:rsidR="00531B46" w:rsidRPr="00B75481" w:rsidRDefault="00531B46" w:rsidP="004E4BE5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531B46" w:rsidRPr="00B75481" w:rsidRDefault="00531B46" w:rsidP="004E4BE5">
            <w:pPr>
              <w:jc w:val="center"/>
            </w:pPr>
            <w:r>
              <w:t>-</w:t>
            </w:r>
          </w:p>
        </w:tc>
      </w:tr>
      <w:tr w:rsidR="000C0A55" w:rsidTr="0030242D">
        <w:tc>
          <w:tcPr>
            <w:tcW w:w="1668" w:type="dxa"/>
          </w:tcPr>
          <w:p w:rsidR="000C0A55" w:rsidRPr="0030242D" w:rsidRDefault="000C0A55" w:rsidP="0030242D">
            <w:r w:rsidRPr="0030242D">
              <w:t>Хасанова Светлана Валерьевна</w:t>
            </w:r>
          </w:p>
        </w:tc>
        <w:tc>
          <w:tcPr>
            <w:tcW w:w="1417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602790,16</w:t>
            </w:r>
          </w:p>
        </w:tc>
        <w:tc>
          <w:tcPr>
            <w:tcW w:w="1559" w:type="dxa"/>
          </w:tcPr>
          <w:p w:rsidR="000C0A55" w:rsidRPr="0030242D" w:rsidRDefault="000C0A55" w:rsidP="0030242D">
            <w:r w:rsidRPr="0030242D">
              <w:t>1)земельный участок</w:t>
            </w:r>
          </w:p>
          <w:p w:rsidR="000C0A55" w:rsidRPr="0030242D" w:rsidRDefault="000C0A55" w:rsidP="0030242D">
            <w:r w:rsidRPr="0030242D">
              <w:t>2)земельный участок</w:t>
            </w:r>
          </w:p>
          <w:p w:rsidR="000C0A55" w:rsidRPr="0030242D" w:rsidRDefault="000C0A55" w:rsidP="0030242D">
            <w:r w:rsidRPr="0030242D">
              <w:t>3)гараж</w:t>
            </w:r>
          </w:p>
          <w:p w:rsidR="000C0A55" w:rsidRPr="0030242D" w:rsidRDefault="000C0A55" w:rsidP="0030242D">
            <w:r w:rsidRPr="0030242D">
              <w:t>4)гараж</w:t>
            </w:r>
          </w:p>
        </w:tc>
        <w:tc>
          <w:tcPr>
            <w:tcW w:w="1134" w:type="dxa"/>
          </w:tcPr>
          <w:p w:rsidR="000C0A55" w:rsidRPr="0030242D" w:rsidRDefault="000C0A55" w:rsidP="0030242D">
            <w:r w:rsidRPr="0030242D">
              <w:t>1)53</w:t>
            </w:r>
          </w:p>
          <w:p w:rsidR="0030242D" w:rsidRPr="0030242D" w:rsidRDefault="0030242D" w:rsidP="0030242D"/>
          <w:p w:rsidR="000C0A55" w:rsidRPr="0030242D" w:rsidRDefault="000C0A55" w:rsidP="0030242D">
            <w:r w:rsidRPr="0030242D">
              <w:t>2)47</w:t>
            </w:r>
          </w:p>
          <w:p w:rsidR="0030242D" w:rsidRPr="0030242D" w:rsidRDefault="0030242D" w:rsidP="0030242D"/>
          <w:p w:rsidR="000C0A55" w:rsidRPr="0030242D" w:rsidRDefault="000C0A55" w:rsidP="0030242D">
            <w:r w:rsidRPr="0030242D">
              <w:t>3)53</w:t>
            </w:r>
          </w:p>
          <w:p w:rsidR="000C0A55" w:rsidRPr="0030242D" w:rsidRDefault="000C0A55" w:rsidP="0030242D">
            <w:r w:rsidRPr="0030242D">
              <w:t>4)47</w:t>
            </w:r>
          </w:p>
          <w:p w:rsidR="000C0A55" w:rsidRPr="0030242D" w:rsidRDefault="000C0A55" w:rsidP="0030242D"/>
          <w:p w:rsidR="000C0A55" w:rsidRPr="0030242D" w:rsidRDefault="000C0A55" w:rsidP="0030242D"/>
        </w:tc>
        <w:tc>
          <w:tcPr>
            <w:tcW w:w="1276" w:type="dxa"/>
          </w:tcPr>
          <w:p w:rsidR="000C0A55" w:rsidRPr="0030242D" w:rsidRDefault="000C0A55" w:rsidP="0030242D">
            <w:r w:rsidRPr="0030242D">
              <w:t>1)РФ</w:t>
            </w:r>
          </w:p>
          <w:p w:rsidR="0030242D" w:rsidRPr="0030242D" w:rsidRDefault="0030242D" w:rsidP="0030242D"/>
          <w:p w:rsidR="000C0A55" w:rsidRPr="0030242D" w:rsidRDefault="000C0A55" w:rsidP="0030242D">
            <w:r w:rsidRPr="0030242D">
              <w:t>2)РФ</w:t>
            </w:r>
          </w:p>
          <w:p w:rsidR="0030242D" w:rsidRPr="0030242D" w:rsidRDefault="0030242D" w:rsidP="0030242D"/>
          <w:p w:rsidR="000C0A55" w:rsidRPr="0030242D" w:rsidRDefault="000C0A55" w:rsidP="0030242D">
            <w:r w:rsidRPr="0030242D">
              <w:t>3)РФ</w:t>
            </w:r>
          </w:p>
          <w:p w:rsidR="000C0A55" w:rsidRPr="0030242D" w:rsidRDefault="000C0A55" w:rsidP="0030242D">
            <w:r w:rsidRPr="0030242D">
              <w:t>4)РФ</w:t>
            </w:r>
          </w:p>
          <w:p w:rsidR="000C0A55" w:rsidRPr="0030242D" w:rsidRDefault="000C0A55" w:rsidP="0030242D"/>
        </w:tc>
        <w:tc>
          <w:tcPr>
            <w:tcW w:w="1418" w:type="dxa"/>
            <w:vAlign w:val="center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  <w:vAlign w:val="center"/>
          </w:tcPr>
          <w:p w:rsidR="000C0A55" w:rsidRPr="0030242D" w:rsidRDefault="0030242D" w:rsidP="0030242D">
            <w:pPr>
              <w:rPr>
                <w:lang w:val="en-US"/>
              </w:rPr>
            </w:pPr>
            <w:r w:rsidRPr="0030242D">
              <w:t>1)з</w:t>
            </w:r>
            <w:r w:rsidR="000C0A55" w:rsidRPr="0030242D">
              <w:t>емельный участок</w:t>
            </w:r>
          </w:p>
        </w:tc>
        <w:tc>
          <w:tcPr>
            <w:tcW w:w="992" w:type="dxa"/>
            <w:vAlign w:val="center"/>
          </w:tcPr>
          <w:p w:rsidR="000C0A55" w:rsidRPr="0030242D" w:rsidRDefault="000C0A55" w:rsidP="0030242D">
            <w:pPr>
              <w:jc w:val="center"/>
            </w:pPr>
            <w:r w:rsidRPr="0030242D">
              <w:t xml:space="preserve">32 </w:t>
            </w:r>
          </w:p>
        </w:tc>
        <w:tc>
          <w:tcPr>
            <w:tcW w:w="137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РФ</w:t>
            </w:r>
          </w:p>
        </w:tc>
        <w:tc>
          <w:tcPr>
            <w:tcW w:w="241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</w:tr>
      <w:tr w:rsidR="000C0A55" w:rsidTr="0030242D">
        <w:tc>
          <w:tcPr>
            <w:tcW w:w="1668" w:type="dxa"/>
          </w:tcPr>
          <w:p w:rsidR="000C0A55" w:rsidRPr="0030242D" w:rsidRDefault="000C0A55" w:rsidP="0030242D">
            <w:r w:rsidRPr="0030242D">
              <w:t>супруг</w:t>
            </w:r>
          </w:p>
        </w:tc>
        <w:tc>
          <w:tcPr>
            <w:tcW w:w="1417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440137,89</w:t>
            </w:r>
          </w:p>
        </w:tc>
        <w:tc>
          <w:tcPr>
            <w:tcW w:w="1559" w:type="dxa"/>
          </w:tcPr>
          <w:p w:rsidR="000C0A55" w:rsidRPr="0030242D" w:rsidRDefault="000C0A55" w:rsidP="0030242D">
            <w:r w:rsidRPr="0030242D">
              <w:t>1)земельный участок</w:t>
            </w:r>
          </w:p>
          <w:p w:rsidR="000C0A55" w:rsidRPr="0030242D" w:rsidRDefault="000C0A55" w:rsidP="0030242D">
            <w:r w:rsidRPr="0030242D">
              <w:t>2)квартира</w:t>
            </w:r>
          </w:p>
        </w:tc>
        <w:tc>
          <w:tcPr>
            <w:tcW w:w="1134" w:type="dxa"/>
          </w:tcPr>
          <w:p w:rsidR="000C0A55" w:rsidRPr="0030242D" w:rsidRDefault="000C0A55" w:rsidP="0030242D">
            <w:r w:rsidRPr="0030242D">
              <w:t>1)1000</w:t>
            </w:r>
          </w:p>
          <w:p w:rsidR="0030242D" w:rsidRPr="0030242D" w:rsidRDefault="0030242D" w:rsidP="0030242D"/>
          <w:p w:rsidR="000C0A55" w:rsidRPr="0030242D" w:rsidRDefault="000C0A55" w:rsidP="0030242D">
            <w:r w:rsidRPr="0030242D">
              <w:t>2)48</w:t>
            </w:r>
          </w:p>
          <w:p w:rsidR="000C0A55" w:rsidRPr="0030242D" w:rsidRDefault="000C0A55" w:rsidP="0030242D"/>
        </w:tc>
        <w:tc>
          <w:tcPr>
            <w:tcW w:w="1276" w:type="dxa"/>
          </w:tcPr>
          <w:p w:rsidR="000C0A55" w:rsidRPr="0030242D" w:rsidRDefault="000C0A55" w:rsidP="0030242D">
            <w:pPr>
              <w:rPr>
                <w:lang w:val="en-US"/>
              </w:rPr>
            </w:pPr>
            <w:r w:rsidRPr="0030242D">
              <w:lastRenderedPageBreak/>
              <w:t>1)РФ</w:t>
            </w:r>
          </w:p>
          <w:p w:rsidR="000C0A55" w:rsidRPr="0030242D" w:rsidRDefault="000C0A55" w:rsidP="0030242D">
            <w:pPr>
              <w:rPr>
                <w:lang w:val="en-US"/>
              </w:rPr>
            </w:pPr>
          </w:p>
          <w:p w:rsidR="000C0A55" w:rsidRPr="0030242D" w:rsidRDefault="000C0A55" w:rsidP="0030242D">
            <w:r w:rsidRPr="0030242D">
              <w:t>2)РФ</w:t>
            </w:r>
          </w:p>
          <w:p w:rsidR="000C0A55" w:rsidRPr="0030242D" w:rsidRDefault="000C0A55" w:rsidP="0030242D"/>
          <w:p w:rsidR="000C0A55" w:rsidRPr="0030242D" w:rsidRDefault="000C0A55" w:rsidP="0030242D"/>
        </w:tc>
        <w:tc>
          <w:tcPr>
            <w:tcW w:w="1418" w:type="dxa"/>
          </w:tcPr>
          <w:p w:rsidR="000C0A55" w:rsidRPr="0030242D" w:rsidRDefault="000C0A55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lastRenderedPageBreak/>
              <w:t xml:space="preserve">1) Toyota Land Cruiser </w:t>
            </w:r>
            <w:r w:rsidRPr="0030242D">
              <w:rPr>
                <w:lang w:val="en-US"/>
              </w:rPr>
              <w:lastRenderedPageBreak/>
              <w:t>Prado</w:t>
            </w:r>
          </w:p>
          <w:p w:rsidR="000C0A55" w:rsidRPr="0030242D" w:rsidRDefault="000C0A55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2) </w:t>
            </w:r>
            <w:r w:rsidRPr="0030242D">
              <w:t>ЗИЛ</w:t>
            </w:r>
            <w:r w:rsidRPr="0030242D">
              <w:rPr>
                <w:lang w:val="en-US"/>
              </w:rPr>
              <w:t xml:space="preserve">-130 </w:t>
            </w:r>
            <w:r w:rsidRPr="0030242D">
              <w:t>ММЗ</w:t>
            </w:r>
            <w:r w:rsidRPr="0030242D">
              <w:rPr>
                <w:lang w:val="en-US"/>
              </w:rPr>
              <w:t xml:space="preserve"> 554</w:t>
            </w:r>
            <w:r w:rsidRPr="0030242D">
              <w:t>М</w:t>
            </w:r>
          </w:p>
          <w:p w:rsidR="000C0A55" w:rsidRPr="0030242D" w:rsidRDefault="000C0A55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3) </w:t>
            </w:r>
            <w:r w:rsidRPr="0030242D">
              <w:t>УАЗ</w:t>
            </w:r>
            <w:r w:rsidRPr="0030242D">
              <w:rPr>
                <w:lang w:val="en-US"/>
              </w:rPr>
              <w:t>-390945</w:t>
            </w:r>
          </w:p>
          <w:p w:rsidR="000C0A55" w:rsidRPr="0030242D" w:rsidRDefault="000C0A55" w:rsidP="0030242D">
            <w:pPr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C0A55" w:rsidRPr="0030242D" w:rsidRDefault="000C0A55" w:rsidP="004B0BA1">
            <w:pPr>
              <w:jc w:val="center"/>
              <w:rPr>
                <w:lang w:val="en-US"/>
              </w:rPr>
            </w:pPr>
            <w:r w:rsidRPr="0030242D">
              <w:rPr>
                <w:lang w:val="en-US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  <w:tc>
          <w:tcPr>
            <w:tcW w:w="137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  <w:tc>
          <w:tcPr>
            <w:tcW w:w="241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</w:tr>
      <w:tr w:rsidR="000C0A55" w:rsidTr="0030242D">
        <w:tc>
          <w:tcPr>
            <w:tcW w:w="1668" w:type="dxa"/>
          </w:tcPr>
          <w:p w:rsidR="000C0A55" w:rsidRPr="0030242D" w:rsidRDefault="000C0A55" w:rsidP="0030242D">
            <w:r w:rsidRPr="0030242D">
              <w:lastRenderedPageBreak/>
              <w:t>дочь</w:t>
            </w:r>
          </w:p>
        </w:tc>
        <w:tc>
          <w:tcPr>
            <w:tcW w:w="1417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0</w:t>
            </w:r>
          </w:p>
        </w:tc>
        <w:tc>
          <w:tcPr>
            <w:tcW w:w="1559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134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276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418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  <w:vAlign w:val="center"/>
          </w:tcPr>
          <w:p w:rsidR="000C0A55" w:rsidRPr="0030242D" w:rsidRDefault="0030242D" w:rsidP="004B0BA1">
            <w:pPr>
              <w:jc w:val="center"/>
            </w:pPr>
            <w:r w:rsidRPr="0030242D">
              <w:t>1)</w:t>
            </w:r>
            <w:r w:rsidR="000C0A55" w:rsidRPr="0030242D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48</w:t>
            </w:r>
          </w:p>
        </w:tc>
        <w:tc>
          <w:tcPr>
            <w:tcW w:w="137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РФ</w:t>
            </w:r>
          </w:p>
        </w:tc>
        <w:tc>
          <w:tcPr>
            <w:tcW w:w="241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</w:tr>
      <w:tr w:rsidR="000C0A55" w:rsidTr="0030242D">
        <w:tc>
          <w:tcPr>
            <w:tcW w:w="1668" w:type="dxa"/>
          </w:tcPr>
          <w:p w:rsidR="000C0A55" w:rsidRPr="0030242D" w:rsidRDefault="000C0A55" w:rsidP="0030242D">
            <w:r w:rsidRPr="0030242D">
              <w:t>дочь</w:t>
            </w:r>
          </w:p>
        </w:tc>
        <w:tc>
          <w:tcPr>
            <w:tcW w:w="1417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0</w:t>
            </w:r>
          </w:p>
        </w:tc>
        <w:tc>
          <w:tcPr>
            <w:tcW w:w="1559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134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276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418" w:type="dxa"/>
          </w:tcPr>
          <w:p w:rsidR="000C0A55" w:rsidRPr="0030242D" w:rsidRDefault="000C0A55" w:rsidP="0030242D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  <w:vAlign w:val="center"/>
          </w:tcPr>
          <w:p w:rsidR="000C0A55" w:rsidRPr="0030242D" w:rsidRDefault="0030242D" w:rsidP="004B0BA1">
            <w:pPr>
              <w:jc w:val="center"/>
            </w:pPr>
            <w:r w:rsidRPr="0030242D">
              <w:t>1)</w:t>
            </w:r>
            <w:r w:rsidR="000C0A55" w:rsidRPr="0030242D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48</w:t>
            </w:r>
          </w:p>
        </w:tc>
        <w:tc>
          <w:tcPr>
            <w:tcW w:w="137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РФ</w:t>
            </w:r>
          </w:p>
        </w:tc>
        <w:tc>
          <w:tcPr>
            <w:tcW w:w="2410" w:type="dxa"/>
            <w:vAlign w:val="center"/>
          </w:tcPr>
          <w:p w:rsidR="000C0A55" w:rsidRPr="0030242D" w:rsidRDefault="000C0A55" w:rsidP="004B0BA1">
            <w:pPr>
              <w:jc w:val="center"/>
            </w:pPr>
            <w:r w:rsidRPr="0030242D">
              <w:t>-</w:t>
            </w:r>
          </w:p>
        </w:tc>
      </w:tr>
      <w:tr w:rsidR="000C0A55" w:rsidTr="00EB5EDD">
        <w:tc>
          <w:tcPr>
            <w:tcW w:w="1668" w:type="dxa"/>
          </w:tcPr>
          <w:p w:rsidR="000C0A55" w:rsidRPr="00EB5EDD" w:rsidRDefault="000C0A55" w:rsidP="00EB5EDD">
            <w:r w:rsidRPr="00EB5EDD">
              <w:t>Перунов Владимир Александрович</w:t>
            </w:r>
          </w:p>
        </w:tc>
        <w:tc>
          <w:tcPr>
            <w:tcW w:w="1417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786480,87</w:t>
            </w:r>
          </w:p>
        </w:tc>
        <w:tc>
          <w:tcPr>
            <w:tcW w:w="1559" w:type="dxa"/>
          </w:tcPr>
          <w:p w:rsidR="000C0A55" w:rsidRPr="00EB5EDD" w:rsidRDefault="000C0A55" w:rsidP="002913AE">
            <w:r w:rsidRPr="00EB5EDD">
              <w:t>1)земельный участок</w:t>
            </w:r>
          </w:p>
          <w:p w:rsidR="000C0A55" w:rsidRPr="00EB5EDD" w:rsidRDefault="000C0A55" w:rsidP="002913AE">
            <w:r w:rsidRPr="00EB5EDD">
              <w:t>2)квартира</w:t>
            </w:r>
          </w:p>
        </w:tc>
        <w:tc>
          <w:tcPr>
            <w:tcW w:w="1134" w:type="dxa"/>
          </w:tcPr>
          <w:p w:rsidR="000C0A55" w:rsidRPr="00EB5EDD" w:rsidRDefault="000C0A55" w:rsidP="002913AE">
            <w:r w:rsidRPr="00EB5EDD">
              <w:t>1)1204</w:t>
            </w:r>
          </w:p>
          <w:p w:rsidR="00EB5EDD" w:rsidRPr="00EB5EDD" w:rsidRDefault="00EB5EDD" w:rsidP="002913AE"/>
          <w:p w:rsidR="000C0A55" w:rsidRPr="00EB5EDD" w:rsidRDefault="000C0A55" w:rsidP="002913AE">
            <w:r w:rsidRPr="00EB5EDD">
              <w:t>2)263,30</w:t>
            </w:r>
          </w:p>
        </w:tc>
        <w:tc>
          <w:tcPr>
            <w:tcW w:w="1276" w:type="dxa"/>
          </w:tcPr>
          <w:p w:rsidR="000C0A55" w:rsidRPr="00EB5EDD" w:rsidRDefault="000C0A55" w:rsidP="002913AE">
            <w:r w:rsidRPr="00EB5EDD">
              <w:t>1)РФ</w:t>
            </w:r>
          </w:p>
          <w:p w:rsidR="00EB5EDD" w:rsidRPr="00EB5EDD" w:rsidRDefault="00EB5EDD" w:rsidP="002913AE"/>
          <w:p w:rsidR="000C0A55" w:rsidRPr="00EB5EDD" w:rsidRDefault="000C0A55" w:rsidP="002913AE">
            <w:r w:rsidRPr="00EB5EDD">
              <w:t>2)РФ</w:t>
            </w:r>
          </w:p>
        </w:tc>
        <w:tc>
          <w:tcPr>
            <w:tcW w:w="1418" w:type="dxa"/>
            <w:vAlign w:val="center"/>
          </w:tcPr>
          <w:p w:rsidR="000C0A55" w:rsidRPr="00EB5EDD" w:rsidRDefault="000C0A55" w:rsidP="002913AE">
            <w:pPr>
              <w:rPr>
                <w:lang w:val="en-US"/>
              </w:rPr>
            </w:pPr>
            <w:r w:rsidRPr="00EB5EDD">
              <w:t>1)</w:t>
            </w:r>
            <w:r w:rsidRPr="00EB5EDD">
              <w:rPr>
                <w:lang w:val="en-US"/>
              </w:rPr>
              <w:t xml:space="preserve">Suzuki </w:t>
            </w:r>
            <w:proofErr w:type="spellStart"/>
            <w:r w:rsidRPr="00EB5EDD">
              <w:rPr>
                <w:lang w:val="en-US"/>
              </w:rPr>
              <w:t>Eskudo</w:t>
            </w:r>
            <w:proofErr w:type="spellEnd"/>
          </w:p>
          <w:p w:rsidR="000C0A55" w:rsidRPr="00EB5EDD" w:rsidRDefault="000C0A55" w:rsidP="002913AE"/>
        </w:tc>
        <w:tc>
          <w:tcPr>
            <w:tcW w:w="1559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992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37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241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</w:tr>
      <w:tr w:rsidR="000C0A55" w:rsidTr="00EB5EDD">
        <w:tc>
          <w:tcPr>
            <w:tcW w:w="1668" w:type="dxa"/>
          </w:tcPr>
          <w:p w:rsidR="000C0A55" w:rsidRPr="00EB5EDD" w:rsidRDefault="000C0A55" w:rsidP="00EB5EDD">
            <w:r w:rsidRPr="00EB5EDD">
              <w:t>супруга</w:t>
            </w:r>
          </w:p>
        </w:tc>
        <w:tc>
          <w:tcPr>
            <w:tcW w:w="1417" w:type="dxa"/>
            <w:vAlign w:val="center"/>
          </w:tcPr>
          <w:p w:rsidR="000C0A55" w:rsidRPr="00EB5EDD" w:rsidRDefault="000C0A55" w:rsidP="002913AE">
            <w:pPr>
              <w:jc w:val="center"/>
              <w:rPr>
                <w:lang w:val="en-US"/>
              </w:rPr>
            </w:pPr>
            <w:r w:rsidRPr="00EB5EDD">
              <w:rPr>
                <w:lang w:val="en-US"/>
              </w:rPr>
              <w:t>688713.14</w:t>
            </w:r>
          </w:p>
        </w:tc>
        <w:tc>
          <w:tcPr>
            <w:tcW w:w="1559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0C0A55" w:rsidRPr="00EB5EDD" w:rsidRDefault="00EB5EDD" w:rsidP="002913AE">
            <w:r w:rsidRPr="00EB5EDD">
              <w:t>1)</w:t>
            </w:r>
            <w:r w:rsidR="000C0A55" w:rsidRPr="00EB5EDD">
              <w:rPr>
                <w:lang w:val="en-US"/>
              </w:rPr>
              <w:t>Toyota</w:t>
            </w:r>
            <w:r w:rsidR="000C0A55" w:rsidRPr="00EB5EDD">
              <w:t xml:space="preserve"> </w:t>
            </w:r>
            <w:proofErr w:type="spellStart"/>
            <w:r w:rsidR="000C0A55" w:rsidRPr="00EB5EDD">
              <w:rPr>
                <w:lang w:val="en-US"/>
              </w:rPr>
              <w:t>Passo</w:t>
            </w:r>
            <w:proofErr w:type="spellEnd"/>
          </w:p>
        </w:tc>
        <w:tc>
          <w:tcPr>
            <w:tcW w:w="1559" w:type="dxa"/>
            <w:vAlign w:val="center"/>
          </w:tcPr>
          <w:p w:rsidR="000C0A55" w:rsidRPr="00EB5EDD" w:rsidRDefault="00EB5EDD" w:rsidP="002913AE">
            <w:pPr>
              <w:jc w:val="center"/>
            </w:pPr>
            <w:r>
              <w:t>1)</w:t>
            </w:r>
            <w:r w:rsidR="000C0A55" w:rsidRPr="00EB5EDD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263,30</w:t>
            </w:r>
          </w:p>
        </w:tc>
        <w:tc>
          <w:tcPr>
            <w:tcW w:w="137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РФ</w:t>
            </w:r>
          </w:p>
        </w:tc>
        <w:tc>
          <w:tcPr>
            <w:tcW w:w="241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</w:tr>
      <w:tr w:rsidR="000C0A55" w:rsidTr="00EB5EDD">
        <w:tc>
          <w:tcPr>
            <w:tcW w:w="1668" w:type="dxa"/>
          </w:tcPr>
          <w:p w:rsidR="000C0A55" w:rsidRPr="00EB5EDD" w:rsidRDefault="000C0A55" w:rsidP="00EB5EDD">
            <w:r w:rsidRPr="00EB5EDD">
              <w:t>сын</w:t>
            </w:r>
          </w:p>
        </w:tc>
        <w:tc>
          <w:tcPr>
            <w:tcW w:w="1417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0</w:t>
            </w:r>
          </w:p>
        </w:tc>
        <w:tc>
          <w:tcPr>
            <w:tcW w:w="1559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559" w:type="dxa"/>
            <w:vAlign w:val="center"/>
          </w:tcPr>
          <w:p w:rsidR="000C0A55" w:rsidRPr="00EB5EDD" w:rsidRDefault="00EB5EDD" w:rsidP="002913AE">
            <w:pPr>
              <w:jc w:val="center"/>
            </w:pPr>
            <w:r>
              <w:t>1)</w:t>
            </w:r>
            <w:r w:rsidR="000C0A55" w:rsidRPr="00EB5EDD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263,30</w:t>
            </w:r>
          </w:p>
        </w:tc>
        <w:tc>
          <w:tcPr>
            <w:tcW w:w="137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РФ</w:t>
            </w:r>
          </w:p>
        </w:tc>
        <w:tc>
          <w:tcPr>
            <w:tcW w:w="241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</w:tr>
      <w:tr w:rsidR="000C0A55" w:rsidTr="00EB5EDD">
        <w:tc>
          <w:tcPr>
            <w:tcW w:w="1668" w:type="dxa"/>
          </w:tcPr>
          <w:p w:rsidR="000C0A55" w:rsidRPr="00EB5EDD" w:rsidRDefault="000C0A55" w:rsidP="00EB5EDD">
            <w:r w:rsidRPr="00EB5EDD">
              <w:t>сын</w:t>
            </w:r>
          </w:p>
        </w:tc>
        <w:tc>
          <w:tcPr>
            <w:tcW w:w="1417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0</w:t>
            </w:r>
          </w:p>
        </w:tc>
        <w:tc>
          <w:tcPr>
            <w:tcW w:w="1559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  <w:tc>
          <w:tcPr>
            <w:tcW w:w="1559" w:type="dxa"/>
            <w:vAlign w:val="center"/>
          </w:tcPr>
          <w:p w:rsidR="000C0A55" w:rsidRPr="00EB5EDD" w:rsidRDefault="00EB5EDD" w:rsidP="002913AE">
            <w:pPr>
              <w:jc w:val="center"/>
            </w:pPr>
            <w:r>
              <w:t>1)</w:t>
            </w:r>
            <w:r w:rsidR="000C0A55" w:rsidRPr="00EB5EDD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263,30</w:t>
            </w:r>
          </w:p>
        </w:tc>
        <w:tc>
          <w:tcPr>
            <w:tcW w:w="137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РФ</w:t>
            </w:r>
          </w:p>
        </w:tc>
        <w:tc>
          <w:tcPr>
            <w:tcW w:w="2410" w:type="dxa"/>
            <w:vAlign w:val="center"/>
          </w:tcPr>
          <w:p w:rsidR="000C0A55" w:rsidRPr="00EB5EDD" w:rsidRDefault="000C0A55" w:rsidP="002913AE">
            <w:pPr>
              <w:jc w:val="center"/>
            </w:pPr>
            <w:r w:rsidRPr="00EB5EDD">
              <w:t>-</w:t>
            </w:r>
          </w:p>
        </w:tc>
      </w:tr>
      <w:tr w:rsidR="000C0A55" w:rsidTr="006B1F5F">
        <w:tc>
          <w:tcPr>
            <w:tcW w:w="1668" w:type="dxa"/>
          </w:tcPr>
          <w:p w:rsidR="000C0A55" w:rsidRPr="00472E09" w:rsidRDefault="000C0A55" w:rsidP="006B1F5F">
            <w:proofErr w:type="spellStart"/>
            <w:r w:rsidRPr="00472E09">
              <w:t>Веретельникова</w:t>
            </w:r>
            <w:proofErr w:type="spellEnd"/>
            <w:r w:rsidRPr="00472E09">
              <w:t xml:space="preserve"> Екатерина Леонидовна</w:t>
            </w:r>
          </w:p>
        </w:tc>
        <w:tc>
          <w:tcPr>
            <w:tcW w:w="1417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413884,29</w:t>
            </w:r>
          </w:p>
        </w:tc>
        <w:tc>
          <w:tcPr>
            <w:tcW w:w="1559" w:type="dxa"/>
            <w:vAlign w:val="center"/>
          </w:tcPr>
          <w:p w:rsidR="000C0A55" w:rsidRPr="00472E09" w:rsidRDefault="006B1F5F" w:rsidP="002913AE">
            <w:pPr>
              <w:jc w:val="center"/>
            </w:pPr>
            <w:r w:rsidRPr="00472E09">
              <w:t>1)</w:t>
            </w:r>
            <w:r w:rsidR="000C0A55" w:rsidRPr="00472E09">
              <w:t>квартира</w:t>
            </w:r>
          </w:p>
        </w:tc>
        <w:tc>
          <w:tcPr>
            <w:tcW w:w="1134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276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РФ</w:t>
            </w:r>
          </w:p>
        </w:tc>
        <w:tc>
          <w:tcPr>
            <w:tcW w:w="1418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  <w:tc>
          <w:tcPr>
            <w:tcW w:w="1559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  <w:tc>
          <w:tcPr>
            <w:tcW w:w="992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  <w:tc>
          <w:tcPr>
            <w:tcW w:w="1370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  <w:tc>
          <w:tcPr>
            <w:tcW w:w="2410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472E09" w:rsidRDefault="000C0A55" w:rsidP="006B1F5F">
            <w:r w:rsidRPr="00472E09">
              <w:t>супруг</w:t>
            </w:r>
          </w:p>
        </w:tc>
        <w:tc>
          <w:tcPr>
            <w:tcW w:w="1417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250000</w:t>
            </w:r>
          </w:p>
        </w:tc>
        <w:tc>
          <w:tcPr>
            <w:tcW w:w="1559" w:type="dxa"/>
            <w:vAlign w:val="center"/>
          </w:tcPr>
          <w:p w:rsidR="000C0A55" w:rsidRPr="00472E09" w:rsidRDefault="006B1F5F" w:rsidP="002913AE">
            <w:pPr>
              <w:jc w:val="center"/>
            </w:pPr>
            <w:r w:rsidRPr="00472E09">
              <w:t>1)</w:t>
            </w:r>
            <w:r w:rsidR="000C0A55" w:rsidRPr="00472E09">
              <w:t>гараж</w:t>
            </w:r>
          </w:p>
        </w:tc>
        <w:tc>
          <w:tcPr>
            <w:tcW w:w="1134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 xml:space="preserve">31,2 </w:t>
            </w:r>
          </w:p>
        </w:tc>
        <w:tc>
          <w:tcPr>
            <w:tcW w:w="1276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РФ</w:t>
            </w:r>
          </w:p>
        </w:tc>
        <w:tc>
          <w:tcPr>
            <w:tcW w:w="1418" w:type="dxa"/>
          </w:tcPr>
          <w:p w:rsidR="000C0A55" w:rsidRPr="00472E09" w:rsidRDefault="00967FE4" w:rsidP="00967FE4">
            <w:r>
              <w:t>1)</w:t>
            </w:r>
            <w:r w:rsidR="000C0A55" w:rsidRPr="00472E09">
              <w:rPr>
                <w:lang w:val="en-US"/>
              </w:rPr>
              <w:t xml:space="preserve">Toyota </w:t>
            </w:r>
            <w:proofErr w:type="spellStart"/>
            <w:r w:rsidR="000C0A55" w:rsidRPr="00472E09">
              <w:rPr>
                <w:lang w:val="en-US"/>
              </w:rPr>
              <w:t>Allion</w:t>
            </w:r>
            <w:proofErr w:type="spellEnd"/>
          </w:p>
        </w:tc>
        <w:tc>
          <w:tcPr>
            <w:tcW w:w="1559" w:type="dxa"/>
            <w:vAlign w:val="center"/>
          </w:tcPr>
          <w:p w:rsidR="000C0A55" w:rsidRPr="00472E09" w:rsidRDefault="00472E09" w:rsidP="002913AE">
            <w:pPr>
              <w:jc w:val="center"/>
            </w:pPr>
            <w:r w:rsidRPr="00472E09">
              <w:t>1)</w:t>
            </w:r>
            <w:r w:rsidR="000C0A55" w:rsidRPr="00472E09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472E09" w:rsidRDefault="000C0A55" w:rsidP="00472E09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370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РФ</w:t>
            </w:r>
          </w:p>
        </w:tc>
        <w:tc>
          <w:tcPr>
            <w:tcW w:w="2410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-</w:t>
            </w:r>
          </w:p>
        </w:tc>
      </w:tr>
      <w:tr w:rsidR="000C0A55" w:rsidTr="006B1F5F">
        <w:tc>
          <w:tcPr>
            <w:tcW w:w="1668" w:type="dxa"/>
          </w:tcPr>
          <w:p w:rsidR="000C0A55" w:rsidRPr="00472E09" w:rsidRDefault="000C0A55" w:rsidP="006B1F5F">
            <w:pPr>
              <w:rPr>
                <w:szCs w:val="28"/>
              </w:rPr>
            </w:pPr>
            <w:r w:rsidRPr="00472E09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472E09" w:rsidRDefault="00472E09" w:rsidP="002913AE">
            <w:pPr>
              <w:jc w:val="center"/>
            </w:pPr>
            <w:r w:rsidRPr="00472E09">
              <w:t>1)</w:t>
            </w:r>
            <w:r w:rsidR="000C0A55" w:rsidRPr="00472E09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472E09" w:rsidRDefault="000C0A55" w:rsidP="00472E09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370" w:type="dxa"/>
            <w:vAlign w:val="center"/>
          </w:tcPr>
          <w:p w:rsidR="000C0A55" w:rsidRPr="00472E09" w:rsidRDefault="000C0A55" w:rsidP="002913AE">
            <w:pPr>
              <w:jc w:val="center"/>
            </w:pPr>
            <w:r w:rsidRPr="00472E09">
              <w:t>РФ</w:t>
            </w:r>
          </w:p>
        </w:tc>
        <w:tc>
          <w:tcPr>
            <w:tcW w:w="2410" w:type="dxa"/>
            <w:vAlign w:val="center"/>
          </w:tcPr>
          <w:p w:rsidR="000C0A55" w:rsidRPr="00472E09" w:rsidRDefault="000C0A55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6B1F5F">
            <w:r w:rsidRPr="00967FE4">
              <w:t>Дубникова Зоя Семеновна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521262,81</w:t>
            </w:r>
          </w:p>
        </w:tc>
        <w:tc>
          <w:tcPr>
            <w:tcW w:w="1559" w:type="dxa"/>
          </w:tcPr>
          <w:p w:rsidR="000C0A55" w:rsidRPr="00967FE4" w:rsidRDefault="000C0A55" w:rsidP="00967FE4">
            <w:r w:rsidRPr="00967FE4">
              <w:t>1)земельный участок</w:t>
            </w:r>
          </w:p>
          <w:p w:rsidR="000C0A55" w:rsidRPr="00967FE4" w:rsidRDefault="000C0A55" w:rsidP="00967FE4">
            <w:r w:rsidRPr="00967FE4">
              <w:t>2)жилой дом</w:t>
            </w:r>
          </w:p>
          <w:p w:rsidR="000C0A55" w:rsidRPr="00967FE4" w:rsidRDefault="000C0A55" w:rsidP="00967FE4">
            <w:r w:rsidRPr="00967FE4">
              <w:t>3)квартира</w:t>
            </w:r>
          </w:p>
        </w:tc>
        <w:tc>
          <w:tcPr>
            <w:tcW w:w="1134" w:type="dxa"/>
          </w:tcPr>
          <w:p w:rsidR="000C0A55" w:rsidRPr="00967FE4" w:rsidRDefault="000C0A55" w:rsidP="00967FE4">
            <w:r w:rsidRPr="00967FE4">
              <w:t xml:space="preserve">1)1481 </w:t>
            </w:r>
          </w:p>
          <w:p w:rsidR="00967FE4" w:rsidRPr="00967FE4" w:rsidRDefault="00967FE4" w:rsidP="00967FE4"/>
          <w:p w:rsidR="000C0A55" w:rsidRPr="00967FE4" w:rsidRDefault="000C0A55" w:rsidP="00967FE4">
            <w:r w:rsidRPr="00967FE4">
              <w:t xml:space="preserve">2)39,3 </w:t>
            </w:r>
          </w:p>
          <w:p w:rsidR="000C0A55" w:rsidRPr="00967FE4" w:rsidRDefault="000C0A55" w:rsidP="00967FE4">
            <w:r w:rsidRPr="00967FE4">
              <w:t xml:space="preserve">3)80 </w:t>
            </w:r>
          </w:p>
        </w:tc>
        <w:tc>
          <w:tcPr>
            <w:tcW w:w="1276" w:type="dxa"/>
          </w:tcPr>
          <w:p w:rsidR="000C0A55" w:rsidRPr="00967FE4" w:rsidRDefault="000C0A55" w:rsidP="00967FE4">
            <w:r w:rsidRPr="00967FE4">
              <w:t>1)РФ</w:t>
            </w:r>
          </w:p>
          <w:p w:rsidR="00967FE4" w:rsidRPr="00967FE4" w:rsidRDefault="00967FE4" w:rsidP="00967FE4"/>
          <w:p w:rsidR="000C0A55" w:rsidRPr="00967FE4" w:rsidRDefault="000C0A55" w:rsidP="00967FE4">
            <w:r w:rsidRPr="00967FE4">
              <w:t>2)РФ</w:t>
            </w:r>
          </w:p>
          <w:p w:rsidR="000C0A55" w:rsidRPr="00967FE4" w:rsidRDefault="000C0A55" w:rsidP="00967FE4">
            <w:r w:rsidRPr="00967FE4">
              <w:t>3)РФ</w:t>
            </w:r>
          </w:p>
          <w:p w:rsidR="000C0A55" w:rsidRPr="00967FE4" w:rsidRDefault="000C0A55" w:rsidP="00967FE4"/>
        </w:tc>
        <w:tc>
          <w:tcPr>
            <w:tcW w:w="1418" w:type="dxa"/>
          </w:tcPr>
          <w:p w:rsidR="000C0A55" w:rsidRPr="00967FE4" w:rsidRDefault="00967FE4" w:rsidP="00967FE4">
            <w:pPr>
              <w:rPr>
                <w:lang w:val="en-US"/>
              </w:rPr>
            </w:pPr>
            <w:r w:rsidRPr="00967FE4">
              <w:t>1)</w:t>
            </w:r>
            <w:r w:rsidR="000C0A55" w:rsidRPr="00967FE4">
              <w:rPr>
                <w:lang w:val="en-US"/>
              </w:rPr>
              <w:t>Toyota RAV4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284C3C">
            <w:pPr>
              <w:jc w:val="center"/>
            </w:pPr>
            <w:r w:rsidRPr="00967FE4">
              <w:t>-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6B1F5F">
            <w:r w:rsidRPr="00967FE4">
              <w:t>супруг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184943,29</w:t>
            </w:r>
          </w:p>
        </w:tc>
        <w:tc>
          <w:tcPr>
            <w:tcW w:w="1559" w:type="dxa"/>
          </w:tcPr>
          <w:p w:rsidR="000C0A55" w:rsidRPr="00967FE4" w:rsidRDefault="00967FE4" w:rsidP="00967FE4">
            <w:r w:rsidRPr="00967FE4">
              <w:t>1)</w:t>
            </w:r>
            <w:r w:rsidR="000C0A55" w:rsidRPr="00967FE4">
              <w:t>квартира</w:t>
            </w:r>
          </w:p>
        </w:tc>
        <w:tc>
          <w:tcPr>
            <w:tcW w:w="1134" w:type="dxa"/>
          </w:tcPr>
          <w:p w:rsidR="000C0A55" w:rsidRPr="00967FE4" w:rsidRDefault="000C0A55" w:rsidP="00967FE4">
            <w:r w:rsidRPr="00967FE4">
              <w:t>79,4</w:t>
            </w:r>
          </w:p>
        </w:tc>
        <w:tc>
          <w:tcPr>
            <w:tcW w:w="1276" w:type="dxa"/>
          </w:tcPr>
          <w:p w:rsidR="000C0A55" w:rsidRPr="00967FE4" w:rsidRDefault="000C0A55" w:rsidP="00967FE4">
            <w:r w:rsidRPr="00967FE4">
              <w:t>РФ</w:t>
            </w:r>
          </w:p>
        </w:tc>
        <w:tc>
          <w:tcPr>
            <w:tcW w:w="1418" w:type="dxa"/>
          </w:tcPr>
          <w:p w:rsidR="000C0A55" w:rsidRPr="00967FE4" w:rsidRDefault="00967FE4" w:rsidP="00967FE4">
            <w:pPr>
              <w:rPr>
                <w:lang w:val="en-US"/>
              </w:rPr>
            </w:pPr>
            <w:r w:rsidRPr="00967FE4">
              <w:t>1)</w:t>
            </w:r>
            <w:r w:rsidR="000C0A55" w:rsidRPr="00967FE4">
              <w:rPr>
                <w:lang w:val="en-US"/>
              </w:rPr>
              <w:t xml:space="preserve">Toyota </w:t>
            </w:r>
            <w:proofErr w:type="spellStart"/>
            <w:r w:rsidR="000C0A55" w:rsidRPr="00967FE4">
              <w:rPr>
                <w:lang w:val="en-US"/>
              </w:rPr>
              <w:t>Hais</w:t>
            </w:r>
            <w:proofErr w:type="spellEnd"/>
          </w:p>
        </w:tc>
        <w:tc>
          <w:tcPr>
            <w:tcW w:w="1559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r w:rsidRPr="00967FE4">
              <w:t>Козлов Фёдор Сергеевич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429234,34</w:t>
            </w:r>
          </w:p>
        </w:tc>
        <w:tc>
          <w:tcPr>
            <w:tcW w:w="1559" w:type="dxa"/>
            <w:vAlign w:val="center"/>
          </w:tcPr>
          <w:p w:rsidR="000C0A55" w:rsidRPr="00967FE4" w:rsidRDefault="00967FE4" w:rsidP="002913AE">
            <w:r w:rsidRPr="00967FE4">
              <w:t>1)</w:t>
            </w:r>
            <w:r w:rsidR="000C0A55" w:rsidRPr="00967FE4">
              <w:t>квартира</w:t>
            </w:r>
          </w:p>
        </w:tc>
        <w:tc>
          <w:tcPr>
            <w:tcW w:w="1134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95</w:t>
            </w:r>
          </w:p>
        </w:tc>
        <w:tc>
          <w:tcPr>
            <w:tcW w:w="1276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РФ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>1)</w:t>
            </w:r>
            <w:r w:rsidRPr="00967FE4">
              <w:t>ГАЗ</w:t>
            </w:r>
            <w:r w:rsidRPr="00967FE4">
              <w:rPr>
                <w:lang w:val="en-US"/>
              </w:rPr>
              <w:t xml:space="preserve"> 3110</w:t>
            </w:r>
          </w:p>
          <w:p w:rsidR="000C0A55" w:rsidRPr="00967FE4" w:rsidRDefault="000C0A55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>2)Ford Focus</w:t>
            </w:r>
          </w:p>
          <w:p w:rsidR="000C0A55" w:rsidRPr="00967FE4" w:rsidRDefault="000C0A55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 xml:space="preserve">3)Toyota </w:t>
            </w:r>
            <w:r w:rsidRPr="00967FE4">
              <w:rPr>
                <w:lang w:val="en-US"/>
              </w:rPr>
              <w:lastRenderedPageBreak/>
              <w:t>Lite Ace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r w:rsidRPr="00967FE4">
              <w:lastRenderedPageBreak/>
              <w:t>супруга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503615,38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  <w:vAlign w:val="center"/>
          </w:tcPr>
          <w:p w:rsidR="000C0A55" w:rsidRPr="00967FE4" w:rsidRDefault="00967FE4" w:rsidP="002913AE">
            <w:pPr>
              <w:jc w:val="center"/>
            </w:pPr>
            <w:r w:rsidRPr="00967FE4">
              <w:t>1)</w:t>
            </w:r>
            <w:r w:rsidR="000C0A55" w:rsidRPr="00967FE4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95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r w:rsidRPr="00967FE4">
              <w:t>дочь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0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  <w:vAlign w:val="center"/>
          </w:tcPr>
          <w:p w:rsidR="000C0A55" w:rsidRPr="00967FE4" w:rsidRDefault="00967FE4" w:rsidP="002913AE">
            <w:pPr>
              <w:jc w:val="center"/>
            </w:pPr>
            <w:r w:rsidRPr="00967FE4">
              <w:t>1)</w:t>
            </w:r>
            <w:r w:rsidR="000C0A55" w:rsidRPr="00967FE4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95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r w:rsidRPr="00967FE4">
              <w:t>дочь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0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  <w:vAlign w:val="center"/>
          </w:tcPr>
          <w:p w:rsidR="000C0A55" w:rsidRPr="00967FE4" w:rsidRDefault="00967FE4" w:rsidP="002913AE">
            <w:pPr>
              <w:jc w:val="center"/>
            </w:pPr>
            <w:r w:rsidRPr="00967FE4">
              <w:t>1)</w:t>
            </w:r>
            <w:r w:rsidR="000C0A55" w:rsidRPr="00967FE4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95</w:t>
            </w:r>
          </w:p>
        </w:tc>
        <w:tc>
          <w:tcPr>
            <w:tcW w:w="137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0C0A55" w:rsidRPr="00967FE4" w:rsidRDefault="000C0A55" w:rsidP="002913AE">
            <w:pPr>
              <w:jc w:val="center"/>
            </w:pPr>
            <w:r w:rsidRPr="00967FE4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pPr>
              <w:rPr>
                <w:szCs w:val="28"/>
              </w:rPr>
            </w:pPr>
            <w:r w:rsidRPr="00967FE4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</w:p>
        </w:tc>
        <w:tc>
          <w:tcPr>
            <w:tcW w:w="1370" w:type="dxa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C0A55" w:rsidRPr="00967FE4" w:rsidRDefault="000C0A55" w:rsidP="004B0BA1">
            <w:pPr>
              <w:jc w:val="center"/>
              <w:rPr>
                <w:szCs w:val="28"/>
              </w:rPr>
            </w:pPr>
          </w:p>
        </w:tc>
      </w:tr>
      <w:tr w:rsidR="000C0A55" w:rsidTr="00967FE4">
        <w:tc>
          <w:tcPr>
            <w:tcW w:w="1668" w:type="dxa"/>
          </w:tcPr>
          <w:p w:rsidR="000C0A55" w:rsidRPr="00967FE4" w:rsidRDefault="000C0A55" w:rsidP="00967FE4">
            <w:proofErr w:type="spellStart"/>
            <w:r w:rsidRPr="00967FE4">
              <w:t>Лисичникова</w:t>
            </w:r>
            <w:proofErr w:type="spellEnd"/>
            <w:r w:rsidRPr="00967FE4">
              <w:t xml:space="preserve"> Любовь Сергеевна</w:t>
            </w:r>
          </w:p>
        </w:tc>
        <w:tc>
          <w:tcPr>
            <w:tcW w:w="1417" w:type="dxa"/>
            <w:vAlign w:val="center"/>
          </w:tcPr>
          <w:p w:rsidR="000C0A55" w:rsidRPr="00967FE4" w:rsidRDefault="000C0A55" w:rsidP="00617CF7">
            <w:pPr>
              <w:jc w:val="center"/>
            </w:pPr>
            <w:r w:rsidRPr="00967FE4">
              <w:t>589494,37</w:t>
            </w:r>
          </w:p>
        </w:tc>
        <w:tc>
          <w:tcPr>
            <w:tcW w:w="1559" w:type="dxa"/>
          </w:tcPr>
          <w:p w:rsidR="000C0A55" w:rsidRPr="00967FE4" w:rsidRDefault="000C0A55" w:rsidP="00967FE4">
            <w:r w:rsidRPr="00967FE4">
              <w:t>1)земельный участок</w:t>
            </w:r>
          </w:p>
          <w:p w:rsidR="000C0A55" w:rsidRPr="00967FE4" w:rsidRDefault="000C0A55" w:rsidP="00967FE4">
            <w:r w:rsidRPr="00967FE4">
              <w:t>2)квартира</w:t>
            </w:r>
          </w:p>
        </w:tc>
        <w:tc>
          <w:tcPr>
            <w:tcW w:w="1134" w:type="dxa"/>
          </w:tcPr>
          <w:p w:rsidR="000C0A55" w:rsidRPr="00967FE4" w:rsidRDefault="000C0A55" w:rsidP="00967FE4">
            <w:r w:rsidRPr="00967FE4">
              <w:t>1)800</w:t>
            </w:r>
          </w:p>
          <w:p w:rsidR="00967FE4" w:rsidRPr="00967FE4" w:rsidRDefault="00967FE4" w:rsidP="00967FE4"/>
          <w:p w:rsidR="000C0A55" w:rsidRPr="00967FE4" w:rsidRDefault="000C0A55" w:rsidP="00967FE4">
            <w:r w:rsidRPr="00967FE4">
              <w:t>2)62,70</w:t>
            </w:r>
          </w:p>
        </w:tc>
        <w:tc>
          <w:tcPr>
            <w:tcW w:w="1276" w:type="dxa"/>
          </w:tcPr>
          <w:p w:rsidR="000C0A55" w:rsidRPr="00967FE4" w:rsidRDefault="000C0A55" w:rsidP="00967FE4">
            <w:r w:rsidRPr="00967FE4">
              <w:t>1)РФ</w:t>
            </w:r>
          </w:p>
          <w:p w:rsidR="00967FE4" w:rsidRPr="00967FE4" w:rsidRDefault="00967FE4" w:rsidP="00967FE4"/>
          <w:p w:rsidR="000C0A55" w:rsidRPr="00967FE4" w:rsidRDefault="000C0A55" w:rsidP="00967FE4">
            <w:r w:rsidRPr="00967FE4">
              <w:t>2)РФ</w:t>
            </w:r>
          </w:p>
        </w:tc>
        <w:tc>
          <w:tcPr>
            <w:tcW w:w="1418" w:type="dxa"/>
            <w:vAlign w:val="center"/>
          </w:tcPr>
          <w:p w:rsidR="000C0A55" w:rsidRPr="00967FE4" w:rsidRDefault="000C0A55" w:rsidP="00967FE4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992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137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790B7F" w:rsidRDefault="000C0A55" w:rsidP="00967FE4">
            <w:proofErr w:type="spellStart"/>
            <w:r w:rsidRPr="00790B7F">
              <w:t>Литвинцев</w:t>
            </w:r>
            <w:proofErr w:type="spellEnd"/>
            <w:r w:rsidRPr="00790B7F">
              <w:t xml:space="preserve"> Станислав Юрьевич</w:t>
            </w:r>
          </w:p>
        </w:tc>
        <w:tc>
          <w:tcPr>
            <w:tcW w:w="1417" w:type="dxa"/>
            <w:vAlign w:val="center"/>
          </w:tcPr>
          <w:p w:rsidR="000C0A55" w:rsidRPr="00790B7F" w:rsidRDefault="000C0A55" w:rsidP="00617CF7">
            <w:pPr>
              <w:jc w:val="center"/>
              <w:rPr>
                <w:lang w:val="en-US"/>
              </w:rPr>
            </w:pPr>
            <w:r w:rsidRPr="00790B7F">
              <w:t>717916,86</w:t>
            </w:r>
          </w:p>
        </w:tc>
        <w:tc>
          <w:tcPr>
            <w:tcW w:w="1559" w:type="dxa"/>
          </w:tcPr>
          <w:p w:rsidR="000C0A55" w:rsidRPr="00790B7F" w:rsidRDefault="000C0A55" w:rsidP="00967FE4">
            <w:r w:rsidRPr="00790B7F">
              <w:t>1)земельный участок</w:t>
            </w:r>
          </w:p>
          <w:p w:rsidR="000C0A55" w:rsidRPr="00790B7F" w:rsidRDefault="000C0A55" w:rsidP="00967FE4">
            <w:r w:rsidRPr="00790B7F">
              <w:t>2)земельный участок</w:t>
            </w:r>
          </w:p>
          <w:p w:rsidR="000C0A55" w:rsidRPr="00790B7F" w:rsidRDefault="000C0A55" w:rsidP="00967FE4">
            <w:r w:rsidRPr="00790B7F">
              <w:t>3)квартира</w:t>
            </w:r>
          </w:p>
          <w:p w:rsidR="000C0A55" w:rsidRPr="00790B7F" w:rsidRDefault="000C0A55" w:rsidP="00967FE4">
            <w:r w:rsidRPr="00790B7F">
              <w:t>4) жилой дом</w:t>
            </w:r>
          </w:p>
          <w:p w:rsidR="000C0A55" w:rsidRPr="00790B7F" w:rsidRDefault="000C0A55" w:rsidP="00967FE4"/>
        </w:tc>
        <w:tc>
          <w:tcPr>
            <w:tcW w:w="1134" w:type="dxa"/>
          </w:tcPr>
          <w:p w:rsidR="000C0A55" w:rsidRPr="00790B7F" w:rsidRDefault="000C0A55" w:rsidP="00967FE4">
            <w:r w:rsidRPr="00790B7F">
              <w:t>1)1500</w:t>
            </w:r>
          </w:p>
          <w:p w:rsidR="00790B7F" w:rsidRPr="00790B7F" w:rsidRDefault="00790B7F" w:rsidP="00967FE4"/>
          <w:p w:rsidR="000C0A55" w:rsidRPr="00790B7F" w:rsidRDefault="000C0A55" w:rsidP="00967FE4">
            <w:r w:rsidRPr="00790B7F">
              <w:t>2)1500</w:t>
            </w:r>
          </w:p>
          <w:p w:rsidR="000C0A55" w:rsidRPr="00790B7F" w:rsidRDefault="000C0A55" w:rsidP="00967FE4"/>
          <w:p w:rsidR="000C0A55" w:rsidRPr="00790B7F" w:rsidRDefault="000C0A55" w:rsidP="00967FE4">
            <w:r w:rsidRPr="00790B7F">
              <w:t>3)52</w:t>
            </w:r>
          </w:p>
          <w:p w:rsidR="000C0A55" w:rsidRPr="00790B7F" w:rsidRDefault="000C0A55" w:rsidP="00967FE4">
            <w:r w:rsidRPr="00790B7F">
              <w:t>4)47</w:t>
            </w:r>
          </w:p>
        </w:tc>
        <w:tc>
          <w:tcPr>
            <w:tcW w:w="1276" w:type="dxa"/>
          </w:tcPr>
          <w:p w:rsidR="000C0A55" w:rsidRPr="00790B7F" w:rsidRDefault="000C0A55" w:rsidP="00967FE4">
            <w:r w:rsidRPr="00790B7F">
              <w:t>1)РФ</w:t>
            </w:r>
          </w:p>
          <w:p w:rsidR="00790B7F" w:rsidRPr="00790B7F" w:rsidRDefault="00790B7F" w:rsidP="00967FE4"/>
          <w:p w:rsidR="000C0A55" w:rsidRPr="00790B7F" w:rsidRDefault="000C0A55" w:rsidP="00967FE4">
            <w:r w:rsidRPr="00790B7F">
              <w:t>2)РФ</w:t>
            </w:r>
          </w:p>
          <w:p w:rsidR="000C0A55" w:rsidRPr="00790B7F" w:rsidRDefault="000C0A55" w:rsidP="00967FE4"/>
          <w:p w:rsidR="000C0A55" w:rsidRPr="00790B7F" w:rsidRDefault="000C0A55" w:rsidP="00967FE4">
            <w:r w:rsidRPr="00790B7F">
              <w:t>3)РФ</w:t>
            </w:r>
          </w:p>
          <w:p w:rsidR="000C0A55" w:rsidRPr="00790B7F" w:rsidRDefault="000C0A55" w:rsidP="00967FE4">
            <w:r w:rsidRPr="00790B7F">
              <w:t>4)РФ</w:t>
            </w:r>
          </w:p>
        </w:tc>
        <w:tc>
          <w:tcPr>
            <w:tcW w:w="1418" w:type="dxa"/>
          </w:tcPr>
          <w:p w:rsidR="000C0A55" w:rsidRPr="00790B7F" w:rsidRDefault="000C0A55" w:rsidP="00967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  <w:p w:rsidR="000C0A55" w:rsidRPr="00790B7F" w:rsidRDefault="000C0A55" w:rsidP="00967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  <w:p w:rsidR="000C0A55" w:rsidRPr="00790B7F" w:rsidRDefault="000C0A55" w:rsidP="00967FE4">
            <w:r w:rsidRPr="00790B7F">
              <w:t>3) Нива</w:t>
            </w:r>
          </w:p>
          <w:p w:rsidR="000C0A55" w:rsidRPr="00790B7F" w:rsidRDefault="000C0A55" w:rsidP="00967FE4">
            <w:r w:rsidRPr="00790B7F">
              <w:t>4)Мини трактор «</w:t>
            </w:r>
            <w:proofErr w:type="spellStart"/>
            <w:r w:rsidRPr="00790B7F">
              <w:t>Шефен</w:t>
            </w:r>
            <w:proofErr w:type="spellEnd"/>
            <w:r w:rsidRPr="00790B7F">
              <w:t>»</w:t>
            </w:r>
          </w:p>
        </w:tc>
        <w:tc>
          <w:tcPr>
            <w:tcW w:w="1559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992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137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790B7F" w:rsidRDefault="000C0A55" w:rsidP="00967FE4">
            <w:r w:rsidRPr="00790B7F">
              <w:t>супруга</w:t>
            </w:r>
          </w:p>
        </w:tc>
        <w:tc>
          <w:tcPr>
            <w:tcW w:w="1417" w:type="dxa"/>
            <w:vAlign w:val="center"/>
          </w:tcPr>
          <w:p w:rsidR="000C0A55" w:rsidRPr="00790B7F" w:rsidRDefault="000C0A55" w:rsidP="00617CF7">
            <w:pPr>
              <w:jc w:val="center"/>
              <w:rPr>
                <w:lang w:val="en-US"/>
              </w:rPr>
            </w:pPr>
            <w:r w:rsidRPr="00790B7F">
              <w:t>280246,78</w:t>
            </w:r>
          </w:p>
        </w:tc>
        <w:tc>
          <w:tcPr>
            <w:tcW w:w="1559" w:type="dxa"/>
          </w:tcPr>
          <w:p w:rsidR="000C0A55" w:rsidRPr="00790B7F" w:rsidRDefault="00B752B6" w:rsidP="00967FE4">
            <w:r>
              <w:t>1)</w:t>
            </w:r>
            <w:r w:rsidR="000C0A55" w:rsidRPr="00790B7F">
              <w:t>квартира</w:t>
            </w:r>
          </w:p>
        </w:tc>
        <w:tc>
          <w:tcPr>
            <w:tcW w:w="1134" w:type="dxa"/>
          </w:tcPr>
          <w:p w:rsidR="000C0A55" w:rsidRPr="00790B7F" w:rsidRDefault="000C0A55" w:rsidP="00967FE4">
            <w:r w:rsidRPr="00790B7F">
              <w:t>52</w:t>
            </w:r>
          </w:p>
        </w:tc>
        <w:tc>
          <w:tcPr>
            <w:tcW w:w="1276" w:type="dxa"/>
          </w:tcPr>
          <w:p w:rsidR="000C0A55" w:rsidRPr="00790B7F" w:rsidRDefault="000C0A55" w:rsidP="00967FE4">
            <w:r w:rsidRPr="00790B7F">
              <w:t>РФ</w:t>
            </w:r>
          </w:p>
        </w:tc>
        <w:tc>
          <w:tcPr>
            <w:tcW w:w="1418" w:type="dxa"/>
          </w:tcPr>
          <w:p w:rsidR="000C0A55" w:rsidRPr="00790B7F" w:rsidRDefault="000C0A55" w:rsidP="00790B7F">
            <w:pPr>
              <w:jc w:val="center"/>
            </w:pPr>
            <w:r w:rsidRPr="00790B7F">
              <w:t>-</w:t>
            </w:r>
          </w:p>
        </w:tc>
        <w:tc>
          <w:tcPr>
            <w:tcW w:w="1559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992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137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B752B6">
        <w:tc>
          <w:tcPr>
            <w:tcW w:w="1668" w:type="dxa"/>
          </w:tcPr>
          <w:p w:rsidR="000C0A55" w:rsidRPr="00B752B6" w:rsidRDefault="000C0A55" w:rsidP="00967FE4">
            <w:pPr>
              <w:rPr>
                <w:szCs w:val="28"/>
              </w:rPr>
            </w:pPr>
            <w:proofErr w:type="spellStart"/>
            <w:r w:rsidRPr="00B752B6">
              <w:rPr>
                <w:szCs w:val="28"/>
              </w:rPr>
              <w:t>Апрелкова</w:t>
            </w:r>
            <w:proofErr w:type="spellEnd"/>
            <w:r w:rsidRPr="00B752B6">
              <w:rPr>
                <w:szCs w:val="28"/>
              </w:rPr>
              <w:t xml:space="preserve"> Татьяна Александровна</w:t>
            </w:r>
          </w:p>
        </w:tc>
        <w:tc>
          <w:tcPr>
            <w:tcW w:w="1417" w:type="dxa"/>
            <w:vAlign w:val="center"/>
          </w:tcPr>
          <w:p w:rsidR="000C0A55" w:rsidRPr="00B752B6" w:rsidRDefault="000C0A55" w:rsidP="004B0BA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676995,75</w:t>
            </w:r>
          </w:p>
        </w:tc>
        <w:tc>
          <w:tcPr>
            <w:tcW w:w="1559" w:type="dxa"/>
          </w:tcPr>
          <w:p w:rsidR="000C0A55" w:rsidRPr="00B752B6" w:rsidRDefault="00B752B6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1)</w:t>
            </w:r>
            <w:r w:rsidR="000C0A55" w:rsidRPr="00B752B6">
              <w:rPr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276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0C0A55" w:rsidRPr="00B752B6" w:rsidRDefault="000C0A55" w:rsidP="00B752B6">
            <w:pPr>
              <w:jc w:val="center"/>
            </w:pPr>
            <w:r w:rsidRPr="00B752B6">
              <w:t>-</w:t>
            </w:r>
          </w:p>
        </w:tc>
        <w:tc>
          <w:tcPr>
            <w:tcW w:w="1559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992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1370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дочь</w:t>
            </w:r>
          </w:p>
        </w:tc>
        <w:tc>
          <w:tcPr>
            <w:tcW w:w="1417" w:type="dxa"/>
            <w:vAlign w:val="center"/>
          </w:tcPr>
          <w:p w:rsidR="000C0A55" w:rsidRPr="00B752B6" w:rsidRDefault="000C0A55" w:rsidP="004B0BA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0C0A55" w:rsidRPr="00B752B6" w:rsidRDefault="00B752B6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1)</w:t>
            </w:r>
            <w:r w:rsidR="000C0A55" w:rsidRPr="00B752B6">
              <w:rPr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276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418" w:type="dxa"/>
          </w:tcPr>
          <w:p w:rsidR="000C0A55" w:rsidRPr="00B752B6" w:rsidRDefault="000C0A55" w:rsidP="009657E4">
            <w:pPr>
              <w:jc w:val="center"/>
            </w:pPr>
            <w:r w:rsidRPr="00B752B6">
              <w:t>-</w:t>
            </w:r>
          </w:p>
        </w:tc>
        <w:tc>
          <w:tcPr>
            <w:tcW w:w="1559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992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1370" w:type="dxa"/>
            <w:vAlign w:val="center"/>
          </w:tcPr>
          <w:p w:rsidR="000C0A55" w:rsidRPr="00B752B6" w:rsidRDefault="000C0A55" w:rsidP="00617CF7">
            <w:pPr>
              <w:jc w:val="center"/>
            </w:pPr>
            <w:r w:rsidRPr="00B752B6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967FE4">
        <w:tc>
          <w:tcPr>
            <w:tcW w:w="1668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0C0A55" w:rsidRPr="00B752B6" w:rsidRDefault="000C0A55" w:rsidP="004B0BA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0C0A55" w:rsidRPr="00B752B6" w:rsidRDefault="000C0A55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0C0A55" w:rsidRPr="00B752B6" w:rsidRDefault="000C0A55" w:rsidP="009657E4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B752B6" w:rsidRDefault="00B752B6" w:rsidP="00617CF7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1)</w:t>
            </w:r>
            <w:r w:rsidR="000C0A55" w:rsidRPr="00B752B6"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B752B6" w:rsidRDefault="000C0A55" w:rsidP="00617CF7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370" w:type="dxa"/>
            <w:vAlign w:val="center"/>
          </w:tcPr>
          <w:p w:rsidR="000C0A55" w:rsidRPr="00B752B6" w:rsidRDefault="000C0A55" w:rsidP="00617CF7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0C0A55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B752B6">
        <w:tc>
          <w:tcPr>
            <w:tcW w:w="1668" w:type="dxa"/>
          </w:tcPr>
          <w:p w:rsidR="000C0A55" w:rsidRPr="00B752B6" w:rsidRDefault="000C0A55" w:rsidP="00967FE4">
            <w:proofErr w:type="spellStart"/>
            <w:r w:rsidRPr="00B752B6">
              <w:t>Пулина</w:t>
            </w:r>
            <w:proofErr w:type="spellEnd"/>
            <w:r w:rsidRPr="00B752B6">
              <w:t xml:space="preserve"> Татьяна Ивановна</w:t>
            </w:r>
          </w:p>
        </w:tc>
        <w:tc>
          <w:tcPr>
            <w:tcW w:w="1417" w:type="dxa"/>
            <w:vAlign w:val="center"/>
          </w:tcPr>
          <w:p w:rsidR="000C0A55" w:rsidRPr="00B752B6" w:rsidRDefault="000C0A55" w:rsidP="00617CF7">
            <w:pPr>
              <w:jc w:val="center"/>
              <w:rPr>
                <w:lang w:val="en-US"/>
              </w:rPr>
            </w:pPr>
            <w:r w:rsidRPr="00B752B6">
              <w:t>961879,81</w:t>
            </w:r>
          </w:p>
        </w:tc>
        <w:tc>
          <w:tcPr>
            <w:tcW w:w="1559" w:type="dxa"/>
          </w:tcPr>
          <w:p w:rsidR="000C0A55" w:rsidRPr="00B752B6" w:rsidRDefault="000C0A55" w:rsidP="00967FE4">
            <w:r w:rsidRPr="00B752B6">
              <w:t>1)земельный участок</w:t>
            </w:r>
          </w:p>
          <w:p w:rsidR="000C0A55" w:rsidRPr="00B752B6" w:rsidRDefault="000C0A55" w:rsidP="00967FE4">
            <w:r w:rsidRPr="00B752B6">
              <w:t>2)квартира</w:t>
            </w:r>
          </w:p>
          <w:p w:rsidR="000C0A55" w:rsidRPr="00B752B6" w:rsidRDefault="000C0A55" w:rsidP="00967FE4">
            <w:pPr>
              <w:rPr>
                <w:lang w:val="en-US"/>
              </w:rPr>
            </w:pPr>
            <w:r w:rsidRPr="00B752B6">
              <w:t>3)квартира</w:t>
            </w:r>
          </w:p>
        </w:tc>
        <w:tc>
          <w:tcPr>
            <w:tcW w:w="1134" w:type="dxa"/>
          </w:tcPr>
          <w:p w:rsidR="000C0A55" w:rsidRPr="00B752B6" w:rsidRDefault="000C0A55" w:rsidP="00967FE4">
            <w:r w:rsidRPr="00B752B6">
              <w:t>1)1920</w:t>
            </w:r>
          </w:p>
          <w:p w:rsidR="00B752B6" w:rsidRPr="00B752B6" w:rsidRDefault="00B752B6" w:rsidP="00967FE4"/>
          <w:p w:rsidR="000C0A55" w:rsidRPr="00B752B6" w:rsidRDefault="000C0A55" w:rsidP="00967FE4">
            <w:r w:rsidRPr="00B752B6">
              <w:t>2)78,4</w:t>
            </w:r>
          </w:p>
          <w:p w:rsidR="000C0A55" w:rsidRPr="00B752B6" w:rsidRDefault="000C0A55" w:rsidP="00967FE4">
            <w:r w:rsidRPr="00B752B6">
              <w:t>3)56</w:t>
            </w:r>
          </w:p>
        </w:tc>
        <w:tc>
          <w:tcPr>
            <w:tcW w:w="1276" w:type="dxa"/>
          </w:tcPr>
          <w:p w:rsidR="000C0A55" w:rsidRPr="00B752B6" w:rsidRDefault="000C0A55" w:rsidP="00967FE4">
            <w:r w:rsidRPr="00B752B6">
              <w:t>1)РФ</w:t>
            </w:r>
          </w:p>
          <w:p w:rsidR="00B752B6" w:rsidRPr="00B752B6" w:rsidRDefault="00B752B6" w:rsidP="00967FE4"/>
          <w:p w:rsidR="000C0A55" w:rsidRPr="00B752B6" w:rsidRDefault="000C0A55" w:rsidP="00967FE4">
            <w:r w:rsidRPr="00B752B6">
              <w:t>2)РФ</w:t>
            </w:r>
          </w:p>
          <w:p w:rsidR="000C0A55" w:rsidRPr="00B752B6" w:rsidRDefault="000C0A55" w:rsidP="00967FE4">
            <w:pPr>
              <w:rPr>
                <w:lang w:val="en-US"/>
              </w:rPr>
            </w:pPr>
            <w:r w:rsidRPr="00B752B6">
              <w:t>3)РФ</w:t>
            </w:r>
          </w:p>
        </w:tc>
        <w:tc>
          <w:tcPr>
            <w:tcW w:w="1418" w:type="dxa"/>
            <w:vAlign w:val="center"/>
          </w:tcPr>
          <w:p w:rsidR="000C0A55" w:rsidRPr="00255D10" w:rsidRDefault="00B752B6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255D10" w:rsidRDefault="00B752B6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B752B6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B752B6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B752B6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9657E4">
        <w:tc>
          <w:tcPr>
            <w:tcW w:w="1668" w:type="dxa"/>
          </w:tcPr>
          <w:p w:rsidR="000C0A55" w:rsidRPr="003E735C" w:rsidRDefault="000C0A55" w:rsidP="003E735C">
            <w:r w:rsidRPr="003E735C">
              <w:t>Косякова Надежда Николаевна</w:t>
            </w:r>
          </w:p>
        </w:tc>
        <w:tc>
          <w:tcPr>
            <w:tcW w:w="1417" w:type="dxa"/>
            <w:vAlign w:val="center"/>
          </w:tcPr>
          <w:p w:rsidR="000C0A55" w:rsidRPr="003E735C" w:rsidRDefault="000C0A55" w:rsidP="00617CF7">
            <w:pPr>
              <w:jc w:val="center"/>
            </w:pPr>
            <w:r w:rsidRPr="003E735C">
              <w:t>801158,98</w:t>
            </w:r>
          </w:p>
        </w:tc>
        <w:tc>
          <w:tcPr>
            <w:tcW w:w="1559" w:type="dxa"/>
            <w:vAlign w:val="center"/>
          </w:tcPr>
          <w:p w:rsidR="000C0A55" w:rsidRPr="003E735C" w:rsidRDefault="000C0A55" w:rsidP="00F72B9A">
            <w:r w:rsidRPr="003E735C">
              <w:t>1)земельный участок</w:t>
            </w:r>
          </w:p>
          <w:p w:rsidR="000C0A55" w:rsidRPr="003E735C" w:rsidRDefault="000C0A55" w:rsidP="00F72B9A">
            <w:r w:rsidRPr="003E735C">
              <w:t>2)квартира</w:t>
            </w:r>
          </w:p>
          <w:p w:rsidR="000C0A55" w:rsidRPr="003E735C" w:rsidRDefault="000C0A55" w:rsidP="00F72B9A">
            <w:r w:rsidRPr="003E735C">
              <w:t>3)квартира</w:t>
            </w:r>
          </w:p>
          <w:p w:rsidR="000C0A55" w:rsidRPr="003E735C" w:rsidRDefault="000C0A55" w:rsidP="00F72B9A">
            <w:r w:rsidRPr="003E735C">
              <w:t>4)квартира</w:t>
            </w:r>
          </w:p>
          <w:p w:rsidR="000C0A55" w:rsidRPr="003E735C" w:rsidRDefault="000C0A55" w:rsidP="00F72B9A">
            <w:r w:rsidRPr="003E735C">
              <w:t>5)жилой дом</w:t>
            </w:r>
          </w:p>
        </w:tc>
        <w:tc>
          <w:tcPr>
            <w:tcW w:w="1134" w:type="dxa"/>
          </w:tcPr>
          <w:p w:rsidR="000C0A55" w:rsidRPr="003E735C" w:rsidRDefault="000C0A55" w:rsidP="00D245DF">
            <w:r w:rsidRPr="003E735C">
              <w:t>1)2000</w:t>
            </w:r>
          </w:p>
          <w:p w:rsidR="003E735C" w:rsidRPr="003E735C" w:rsidRDefault="003E735C" w:rsidP="00D245DF"/>
          <w:p w:rsidR="000C0A55" w:rsidRPr="003E735C" w:rsidRDefault="000C0A55" w:rsidP="00D245DF">
            <w:r w:rsidRPr="003E735C">
              <w:t>2)35,8</w:t>
            </w:r>
          </w:p>
          <w:p w:rsidR="000C0A55" w:rsidRPr="003E735C" w:rsidRDefault="000C0A55" w:rsidP="00D245DF">
            <w:r w:rsidRPr="003E735C">
              <w:t>3)53,2</w:t>
            </w:r>
          </w:p>
          <w:p w:rsidR="000C0A55" w:rsidRPr="003E735C" w:rsidRDefault="000C0A55" w:rsidP="00D245DF">
            <w:r w:rsidRPr="003E735C">
              <w:t>4)31</w:t>
            </w:r>
          </w:p>
          <w:p w:rsidR="000C0A55" w:rsidRPr="003E735C" w:rsidRDefault="000C0A55" w:rsidP="00D245DF">
            <w:r w:rsidRPr="003E735C">
              <w:t>5)79,5</w:t>
            </w:r>
          </w:p>
        </w:tc>
        <w:tc>
          <w:tcPr>
            <w:tcW w:w="1276" w:type="dxa"/>
          </w:tcPr>
          <w:p w:rsidR="000C0A55" w:rsidRPr="003E735C" w:rsidRDefault="000C0A55" w:rsidP="00181BDF">
            <w:r w:rsidRPr="003E735C">
              <w:t>1)РФ</w:t>
            </w:r>
          </w:p>
          <w:p w:rsidR="003E735C" w:rsidRPr="003E735C" w:rsidRDefault="003E735C" w:rsidP="00181BDF"/>
          <w:p w:rsidR="000C0A55" w:rsidRPr="003E735C" w:rsidRDefault="000C0A55" w:rsidP="00181BDF">
            <w:r w:rsidRPr="003E735C">
              <w:t>2)РФ</w:t>
            </w:r>
          </w:p>
          <w:p w:rsidR="000C0A55" w:rsidRPr="003E735C" w:rsidRDefault="000C0A55" w:rsidP="00181BDF">
            <w:r w:rsidRPr="003E735C">
              <w:t>3)РФ</w:t>
            </w:r>
          </w:p>
          <w:p w:rsidR="000C0A55" w:rsidRPr="003E735C" w:rsidRDefault="000C0A55" w:rsidP="00181BDF">
            <w:r w:rsidRPr="003E735C">
              <w:t>4)РФ</w:t>
            </w:r>
          </w:p>
          <w:p w:rsidR="000C0A55" w:rsidRPr="003E735C" w:rsidRDefault="000C0A55" w:rsidP="00181BDF">
            <w:r w:rsidRPr="003E735C">
              <w:t>5)РФ</w:t>
            </w:r>
          </w:p>
        </w:tc>
        <w:tc>
          <w:tcPr>
            <w:tcW w:w="1418" w:type="dxa"/>
            <w:vAlign w:val="center"/>
          </w:tcPr>
          <w:p w:rsidR="000C0A55" w:rsidRPr="003E735C" w:rsidRDefault="000C0A55" w:rsidP="004B0BA1">
            <w:pPr>
              <w:jc w:val="center"/>
              <w:rPr>
                <w:szCs w:val="28"/>
              </w:rPr>
            </w:pPr>
            <w:r w:rsidRPr="003E735C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3E735C">
        <w:tc>
          <w:tcPr>
            <w:tcW w:w="1668" w:type="dxa"/>
          </w:tcPr>
          <w:p w:rsidR="000C0A55" w:rsidRPr="003E735C" w:rsidRDefault="000C0A55" w:rsidP="003E735C">
            <w:r w:rsidRPr="003E735C">
              <w:lastRenderedPageBreak/>
              <w:t>супруг</w:t>
            </w:r>
          </w:p>
        </w:tc>
        <w:tc>
          <w:tcPr>
            <w:tcW w:w="1417" w:type="dxa"/>
          </w:tcPr>
          <w:p w:rsidR="000C0A55" w:rsidRPr="003E735C" w:rsidRDefault="000C0A55" w:rsidP="00181BDF">
            <w:r w:rsidRPr="003E735C">
              <w:t>338637,54</w:t>
            </w:r>
          </w:p>
        </w:tc>
        <w:tc>
          <w:tcPr>
            <w:tcW w:w="1559" w:type="dxa"/>
          </w:tcPr>
          <w:p w:rsidR="000C0A55" w:rsidRPr="003E735C" w:rsidRDefault="000C0A55" w:rsidP="00181BDF">
            <w:r w:rsidRPr="003E735C">
              <w:t>1)земельный участок</w:t>
            </w:r>
          </w:p>
          <w:p w:rsidR="000C0A55" w:rsidRPr="003E735C" w:rsidRDefault="000C0A55" w:rsidP="00181BDF">
            <w:r w:rsidRPr="003E735C">
              <w:t>2)квартира</w:t>
            </w:r>
          </w:p>
          <w:p w:rsidR="000C0A55" w:rsidRPr="003E735C" w:rsidRDefault="000C0A55" w:rsidP="00181BDF">
            <w:r w:rsidRPr="003E735C">
              <w:t>3)жилой дом</w:t>
            </w:r>
          </w:p>
        </w:tc>
        <w:tc>
          <w:tcPr>
            <w:tcW w:w="1134" w:type="dxa"/>
          </w:tcPr>
          <w:p w:rsidR="000C0A55" w:rsidRPr="003E735C" w:rsidRDefault="000C0A55" w:rsidP="00181BDF">
            <w:r w:rsidRPr="003E735C">
              <w:t>1)2000</w:t>
            </w:r>
          </w:p>
          <w:p w:rsidR="003E735C" w:rsidRPr="003E735C" w:rsidRDefault="003E735C" w:rsidP="00181BDF"/>
          <w:p w:rsidR="000C0A55" w:rsidRPr="003E735C" w:rsidRDefault="000C0A55" w:rsidP="00181BDF">
            <w:r w:rsidRPr="003E735C">
              <w:t>2)63,3</w:t>
            </w:r>
          </w:p>
          <w:p w:rsidR="000C0A55" w:rsidRPr="003E735C" w:rsidRDefault="000C0A55" w:rsidP="00181BDF">
            <w:r w:rsidRPr="003E735C">
              <w:t>3)79,5</w:t>
            </w:r>
          </w:p>
          <w:p w:rsidR="000C0A55" w:rsidRPr="003E735C" w:rsidRDefault="000C0A55" w:rsidP="00181BDF"/>
        </w:tc>
        <w:tc>
          <w:tcPr>
            <w:tcW w:w="1276" w:type="dxa"/>
          </w:tcPr>
          <w:p w:rsidR="000C0A55" w:rsidRPr="003E735C" w:rsidRDefault="000C0A55" w:rsidP="00181BDF">
            <w:r w:rsidRPr="003E735C">
              <w:t>1)РФ</w:t>
            </w:r>
          </w:p>
          <w:p w:rsidR="003E735C" w:rsidRPr="003E735C" w:rsidRDefault="003E735C" w:rsidP="00181BDF"/>
          <w:p w:rsidR="000C0A55" w:rsidRPr="003E735C" w:rsidRDefault="000C0A55" w:rsidP="00181BDF">
            <w:r w:rsidRPr="003E735C">
              <w:t>2)РФ</w:t>
            </w:r>
          </w:p>
          <w:p w:rsidR="000C0A55" w:rsidRPr="003E735C" w:rsidRDefault="000C0A55" w:rsidP="00181BDF">
            <w:r w:rsidRPr="003E735C">
              <w:t>3)РФ</w:t>
            </w:r>
          </w:p>
        </w:tc>
        <w:tc>
          <w:tcPr>
            <w:tcW w:w="1418" w:type="dxa"/>
            <w:vAlign w:val="center"/>
          </w:tcPr>
          <w:p w:rsidR="000C0A55" w:rsidRPr="003E735C" w:rsidRDefault="000C0A55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1)ВАЗ 21214</w:t>
            </w:r>
          </w:p>
          <w:p w:rsidR="000C0A55" w:rsidRPr="003E735C" w:rsidRDefault="000C0A55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2)УАЗ 39099</w:t>
            </w:r>
          </w:p>
          <w:p w:rsidR="000C0A55" w:rsidRPr="003E735C" w:rsidRDefault="000C0A55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3)УАЗ 330365</w:t>
            </w:r>
          </w:p>
        </w:tc>
        <w:tc>
          <w:tcPr>
            <w:tcW w:w="1559" w:type="dxa"/>
            <w:vAlign w:val="center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</w:tcPr>
          <w:p w:rsidR="000C0A55" w:rsidRPr="00255D10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F0EE1" w:rsidRDefault="000C0A55" w:rsidP="006F0EE1">
            <w:pPr>
              <w:rPr>
                <w:szCs w:val="28"/>
              </w:rPr>
            </w:pPr>
            <w:proofErr w:type="spellStart"/>
            <w:r w:rsidRPr="006F0EE1">
              <w:rPr>
                <w:szCs w:val="28"/>
              </w:rPr>
              <w:t>Винская</w:t>
            </w:r>
            <w:proofErr w:type="spellEnd"/>
            <w:r w:rsidRPr="006F0EE1">
              <w:rPr>
                <w:szCs w:val="28"/>
              </w:rPr>
              <w:t xml:space="preserve"> Оксана Андреевна</w:t>
            </w:r>
          </w:p>
        </w:tc>
        <w:tc>
          <w:tcPr>
            <w:tcW w:w="1417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307370,46</w:t>
            </w:r>
          </w:p>
        </w:tc>
        <w:tc>
          <w:tcPr>
            <w:tcW w:w="1559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1)земельный участок</w:t>
            </w:r>
          </w:p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1)2100</w:t>
            </w:r>
          </w:p>
          <w:p w:rsidR="006F0EE1" w:rsidRPr="006F0EE1" w:rsidRDefault="006F0EE1" w:rsidP="006F0EE1">
            <w:pPr>
              <w:rPr>
                <w:szCs w:val="28"/>
              </w:rPr>
            </w:pPr>
          </w:p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2)72</w:t>
            </w:r>
          </w:p>
        </w:tc>
        <w:tc>
          <w:tcPr>
            <w:tcW w:w="1276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1)РФ</w:t>
            </w:r>
          </w:p>
          <w:p w:rsidR="006F0EE1" w:rsidRPr="006F0EE1" w:rsidRDefault="006F0EE1" w:rsidP="006F0EE1">
            <w:pPr>
              <w:rPr>
                <w:szCs w:val="28"/>
              </w:rPr>
            </w:pPr>
          </w:p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2)РФ</w:t>
            </w:r>
          </w:p>
        </w:tc>
        <w:tc>
          <w:tcPr>
            <w:tcW w:w="1418" w:type="dxa"/>
            <w:vAlign w:val="center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супруг</w:t>
            </w:r>
          </w:p>
        </w:tc>
        <w:tc>
          <w:tcPr>
            <w:tcW w:w="1417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491086,16</w:t>
            </w:r>
          </w:p>
        </w:tc>
        <w:tc>
          <w:tcPr>
            <w:tcW w:w="1559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6F0EE1" w:rsidRDefault="006F0EE1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1)ж</w:t>
            </w:r>
            <w:r w:rsidR="000C0A55" w:rsidRPr="006F0EE1">
              <w:rPr>
                <w:szCs w:val="28"/>
              </w:rPr>
              <w:t>илой дом</w:t>
            </w:r>
          </w:p>
        </w:tc>
        <w:tc>
          <w:tcPr>
            <w:tcW w:w="992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72</w:t>
            </w:r>
          </w:p>
        </w:tc>
        <w:tc>
          <w:tcPr>
            <w:tcW w:w="1370" w:type="dxa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0C0A55" w:rsidRDefault="000C0A5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Трубников Михаил Васильевич</w:t>
            </w:r>
          </w:p>
        </w:tc>
        <w:tc>
          <w:tcPr>
            <w:tcW w:w="1417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551485,56</w:t>
            </w:r>
          </w:p>
        </w:tc>
        <w:tc>
          <w:tcPr>
            <w:tcW w:w="1559" w:type="dxa"/>
          </w:tcPr>
          <w:p w:rsidR="000C0A55" w:rsidRPr="006F0EE1" w:rsidRDefault="006F0EE1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</w:t>
            </w:r>
            <w:r w:rsidR="000C0A55" w:rsidRPr="006F0EE1">
              <w:rPr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59,7</w:t>
            </w:r>
          </w:p>
        </w:tc>
        <w:tc>
          <w:tcPr>
            <w:tcW w:w="1276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РФ</w:t>
            </w:r>
          </w:p>
        </w:tc>
        <w:tc>
          <w:tcPr>
            <w:tcW w:w="1418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1)ОКА 1113</w:t>
            </w:r>
          </w:p>
          <w:p w:rsidR="000C0A55" w:rsidRPr="006F0EE1" w:rsidRDefault="000C0A55" w:rsidP="006F0EE1">
            <w:pPr>
              <w:rPr>
                <w:szCs w:val="28"/>
                <w:lang w:val="en-US"/>
              </w:rPr>
            </w:pPr>
            <w:r w:rsidRPr="006F0EE1">
              <w:rPr>
                <w:szCs w:val="28"/>
              </w:rPr>
              <w:t>2)</w:t>
            </w:r>
            <w:r w:rsidRPr="006F0EE1">
              <w:rPr>
                <w:szCs w:val="28"/>
                <w:lang w:val="en-US"/>
              </w:rPr>
              <w:t>Toyota Sprinter</w:t>
            </w:r>
          </w:p>
        </w:tc>
        <w:tc>
          <w:tcPr>
            <w:tcW w:w="1559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0C0A55" w:rsidRPr="006F0EE1" w:rsidRDefault="006F0EE1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1)</w:t>
            </w:r>
            <w:r w:rsidR="000C0A55" w:rsidRPr="006F0EE1">
              <w:rPr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59,7</w:t>
            </w:r>
          </w:p>
        </w:tc>
        <w:tc>
          <w:tcPr>
            <w:tcW w:w="1276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370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F0EE1" w:rsidRDefault="000C0A55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0C0A55" w:rsidRPr="006F0EE1" w:rsidRDefault="000C0A55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6F0EE1" w:rsidRDefault="006F0EE1" w:rsidP="00617CF7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1)</w:t>
            </w:r>
            <w:r w:rsidR="000C0A55" w:rsidRPr="006F0EE1"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6F0EE1" w:rsidRDefault="000C0A55" w:rsidP="00617CF7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59,7</w:t>
            </w:r>
          </w:p>
        </w:tc>
        <w:tc>
          <w:tcPr>
            <w:tcW w:w="1370" w:type="dxa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0C0A55" w:rsidRPr="006F0EE1" w:rsidRDefault="000C0A55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0C0A55" w:rsidTr="006A2368">
        <w:tc>
          <w:tcPr>
            <w:tcW w:w="1668" w:type="dxa"/>
          </w:tcPr>
          <w:p w:rsidR="000C0A55" w:rsidRPr="006A2368" w:rsidRDefault="000C0A55" w:rsidP="006F0EE1">
            <w:r w:rsidRPr="006A2368">
              <w:t>Абрамов Александр Николаевич</w:t>
            </w:r>
          </w:p>
        </w:tc>
        <w:tc>
          <w:tcPr>
            <w:tcW w:w="1417" w:type="dxa"/>
            <w:vAlign w:val="center"/>
          </w:tcPr>
          <w:p w:rsidR="000C0A55" w:rsidRPr="006A2368" w:rsidRDefault="000C0A55" w:rsidP="00617CF7">
            <w:pPr>
              <w:jc w:val="center"/>
            </w:pPr>
            <w:r w:rsidRPr="006A2368">
              <w:t>771755,59</w:t>
            </w:r>
          </w:p>
        </w:tc>
        <w:tc>
          <w:tcPr>
            <w:tcW w:w="1559" w:type="dxa"/>
          </w:tcPr>
          <w:p w:rsidR="000C0A55" w:rsidRPr="006A2368" w:rsidRDefault="000C0A55" w:rsidP="006F0EE1">
            <w:r w:rsidRPr="006A2368">
              <w:t>1)земельный участок</w:t>
            </w:r>
          </w:p>
          <w:p w:rsidR="000C0A55" w:rsidRPr="006A2368" w:rsidRDefault="000C0A55" w:rsidP="006F0EE1">
            <w:r w:rsidRPr="006A2368">
              <w:t>2)квартира</w:t>
            </w:r>
          </w:p>
        </w:tc>
        <w:tc>
          <w:tcPr>
            <w:tcW w:w="1134" w:type="dxa"/>
          </w:tcPr>
          <w:p w:rsidR="000C0A55" w:rsidRPr="006A2368" w:rsidRDefault="000C0A55" w:rsidP="006F0EE1">
            <w:r w:rsidRPr="006A2368">
              <w:t>1)1300</w:t>
            </w:r>
          </w:p>
          <w:p w:rsidR="006A2368" w:rsidRPr="006A2368" w:rsidRDefault="006A2368" w:rsidP="006F0EE1"/>
          <w:p w:rsidR="000C0A55" w:rsidRPr="006A2368" w:rsidRDefault="000C0A55" w:rsidP="006F0EE1">
            <w:r w:rsidRPr="006A2368">
              <w:t>2)66,1</w:t>
            </w:r>
          </w:p>
        </w:tc>
        <w:tc>
          <w:tcPr>
            <w:tcW w:w="1276" w:type="dxa"/>
          </w:tcPr>
          <w:p w:rsidR="000C0A55" w:rsidRPr="006A2368" w:rsidRDefault="000C0A55" w:rsidP="006F0EE1">
            <w:r w:rsidRPr="006A2368">
              <w:t>1)РФ</w:t>
            </w:r>
          </w:p>
          <w:p w:rsidR="006A2368" w:rsidRPr="006A2368" w:rsidRDefault="006A2368" w:rsidP="006F0EE1"/>
          <w:p w:rsidR="000C0A55" w:rsidRPr="006A2368" w:rsidRDefault="000C0A55" w:rsidP="006F0EE1">
            <w:r w:rsidRPr="006A2368">
              <w:t>2)РФ</w:t>
            </w:r>
          </w:p>
        </w:tc>
        <w:tc>
          <w:tcPr>
            <w:tcW w:w="1418" w:type="dxa"/>
          </w:tcPr>
          <w:p w:rsidR="000C0A55" w:rsidRPr="006A2368" w:rsidRDefault="006A2368" w:rsidP="006F0EE1">
            <w:pPr>
              <w:rPr>
                <w:lang w:val="en-US"/>
              </w:rPr>
            </w:pPr>
            <w:r w:rsidRPr="006A2368">
              <w:t>1)</w:t>
            </w:r>
            <w:proofErr w:type="gramStart"/>
            <w:r w:rsidR="000C0A55" w:rsidRPr="006A2368">
              <w:t>Т</w:t>
            </w:r>
            <w:proofErr w:type="spellStart"/>
            <w:proofErr w:type="gramEnd"/>
            <w:r w:rsidR="000C0A55" w:rsidRPr="006A2368">
              <w:rPr>
                <w:lang w:val="en-US"/>
              </w:rPr>
              <w:t>oyota</w:t>
            </w:r>
            <w:proofErr w:type="spellEnd"/>
            <w:r w:rsidR="000C0A55" w:rsidRPr="006A2368">
              <w:rPr>
                <w:lang w:val="en-US"/>
              </w:rPr>
              <w:t xml:space="preserve"> Corolla</w:t>
            </w:r>
          </w:p>
        </w:tc>
        <w:tc>
          <w:tcPr>
            <w:tcW w:w="1559" w:type="dxa"/>
            <w:vAlign w:val="center"/>
          </w:tcPr>
          <w:p w:rsidR="000C0A55" w:rsidRPr="006A2368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A2368" w:rsidRDefault="000C0A55" w:rsidP="006F0EE1">
            <w:r w:rsidRPr="006A2368">
              <w:t>супруга</w:t>
            </w:r>
          </w:p>
        </w:tc>
        <w:tc>
          <w:tcPr>
            <w:tcW w:w="1417" w:type="dxa"/>
            <w:vAlign w:val="center"/>
          </w:tcPr>
          <w:p w:rsidR="000C0A55" w:rsidRPr="006A2368" w:rsidRDefault="000C0A55" w:rsidP="00617CF7">
            <w:pPr>
              <w:jc w:val="center"/>
            </w:pPr>
            <w:r w:rsidRPr="006A2368">
              <w:t>520029,22</w:t>
            </w:r>
          </w:p>
        </w:tc>
        <w:tc>
          <w:tcPr>
            <w:tcW w:w="1559" w:type="dxa"/>
          </w:tcPr>
          <w:p w:rsidR="000C0A55" w:rsidRPr="006A2368" w:rsidRDefault="006A2368" w:rsidP="006F0EE1">
            <w:pPr>
              <w:rPr>
                <w:lang w:val="en-US"/>
              </w:rPr>
            </w:pPr>
            <w:r w:rsidRPr="006A2368">
              <w:t>1)</w:t>
            </w:r>
            <w:r w:rsidR="000C0A55" w:rsidRPr="006A2368">
              <w:t>квартира</w:t>
            </w:r>
          </w:p>
        </w:tc>
        <w:tc>
          <w:tcPr>
            <w:tcW w:w="1134" w:type="dxa"/>
          </w:tcPr>
          <w:p w:rsidR="000C0A55" w:rsidRPr="006A2368" w:rsidRDefault="000C0A55" w:rsidP="006F0EE1">
            <w:r w:rsidRPr="006A2368">
              <w:t>66,1</w:t>
            </w:r>
          </w:p>
        </w:tc>
        <w:tc>
          <w:tcPr>
            <w:tcW w:w="1276" w:type="dxa"/>
          </w:tcPr>
          <w:p w:rsidR="000C0A55" w:rsidRPr="006A2368" w:rsidRDefault="000C0A55" w:rsidP="006F0EE1">
            <w:r w:rsidRPr="006A2368">
              <w:t>РФ</w:t>
            </w:r>
          </w:p>
        </w:tc>
        <w:tc>
          <w:tcPr>
            <w:tcW w:w="1418" w:type="dxa"/>
          </w:tcPr>
          <w:p w:rsidR="000C0A55" w:rsidRPr="006A2368" w:rsidRDefault="000C0A55" w:rsidP="006A2368">
            <w:pPr>
              <w:jc w:val="center"/>
            </w:pPr>
            <w:r w:rsidRPr="006A2368">
              <w:t>-</w:t>
            </w:r>
          </w:p>
        </w:tc>
        <w:tc>
          <w:tcPr>
            <w:tcW w:w="1559" w:type="dxa"/>
            <w:vAlign w:val="center"/>
          </w:tcPr>
          <w:p w:rsidR="000C0A55" w:rsidRPr="006A2368" w:rsidRDefault="006A2368" w:rsidP="004B0BA1">
            <w:pPr>
              <w:jc w:val="center"/>
              <w:rPr>
                <w:szCs w:val="28"/>
              </w:rPr>
            </w:pPr>
            <w:r w:rsidRPr="006A2368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</w:tcPr>
          <w:p w:rsidR="000C0A55" w:rsidRPr="00255D10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6A2368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56B82" w:rsidRDefault="000C0A55" w:rsidP="006F0EE1">
            <w:proofErr w:type="spellStart"/>
            <w:r w:rsidRPr="00656B82">
              <w:t>Голобоков</w:t>
            </w:r>
            <w:proofErr w:type="spellEnd"/>
            <w:r w:rsidRPr="00656B82">
              <w:t xml:space="preserve"> Юрий Викторович</w:t>
            </w:r>
          </w:p>
        </w:tc>
        <w:tc>
          <w:tcPr>
            <w:tcW w:w="1417" w:type="dxa"/>
            <w:vAlign w:val="center"/>
          </w:tcPr>
          <w:p w:rsidR="000C0A55" w:rsidRPr="00656B82" w:rsidRDefault="000C0A55" w:rsidP="00617CF7">
            <w:pPr>
              <w:jc w:val="center"/>
              <w:rPr>
                <w:lang w:val="en-US"/>
              </w:rPr>
            </w:pPr>
            <w:r w:rsidRPr="00656B82">
              <w:t>789556,90</w:t>
            </w:r>
          </w:p>
        </w:tc>
        <w:tc>
          <w:tcPr>
            <w:tcW w:w="1559" w:type="dxa"/>
          </w:tcPr>
          <w:p w:rsidR="000C0A55" w:rsidRPr="00656B82" w:rsidRDefault="000C0A55" w:rsidP="006F0EE1">
            <w:r w:rsidRPr="00656B82">
              <w:t>1)земельный участок</w:t>
            </w:r>
          </w:p>
          <w:p w:rsidR="000C0A55" w:rsidRPr="00656B82" w:rsidRDefault="000C0A55" w:rsidP="006F0EE1">
            <w:r w:rsidRPr="00656B82">
              <w:t>2)квартира</w:t>
            </w:r>
          </w:p>
        </w:tc>
        <w:tc>
          <w:tcPr>
            <w:tcW w:w="1134" w:type="dxa"/>
          </w:tcPr>
          <w:p w:rsidR="000C0A55" w:rsidRPr="00656B82" w:rsidRDefault="000C0A55" w:rsidP="006F0EE1">
            <w:r w:rsidRPr="00656B82">
              <w:t>1)1458</w:t>
            </w:r>
          </w:p>
          <w:p w:rsidR="00656B82" w:rsidRPr="00656B82" w:rsidRDefault="00656B82" w:rsidP="006F0EE1"/>
          <w:p w:rsidR="000C0A55" w:rsidRPr="00656B82" w:rsidRDefault="000C0A55" w:rsidP="006F0EE1">
            <w:r w:rsidRPr="00656B82">
              <w:t>2)74,6</w:t>
            </w:r>
          </w:p>
        </w:tc>
        <w:tc>
          <w:tcPr>
            <w:tcW w:w="1276" w:type="dxa"/>
          </w:tcPr>
          <w:p w:rsidR="000C0A55" w:rsidRPr="00656B82" w:rsidRDefault="000C0A55" w:rsidP="006F0EE1">
            <w:r w:rsidRPr="00656B82">
              <w:t>1)РФ</w:t>
            </w:r>
          </w:p>
          <w:p w:rsidR="00656B82" w:rsidRPr="00656B82" w:rsidRDefault="00656B82" w:rsidP="006F0EE1"/>
          <w:p w:rsidR="000C0A55" w:rsidRPr="00656B82" w:rsidRDefault="000C0A55" w:rsidP="006F0EE1">
            <w:r w:rsidRPr="00656B82">
              <w:t>2)РФ</w:t>
            </w:r>
          </w:p>
        </w:tc>
        <w:tc>
          <w:tcPr>
            <w:tcW w:w="1418" w:type="dxa"/>
          </w:tcPr>
          <w:p w:rsidR="000C0A55" w:rsidRPr="00656B82" w:rsidRDefault="00656B82" w:rsidP="006F0EE1">
            <w:pPr>
              <w:rPr>
                <w:lang w:val="en-US"/>
              </w:rPr>
            </w:pPr>
            <w:r w:rsidRPr="00656B82">
              <w:t>1)</w:t>
            </w:r>
            <w:proofErr w:type="gramStart"/>
            <w:r w:rsidR="000C0A55" w:rsidRPr="00656B82">
              <w:t>Т</w:t>
            </w:r>
            <w:proofErr w:type="spellStart"/>
            <w:proofErr w:type="gramEnd"/>
            <w:r w:rsidR="000C0A55" w:rsidRPr="00656B82">
              <w:rPr>
                <w:lang w:val="en-US"/>
              </w:rPr>
              <w:t>oyota</w:t>
            </w:r>
            <w:proofErr w:type="spellEnd"/>
            <w:r w:rsidR="000C0A55" w:rsidRPr="00656B82">
              <w:rPr>
                <w:lang w:val="en-US"/>
              </w:rPr>
              <w:t xml:space="preserve"> Corolla</w:t>
            </w:r>
            <w:r w:rsidR="000C0A55" w:rsidRPr="00656B82">
              <w:t xml:space="preserve"> </w:t>
            </w:r>
            <w:r w:rsidR="000C0A55" w:rsidRPr="00656B82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0C0A55" w:rsidRPr="00656B82" w:rsidRDefault="000C0A55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656B82" w:rsidRDefault="000C0A55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656B82" w:rsidRDefault="000C0A55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656B82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6F0EE1">
        <w:tc>
          <w:tcPr>
            <w:tcW w:w="1668" w:type="dxa"/>
          </w:tcPr>
          <w:p w:rsidR="000C0A55" w:rsidRPr="00656B82" w:rsidRDefault="000C0A55" w:rsidP="006F0EE1">
            <w:r w:rsidRPr="00656B82">
              <w:t>супруга</w:t>
            </w:r>
          </w:p>
        </w:tc>
        <w:tc>
          <w:tcPr>
            <w:tcW w:w="1417" w:type="dxa"/>
            <w:vAlign w:val="center"/>
          </w:tcPr>
          <w:p w:rsidR="000C0A55" w:rsidRPr="00656B82" w:rsidRDefault="000C0A55" w:rsidP="00617CF7">
            <w:pPr>
              <w:jc w:val="center"/>
              <w:rPr>
                <w:lang w:val="en-US"/>
              </w:rPr>
            </w:pPr>
            <w:r w:rsidRPr="00656B82">
              <w:t>401938,88</w:t>
            </w:r>
          </w:p>
        </w:tc>
        <w:tc>
          <w:tcPr>
            <w:tcW w:w="1559" w:type="dxa"/>
          </w:tcPr>
          <w:p w:rsidR="000C0A55" w:rsidRPr="00656B82" w:rsidRDefault="000C0A55" w:rsidP="00656B82">
            <w:pPr>
              <w:jc w:val="center"/>
            </w:pPr>
            <w:r w:rsidRPr="00656B82">
              <w:t>-</w:t>
            </w:r>
          </w:p>
        </w:tc>
        <w:tc>
          <w:tcPr>
            <w:tcW w:w="1134" w:type="dxa"/>
          </w:tcPr>
          <w:p w:rsidR="000C0A55" w:rsidRPr="00656B82" w:rsidRDefault="000C0A55" w:rsidP="00656B82">
            <w:pPr>
              <w:jc w:val="center"/>
            </w:pPr>
            <w:r w:rsidRPr="00656B82">
              <w:t>-</w:t>
            </w:r>
          </w:p>
        </w:tc>
        <w:tc>
          <w:tcPr>
            <w:tcW w:w="1276" w:type="dxa"/>
          </w:tcPr>
          <w:p w:rsidR="000C0A55" w:rsidRPr="00656B82" w:rsidRDefault="000C0A55" w:rsidP="00656B82">
            <w:pPr>
              <w:jc w:val="center"/>
            </w:pPr>
            <w:r w:rsidRPr="00656B82">
              <w:t>-</w:t>
            </w:r>
          </w:p>
        </w:tc>
        <w:tc>
          <w:tcPr>
            <w:tcW w:w="1418" w:type="dxa"/>
          </w:tcPr>
          <w:p w:rsidR="000C0A55" w:rsidRPr="00656B82" w:rsidRDefault="000C0A55" w:rsidP="00656B82">
            <w:pPr>
              <w:jc w:val="center"/>
            </w:pPr>
            <w:r w:rsidRPr="00656B82">
              <w:t>-</w:t>
            </w:r>
          </w:p>
        </w:tc>
        <w:tc>
          <w:tcPr>
            <w:tcW w:w="1559" w:type="dxa"/>
            <w:vAlign w:val="center"/>
          </w:tcPr>
          <w:p w:rsidR="000C0A55" w:rsidRPr="00656B82" w:rsidRDefault="00656B82" w:rsidP="00617CF7">
            <w:pPr>
              <w:jc w:val="center"/>
            </w:pPr>
            <w:r w:rsidRPr="00656B82">
              <w:t>1)</w:t>
            </w:r>
            <w:r w:rsidR="000C0A55" w:rsidRPr="00656B82"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656B82" w:rsidRDefault="000C0A55" w:rsidP="00617CF7">
            <w:pPr>
              <w:jc w:val="center"/>
            </w:pPr>
            <w:r w:rsidRPr="00656B82">
              <w:t>74,6</w:t>
            </w:r>
          </w:p>
        </w:tc>
        <w:tc>
          <w:tcPr>
            <w:tcW w:w="1370" w:type="dxa"/>
            <w:vAlign w:val="center"/>
          </w:tcPr>
          <w:p w:rsidR="000C0A55" w:rsidRPr="00656B82" w:rsidRDefault="000C0A55" w:rsidP="00617CF7">
            <w:pPr>
              <w:jc w:val="center"/>
            </w:pPr>
            <w:r w:rsidRPr="00656B82">
              <w:t>РФ</w:t>
            </w:r>
          </w:p>
        </w:tc>
        <w:tc>
          <w:tcPr>
            <w:tcW w:w="2410" w:type="dxa"/>
            <w:vAlign w:val="center"/>
          </w:tcPr>
          <w:p w:rsidR="000C0A55" w:rsidRDefault="00656B82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F52260">
        <w:tc>
          <w:tcPr>
            <w:tcW w:w="1668" w:type="dxa"/>
          </w:tcPr>
          <w:p w:rsidR="000C0A55" w:rsidRPr="00F52260" w:rsidRDefault="000C0A55" w:rsidP="006F0EE1">
            <w:proofErr w:type="spellStart"/>
            <w:r w:rsidRPr="00F52260">
              <w:t>Номоконова</w:t>
            </w:r>
            <w:proofErr w:type="spellEnd"/>
            <w:r w:rsidRPr="00F52260">
              <w:t xml:space="preserve"> Евгения Васильевна</w:t>
            </w:r>
          </w:p>
        </w:tc>
        <w:tc>
          <w:tcPr>
            <w:tcW w:w="1417" w:type="dxa"/>
            <w:vAlign w:val="center"/>
          </w:tcPr>
          <w:p w:rsidR="000C0A55" w:rsidRPr="00F52260" w:rsidRDefault="000C0A55" w:rsidP="00617CF7">
            <w:pPr>
              <w:jc w:val="center"/>
              <w:rPr>
                <w:lang w:val="en-US"/>
              </w:rPr>
            </w:pPr>
            <w:r w:rsidRPr="00F52260">
              <w:t>777119,57</w:t>
            </w:r>
          </w:p>
        </w:tc>
        <w:tc>
          <w:tcPr>
            <w:tcW w:w="1559" w:type="dxa"/>
          </w:tcPr>
          <w:p w:rsidR="000C0A55" w:rsidRPr="00F52260" w:rsidRDefault="000C0A55" w:rsidP="006F0EE1">
            <w:r w:rsidRPr="00F52260">
              <w:t>1)квартира</w:t>
            </w:r>
          </w:p>
          <w:p w:rsidR="000C0A55" w:rsidRPr="00F52260" w:rsidRDefault="000C0A55" w:rsidP="006F0EE1">
            <w:pPr>
              <w:rPr>
                <w:lang w:val="en-US"/>
              </w:rPr>
            </w:pPr>
            <w:r w:rsidRPr="00F52260">
              <w:t>2)квартира</w:t>
            </w:r>
          </w:p>
        </w:tc>
        <w:tc>
          <w:tcPr>
            <w:tcW w:w="1134" w:type="dxa"/>
          </w:tcPr>
          <w:p w:rsidR="000C0A55" w:rsidRPr="00F52260" w:rsidRDefault="000C0A55" w:rsidP="006F0EE1">
            <w:r w:rsidRPr="00F52260">
              <w:t>1)52,1</w:t>
            </w:r>
          </w:p>
          <w:p w:rsidR="000C0A55" w:rsidRPr="00F52260" w:rsidRDefault="000C0A55" w:rsidP="006F0EE1">
            <w:r w:rsidRPr="00F52260">
              <w:t>2)45,5</w:t>
            </w:r>
          </w:p>
        </w:tc>
        <w:tc>
          <w:tcPr>
            <w:tcW w:w="1276" w:type="dxa"/>
          </w:tcPr>
          <w:p w:rsidR="000C0A55" w:rsidRPr="00F52260" w:rsidRDefault="000C0A55" w:rsidP="006F0EE1">
            <w:r w:rsidRPr="00F52260">
              <w:t>1)РФ</w:t>
            </w:r>
          </w:p>
          <w:p w:rsidR="000C0A55" w:rsidRPr="00F52260" w:rsidRDefault="000C0A55" w:rsidP="006F0EE1">
            <w:r w:rsidRPr="00F52260">
              <w:t>2)РФ</w:t>
            </w:r>
          </w:p>
        </w:tc>
        <w:tc>
          <w:tcPr>
            <w:tcW w:w="1418" w:type="dxa"/>
            <w:vAlign w:val="center"/>
          </w:tcPr>
          <w:p w:rsidR="000C0A55" w:rsidRPr="00B75481" w:rsidRDefault="000C0A55" w:rsidP="00F52260">
            <w:pPr>
              <w:jc w:val="center"/>
            </w:pPr>
            <w:r w:rsidRPr="00B75481">
              <w:t>-</w:t>
            </w:r>
          </w:p>
        </w:tc>
        <w:tc>
          <w:tcPr>
            <w:tcW w:w="1559" w:type="dxa"/>
            <w:vAlign w:val="center"/>
          </w:tcPr>
          <w:p w:rsidR="000C0A55" w:rsidRPr="00255D10" w:rsidRDefault="000C0A55" w:rsidP="00F522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0C0A55" w:rsidP="00F522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0C0A55" w:rsidP="00F522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F522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930340">
        <w:tc>
          <w:tcPr>
            <w:tcW w:w="1668" w:type="dxa"/>
          </w:tcPr>
          <w:p w:rsidR="000C0A55" w:rsidRPr="00930340" w:rsidRDefault="000C0A55" w:rsidP="006F0EE1">
            <w:proofErr w:type="spellStart"/>
            <w:r w:rsidRPr="00930340">
              <w:t>Юргатова</w:t>
            </w:r>
            <w:proofErr w:type="spellEnd"/>
            <w:r w:rsidRPr="00930340">
              <w:t xml:space="preserve"> Валентина Юльевна</w:t>
            </w:r>
          </w:p>
        </w:tc>
        <w:tc>
          <w:tcPr>
            <w:tcW w:w="1417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647450,00</w:t>
            </w:r>
          </w:p>
        </w:tc>
        <w:tc>
          <w:tcPr>
            <w:tcW w:w="1559" w:type="dxa"/>
          </w:tcPr>
          <w:p w:rsidR="000C0A55" w:rsidRPr="00930340" w:rsidRDefault="00930340" w:rsidP="006F0EE1">
            <w:r w:rsidRPr="00930340">
              <w:t>1)</w:t>
            </w:r>
            <w:r w:rsidR="000C0A55" w:rsidRPr="00930340">
              <w:t>квартира</w:t>
            </w:r>
          </w:p>
        </w:tc>
        <w:tc>
          <w:tcPr>
            <w:tcW w:w="1134" w:type="dxa"/>
          </w:tcPr>
          <w:p w:rsidR="000C0A55" w:rsidRPr="00930340" w:rsidRDefault="000C0A55" w:rsidP="006F0EE1">
            <w:r w:rsidRPr="00930340">
              <w:t>46,5</w:t>
            </w:r>
          </w:p>
        </w:tc>
        <w:tc>
          <w:tcPr>
            <w:tcW w:w="1276" w:type="dxa"/>
          </w:tcPr>
          <w:p w:rsidR="000C0A55" w:rsidRPr="00930340" w:rsidRDefault="000C0A55" w:rsidP="006F0EE1">
            <w:r w:rsidRPr="00930340">
              <w:t>РФ</w:t>
            </w:r>
          </w:p>
        </w:tc>
        <w:tc>
          <w:tcPr>
            <w:tcW w:w="1418" w:type="dxa"/>
            <w:vAlign w:val="center"/>
          </w:tcPr>
          <w:p w:rsidR="000C0A55" w:rsidRPr="00930340" w:rsidRDefault="000C0A55" w:rsidP="00930340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0C0A55" w:rsidRPr="00255D10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930340">
        <w:tc>
          <w:tcPr>
            <w:tcW w:w="1668" w:type="dxa"/>
          </w:tcPr>
          <w:p w:rsidR="000C0A55" w:rsidRPr="00930340" w:rsidRDefault="000C0A55" w:rsidP="006F0EE1">
            <w:r w:rsidRPr="00930340">
              <w:t>супруг</w:t>
            </w:r>
          </w:p>
        </w:tc>
        <w:tc>
          <w:tcPr>
            <w:tcW w:w="1417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360000,00</w:t>
            </w:r>
          </w:p>
        </w:tc>
        <w:tc>
          <w:tcPr>
            <w:tcW w:w="1559" w:type="dxa"/>
          </w:tcPr>
          <w:p w:rsidR="000C0A55" w:rsidRPr="00930340" w:rsidRDefault="000C0A55" w:rsidP="006F0EE1">
            <w:r w:rsidRPr="00930340">
              <w:t>1)земельный участок</w:t>
            </w:r>
          </w:p>
          <w:p w:rsidR="000C0A55" w:rsidRPr="00930340" w:rsidRDefault="000C0A55" w:rsidP="006F0EE1">
            <w:r w:rsidRPr="00930340">
              <w:t>2)жилой дом</w:t>
            </w:r>
          </w:p>
          <w:p w:rsidR="000C0A55" w:rsidRPr="00930340" w:rsidRDefault="000C0A55" w:rsidP="006F0EE1">
            <w:r w:rsidRPr="00930340">
              <w:lastRenderedPageBreak/>
              <w:t>3)гараж</w:t>
            </w:r>
          </w:p>
        </w:tc>
        <w:tc>
          <w:tcPr>
            <w:tcW w:w="1134" w:type="dxa"/>
          </w:tcPr>
          <w:p w:rsidR="000C0A55" w:rsidRPr="00930340" w:rsidRDefault="000C0A55" w:rsidP="006F0EE1">
            <w:r w:rsidRPr="00930340">
              <w:lastRenderedPageBreak/>
              <w:t>1)1000</w:t>
            </w:r>
          </w:p>
          <w:p w:rsidR="00930340" w:rsidRPr="00930340" w:rsidRDefault="00930340" w:rsidP="006F0EE1"/>
          <w:p w:rsidR="000C0A55" w:rsidRPr="00930340" w:rsidRDefault="000C0A55" w:rsidP="006F0EE1">
            <w:r w:rsidRPr="00930340">
              <w:t>2)48</w:t>
            </w:r>
          </w:p>
          <w:p w:rsidR="000C0A55" w:rsidRPr="00930340" w:rsidRDefault="000C0A55" w:rsidP="006F0EE1">
            <w:r w:rsidRPr="00930340">
              <w:lastRenderedPageBreak/>
              <w:t>3)35</w:t>
            </w:r>
          </w:p>
        </w:tc>
        <w:tc>
          <w:tcPr>
            <w:tcW w:w="1276" w:type="dxa"/>
          </w:tcPr>
          <w:p w:rsidR="000C0A55" w:rsidRPr="00930340" w:rsidRDefault="000C0A55" w:rsidP="006F0EE1">
            <w:r w:rsidRPr="00930340">
              <w:lastRenderedPageBreak/>
              <w:t>1)РФ</w:t>
            </w:r>
          </w:p>
          <w:p w:rsidR="00930340" w:rsidRPr="00930340" w:rsidRDefault="00930340" w:rsidP="006F0EE1"/>
          <w:p w:rsidR="000C0A55" w:rsidRPr="00930340" w:rsidRDefault="000C0A55" w:rsidP="006F0EE1">
            <w:r w:rsidRPr="00930340">
              <w:t>2)РФ</w:t>
            </w:r>
          </w:p>
          <w:p w:rsidR="000C0A55" w:rsidRPr="00930340" w:rsidRDefault="000C0A55" w:rsidP="006F0EE1">
            <w:r w:rsidRPr="00930340">
              <w:lastRenderedPageBreak/>
              <w:t>3)РФ</w:t>
            </w:r>
          </w:p>
        </w:tc>
        <w:tc>
          <w:tcPr>
            <w:tcW w:w="1418" w:type="dxa"/>
          </w:tcPr>
          <w:p w:rsidR="000C0A55" w:rsidRPr="00930340" w:rsidRDefault="000C0A55" w:rsidP="006F0EE1">
            <w:r w:rsidRPr="00930340">
              <w:lastRenderedPageBreak/>
              <w:t>1) ВАЗ 2121</w:t>
            </w:r>
          </w:p>
          <w:p w:rsidR="000C0A55" w:rsidRPr="00930340" w:rsidRDefault="000C0A55" w:rsidP="006F0EE1">
            <w:r w:rsidRPr="00930340">
              <w:t>2)</w:t>
            </w:r>
            <w:r w:rsidRPr="00930340">
              <w:rPr>
                <w:lang w:val="en-US"/>
              </w:rPr>
              <w:t xml:space="preserve">Honda </w:t>
            </w:r>
            <w:r w:rsidRPr="00930340">
              <w:rPr>
                <w:lang w:val="en-US"/>
              </w:rPr>
              <w:lastRenderedPageBreak/>
              <w:t>CRV</w:t>
            </w:r>
          </w:p>
        </w:tc>
        <w:tc>
          <w:tcPr>
            <w:tcW w:w="1559" w:type="dxa"/>
            <w:vAlign w:val="center"/>
          </w:tcPr>
          <w:p w:rsidR="000C0A55" w:rsidRDefault="000C0A55" w:rsidP="00930340">
            <w:pPr>
              <w:jc w:val="center"/>
              <w:rPr>
                <w:szCs w:val="28"/>
              </w:rPr>
            </w:pPr>
          </w:p>
          <w:p w:rsidR="00930340" w:rsidRPr="00255D10" w:rsidRDefault="00930340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C0A55" w:rsidRPr="00255D10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0C0A55" w:rsidRPr="00255D10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0C0A55" w:rsidRDefault="000C0A55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C0A55" w:rsidTr="00930340">
        <w:tc>
          <w:tcPr>
            <w:tcW w:w="1668" w:type="dxa"/>
          </w:tcPr>
          <w:p w:rsidR="000C0A55" w:rsidRPr="00930340" w:rsidRDefault="000C0A55" w:rsidP="00930340">
            <w:proofErr w:type="spellStart"/>
            <w:r w:rsidRPr="00930340">
              <w:lastRenderedPageBreak/>
              <w:t>Екатеренчук</w:t>
            </w:r>
            <w:proofErr w:type="spellEnd"/>
            <w:r w:rsidRPr="00930340">
              <w:t xml:space="preserve"> Вера Ивановна</w:t>
            </w:r>
          </w:p>
        </w:tc>
        <w:tc>
          <w:tcPr>
            <w:tcW w:w="1417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694874,64</w:t>
            </w:r>
          </w:p>
        </w:tc>
        <w:tc>
          <w:tcPr>
            <w:tcW w:w="1559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1276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1418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0C0A55" w:rsidRPr="00930340" w:rsidRDefault="00930340" w:rsidP="00930340">
            <w:pPr>
              <w:jc w:val="center"/>
            </w:pPr>
            <w:r w:rsidRPr="00930340">
              <w:t>1)ж</w:t>
            </w:r>
            <w:r w:rsidR="000C0A55" w:rsidRPr="00930340">
              <w:t>илой дом</w:t>
            </w:r>
          </w:p>
        </w:tc>
        <w:tc>
          <w:tcPr>
            <w:tcW w:w="992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40,6</w:t>
            </w:r>
          </w:p>
        </w:tc>
        <w:tc>
          <w:tcPr>
            <w:tcW w:w="1370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РФ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0C0A55" w:rsidTr="00930340">
        <w:tc>
          <w:tcPr>
            <w:tcW w:w="1668" w:type="dxa"/>
          </w:tcPr>
          <w:p w:rsidR="000C0A55" w:rsidRPr="00930340" w:rsidRDefault="000C0A55" w:rsidP="00930340">
            <w:r w:rsidRPr="00930340">
              <w:t>супруг</w:t>
            </w:r>
          </w:p>
        </w:tc>
        <w:tc>
          <w:tcPr>
            <w:tcW w:w="1417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262645,60</w:t>
            </w:r>
          </w:p>
        </w:tc>
        <w:tc>
          <w:tcPr>
            <w:tcW w:w="1559" w:type="dxa"/>
            <w:vAlign w:val="center"/>
          </w:tcPr>
          <w:p w:rsidR="000C0A55" w:rsidRPr="00930340" w:rsidRDefault="000C0A55" w:rsidP="00617CF7">
            <w:r w:rsidRPr="00930340">
              <w:t>1)земельный участок</w:t>
            </w:r>
          </w:p>
          <w:p w:rsidR="000C0A55" w:rsidRPr="00930340" w:rsidRDefault="000C0A55" w:rsidP="00617CF7">
            <w:r w:rsidRPr="00930340">
              <w:t>2)жилой дом</w:t>
            </w:r>
          </w:p>
          <w:p w:rsidR="000C0A55" w:rsidRPr="00930340" w:rsidRDefault="000C0A55" w:rsidP="00617CF7">
            <w:r w:rsidRPr="00930340">
              <w:t>3)гараж</w:t>
            </w:r>
          </w:p>
        </w:tc>
        <w:tc>
          <w:tcPr>
            <w:tcW w:w="1134" w:type="dxa"/>
            <w:vAlign w:val="center"/>
          </w:tcPr>
          <w:p w:rsidR="000C0A55" w:rsidRPr="00930340" w:rsidRDefault="000C0A55" w:rsidP="00617CF7">
            <w:r w:rsidRPr="00930340">
              <w:t>1)1214</w:t>
            </w:r>
          </w:p>
          <w:p w:rsidR="00930340" w:rsidRPr="00930340" w:rsidRDefault="00930340" w:rsidP="00617CF7"/>
          <w:p w:rsidR="000C0A55" w:rsidRPr="00930340" w:rsidRDefault="000C0A55" w:rsidP="00617CF7">
            <w:r w:rsidRPr="00930340">
              <w:t>2)40,6</w:t>
            </w:r>
          </w:p>
          <w:p w:rsidR="000C0A55" w:rsidRPr="00930340" w:rsidRDefault="000C0A55" w:rsidP="00C43BBC">
            <w:r w:rsidRPr="00930340">
              <w:t>3)20,3</w:t>
            </w:r>
          </w:p>
        </w:tc>
        <w:tc>
          <w:tcPr>
            <w:tcW w:w="1276" w:type="dxa"/>
            <w:vAlign w:val="center"/>
          </w:tcPr>
          <w:p w:rsidR="000C0A55" w:rsidRPr="00930340" w:rsidRDefault="000C0A55" w:rsidP="00617CF7">
            <w:r w:rsidRPr="00930340">
              <w:t>1)РФ</w:t>
            </w:r>
          </w:p>
          <w:p w:rsidR="00930340" w:rsidRPr="00930340" w:rsidRDefault="00930340" w:rsidP="00617CF7"/>
          <w:p w:rsidR="000C0A55" w:rsidRPr="00930340" w:rsidRDefault="000C0A55" w:rsidP="00617CF7">
            <w:r w:rsidRPr="00930340">
              <w:t>2)РФ</w:t>
            </w:r>
          </w:p>
          <w:p w:rsidR="000C0A55" w:rsidRPr="00930340" w:rsidRDefault="000C0A55" w:rsidP="00617CF7">
            <w:pPr>
              <w:rPr>
                <w:lang w:val="en-US"/>
              </w:rPr>
            </w:pPr>
            <w:r w:rsidRPr="00930340">
              <w:t>3)РФ</w:t>
            </w:r>
          </w:p>
        </w:tc>
        <w:tc>
          <w:tcPr>
            <w:tcW w:w="1418" w:type="dxa"/>
            <w:vAlign w:val="center"/>
          </w:tcPr>
          <w:p w:rsidR="000C0A55" w:rsidRPr="00930340" w:rsidRDefault="000C0A55" w:rsidP="00617CF7">
            <w:r w:rsidRPr="00930340">
              <w:t>1)ВАЗ 2107</w:t>
            </w:r>
          </w:p>
          <w:p w:rsidR="000C0A55" w:rsidRPr="00930340" w:rsidRDefault="000C0A55" w:rsidP="00617CF7">
            <w:pPr>
              <w:rPr>
                <w:lang w:val="en-US"/>
              </w:rPr>
            </w:pPr>
            <w:r w:rsidRPr="00930340">
              <w:t>2)</w:t>
            </w:r>
            <w:r w:rsidRPr="00930340">
              <w:rPr>
                <w:lang w:val="en-US"/>
              </w:rPr>
              <w:t xml:space="preserve">Toyota </w:t>
            </w:r>
            <w:proofErr w:type="spellStart"/>
            <w:r w:rsidRPr="00930340">
              <w:rPr>
                <w:lang w:val="en-US"/>
              </w:rPr>
              <w:t>Duna</w:t>
            </w:r>
            <w:proofErr w:type="spellEnd"/>
          </w:p>
        </w:tc>
        <w:tc>
          <w:tcPr>
            <w:tcW w:w="1559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992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1370" w:type="dxa"/>
            <w:vAlign w:val="center"/>
          </w:tcPr>
          <w:p w:rsidR="000C0A55" w:rsidRPr="00930340" w:rsidRDefault="000C0A55" w:rsidP="00617CF7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0C0A55" w:rsidRPr="00B75481" w:rsidRDefault="000C0A55" w:rsidP="00617CF7">
            <w:pPr>
              <w:jc w:val="center"/>
            </w:pPr>
            <w:r w:rsidRPr="00B75481">
              <w:t>-</w:t>
            </w:r>
          </w:p>
        </w:tc>
      </w:tr>
      <w:tr w:rsidR="00930340" w:rsidTr="004E4BE5">
        <w:tc>
          <w:tcPr>
            <w:tcW w:w="1668" w:type="dxa"/>
          </w:tcPr>
          <w:p w:rsidR="00930340" w:rsidRPr="00930340" w:rsidRDefault="00930340" w:rsidP="00930340">
            <w:r w:rsidRPr="00930340">
              <w:t>Мальцева Наталья Викторовна</w:t>
            </w:r>
          </w:p>
        </w:tc>
        <w:tc>
          <w:tcPr>
            <w:tcW w:w="1417" w:type="dxa"/>
            <w:vAlign w:val="center"/>
          </w:tcPr>
          <w:p w:rsidR="00930340" w:rsidRPr="00930340" w:rsidRDefault="00930340" w:rsidP="00617CF7">
            <w:pPr>
              <w:jc w:val="center"/>
            </w:pPr>
            <w:r w:rsidRPr="00930340">
              <w:t>620401</w:t>
            </w:r>
          </w:p>
        </w:tc>
        <w:tc>
          <w:tcPr>
            <w:tcW w:w="1559" w:type="dxa"/>
          </w:tcPr>
          <w:p w:rsidR="00930340" w:rsidRPr="00930340" w:rsidRDefault="00930340" w:rsidP="00617CF7">
            <w:r w:rsidRPr="00930340">
              <w:t>1)квартира</w:t>
            </w:r>
          </w:p>
          <w:p w:rsidR="00930340" w:rsidRPr="00930340" w:rsidRDefault="00930340" w:rsidP="00617CF7">
            <w:r w:rsidRPr="00930340">
              <w:t>2)квартира</w:t>
            </w:r>
          </w:p>
          <w:p w:rsidR="00930340" w:rsidRPr="00930340" w:rsidRDefault="00930340" w:rsidP="00617CF7">
            <w:pPr>
              <w:rPr>
                <w:lang w:val="en-US"/>
              </w:rPr>
            </w:pPr>
            <w:r w:rsidRPr="00930340">
              <w:t>3)гараж</w:t>
            </w:r>
          </w:p>
        </w:tc>
        <w:tc>
          <w:tcPr>
            <w:tcW w:w="1134" w:type="dxa"/>
          </w:tcPr>
          <w:p w:rsidR="00930340" w:rsidRPr="00930340" w:rsidRDefault="00930340" w:rsidP="00617CF7">
            <w:r w:rsidRPr="00930340">
              <w:t>1)59,7</w:t>
            </w:r>
          </w:p>
          <w:p w:rsidR="00930340" w:rsidRPr="00930340" w:rsidRDefault="00930340" w:rsidP="00617CF7">
            <w:r w:rsidRPr="00930340">
              <w:t>2)43,9</w:t>
            </w:r>
          </w:p>
          <w:p w:rsidR="00930340" w:rsidRPr="00930340" w:rsidRDefault="00930340" w:rsidP="00617CF7">
            <w:r w:rsidRPr="00930340">
              <w:t>3)48</w:t>
            </w:r>
          </w:p>
          <w:p w:rsidR="00930340" w:rsidRPr="00930340" w:rsidRDefault="00930340" w:rsidP="00617CF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30340" w:rsidRPr="00930340" w:rsidRDefault="00930340" w:rsidP="00617CF7">
            <w:r w:rsidRPr="00930340">
              <w:t>1)РФ</w:t>
            </w:r>
          </w:p>
          <w:p w:rsidR="00930340" w:rsidRPr="00930340" w:rsidRDefault="00930340" w:rsidP="00617CF7">
            <w:r w:rsidRPr="00930340">
              <w:t>2)РФ</w:t>
            </w:r>
          </w:p>
          <w:p w:rsidR="00930340" w:rsidRPr="00930340" w:rsidRDefault="00930340" w:rsidP="00617CF7">
            <w:r w:rsidRPr="00930340">
              <w:t>3)РФ</w:t>
            </w:r>
          </w:p>
          <w:p w:rsidR="00930340" w:rsidRPr="00930340" w:rsidRDefault="00930340" w:rsidP="00617CF7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930340" w:rsidRPr="00930340" w:rsidRDefault="00930340" w:rsidP="00617CF7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992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1370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930340" w:rsidRPr="00B75481" w:rsidRDefault="00930340" w:rsidP="004E4BE5">
            <w:pPr>
              <w:jc w:val="center"/>
            </w:pPr>
            <w:r w:rsidRPr="00B75481">
              <w:t>-</w:t>
            </w:r>
          </w:p>
        </w:tc>
      </w:tr>
      <w:tr w:rsidR="00930340" w:rsidRPr="00C40F79" w:rsidTr="004E4BE5">
        <w:tc>
          <w:tcPr>
            <w:tcW w:w="1668" w:type="dxa"/>
          </w:tcPr>
          <w:p w:rsidR="00930340" w:rsidRPr="00930340" w:rsidRDefault="00930340" w:rsidP="00930340">
            <w:r w:rsidRPr="00930340">
              <w:t>супруг</w:t>
            </w:r>
          </w:p>
        </w:tc>
        <w:tc>
          <w:tcPr>
            <w:tcW w:w="1417" w:type="dxa"/>
            <w:vAlign w:val="center"/>
          </w:tcPr>
          <w:p w:rsidR="00930340" w:rsidRPr="00930340" w:rsidRDefault="00930340" w:rsidP="00617CF7">
            <w:pPr>
              <w:jc w:val="center"/>
            </w:pPr>
            <w:r w:rsidRPr="00930340">
              <w:t>610687,53</w:t>
            </w:r>
          </w:p>
        </w:tc>
        <w:tc>
          <w:tcPr>
            <w:tcW w:w="1559" w:type="dxa"/>
          </w:tcPr>
          <w:p w:rsidR="00930340" w:rsidRPr="00930340" w:rsidRDefault="00930340" w:rsidP="009A0AF9">
            <w:r w:rsidRPr="00930340">
              <w:t>1)квартира</w:t>
            </w:r>
          </w:p>
          <w:p w:rsidR="00930340" w:rsidRPr="00930340" w:rsidRDefault="00930340" w:rsidP="009A0AF9">
            <w:r w:rsidRPr="00930340">
              <w:t>2)квартира</w:t>
            </w:r>
          </w:p>
          <w:p w:rsidR="00930340" w:rsidRPr="00930340" w:rsidRDefault="00930340" w:rsidP="00617CF7"/>
        </w:tc>
        <w:tc>
          <w:tcPr>
            <w:tcW w:w="1134" w:type="dxa"/>
          </w:tcPr>
          <w:p w:rsidR="00930340" w:rsidRPr="00930340" w:rsidRDefault="00930340" w:rsidP="009A0AF9">
            <w:r w:rsidRPr="00930340">
              <w:t>1)59,7</w:t>
            </w:r>
          </w:p>
          <w:p w:rsidR="00930340" w:rsidRPr="00930340" w:rsidRDefault="00930340" w:rsidP="009A0AF9">
            <w:r w:rsidRPr="00930340">
              <w:t>2)43,9</w:t>
            </w:r>
          </w:p>
          <w:p w:rsidR="00930340" w:rsidRPr="00930340" w:rsidRDefault="00930340" w:rsidP="00617CF7"/>
        </w:tc>
        <w:tc>
          <w:tcPr>
            <w:tcW w:w="1276" w:type="dxa"/>
          </w:tcPr>
          <w:p w:rsidR="00930340" w:rsidRPr="00930340" w:rsidRDefault="00930340" w:rsidP="009A0AF9">
            <w:r w:rsidRPr="00930340">
              <w:t>1)РФ</w:t>
            </w:r>
          </w:p>
          <w:p w:rsidR="00930340" w:rsidRPr="00930340" w:rsidRDefault="00930340" w:rsidP="009A0AF9">
            <w:r w:rsidRPr="00930340">
              <w:t>2)РФ</w:t>
            </w:r>
          </w:p>
          <w:p w:rsidR="00930340" w:rsidRPr="00930340" w:rsidRDefault="00930340" w:rsidP="00617CF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30340" w:rsidRPr="00930340" w:rsidRDefault="00930340" w:rsidP="00617CF7">
            <w:pPr>
              <w:rPr>
                <w:lang w:val="en-US"/>
              </w:rPr>
            </w:pPr>
            <w:r w:rsidRPr="00930340">
              <w:rPr>
                <w:lang w:val="en-US"/>
              </w:rPr>
              <w:t>1)Nissan X- Trail</w:t>
            </w:r>
          </w:p>
          <w:p w:rsidR="00930340" w:rsidRPr="00930340" w:rsidRDefault="00930340" w:rsidP="00617CF7">
            <w:pPr>
              <w:rPr>
                <w:lang w:val="en-US"/>
              </w:rPr>
            </w:pPr>
            <w:r w:rsidRPr="00930340">
              <w:rPr>
                <w:lang w:val="en-US"/>
              </w:rPr>
              <w:t>2)</w:t>
            </w:r>
            <w:r w:rsidRPr="00930340">
              <w:t>Мотоцикл</w:t>
            </w:r>
            <w:r w:rsidRPr="00930340">
              <w:rPr>
                <w:lang w:val="en-US"/>
              </w:rPr>
              <w:t xml:space="preserve"> Racer RC200-CK</w:t>
            </w:r>
          </w:p>
        </w:tc>
        <w:tc>
          <w:tcPr>
            <w:tcW w:w="1559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992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1370" w:type="dxa"/>
            <w:vAlign w:val="center"/>
          </w:tcPr>
          <w:p w:rsidR="00930340" w:rsidRPr="00930340" w:rsidRDefault="00930340" w:rsidP="004E4BE5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930340" w:rsidRPr="00B75481" w:rsidRDefault="00930340" w:rsidP="004E4BE5">
            <w:pPr>
              <w:jc w:val="center"/>
            </w:pPr>
            <w:r w:rsidRPr="00B75481">
              <w:t>-</w:t>
            </w:r>
          </w:p>
        </w:tc>
      </w:tr>
      <w:tr w:rsidR="000C0A55" w:rsidRPr="009A0AF9" w:rsidTr="00930340">
        <w:tc>
          <w:tcPr>
            <w:tcW w:w="1668" w:type="dxa"/>
          </w:tcPr>
          <w:p w:rsidR="000C0A55" w:rsidRPr="00930340" w:rsidRDefault="000C0A55" w:rsidP="00930340">
            <w:pPr>
              <w:rPr>
                <w:szCs w:val="28"/>
              </w:rPr>
            </w:pPr>
            <w:r w:rsidRPr="00930340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0C0A55" w:rsidRPr="00930340" w:rsidRDefault="000C0A55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0C0A55" w:rsidRPr="00930340">
              <w:rPr>
                <w:szCs w:val="2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C0A55" w:rsidRPr="00930340" w:rsidRDefault="000C0A55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59,7</w:t>
            </w:r>
          </w:p>
        </w:tc>
        <w:tc>
          <w:tcPr>
            <w:tcW w:w="1370" w:type="dxa"/>
          </w:tcPr>
          <w:p w:rsidR="000C0A55" w:rsidRPr="00930340" w:rsidRDefault="000C0A55" w:rsidP="004B0BA1">
            <w:pPr>
              <w:jc w:val="center"/>
              <w:rPr>
                <w:szCs w:val="28"/>
              </w:rPr>
            </w:pPr>
            <w:r w:rsidRPr="00930340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0C0A55" w:rsidRPr="00930340" w:rsidRDefault="00930340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076BE4" w:rsidTr="004E4BE5">
        <w:tc>
          <w:tcPr>
            <w:tcW w:w="1668" w:type="dxa"/>
          </w:tcPr>
          <w:p w:rsidR="007C3AA5" w:rsidRPr="007C3AA5" w:rsidRDefault="007C3AA5" w:rsidP="00930340">
            <w:proofErr w:type="spellStart"/>
            <w:r w:rsidRPr="007C3AA5">
              <w:t>Немеров</w:t>
            </w:r>
            <w:proofErr w:type="spellEnd"/>
            <w:r w:rsidRPr="007C3AA5">
              <w:t xml:space="preserve"> Владимир Николаевич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653428,24</w:t>
            </w:r>
          </w:p>
        </w:tc>
        <w:tc>
          <w:tcPr>
            <w:tcW w:w="1559" w:type="dxa"/>
          </w:tcPr>
          <w:p w:rsidR="007C3AA5" w:rsidRPr="007C3AA5" w:rsidRDefault="007C3AA5" w:rsidP="007C3AA5">
            <w:pPr>
              <w:jc w:val="both"/>
            </w:pPr>
            <w:r w:rsidRPr="007C3AA5">
              <w:t>1)земельный участок</w:t>
            </w:r>
          </w:p>
          <w:p w:rsidR="007C3AA5" w:rsidRPr="007C3AA5" w:rsidRDefault="007C3AA5" w:rsidP="007C3AA5">
            <w:pPr>
              <w:jc w:val="both"/>
            </w:pPr>
            <w:r w:rsidRPr="007C3AA5">
              <w:t>2)жилой дом</w:t>
            </w:r>
          </w:p>
          <w:p w:rsidR="007C3AA5" w:rsidRPr="007C3AA5" w:rsidRDefault="007C3AA5" w:rsidP="007C3AA5">
            <w:pPr>
              <w:jc w:val="both"/>
            </w:pPr>
          </w:p>
        </w:tc>
        <w:tc>
          <w:tcPr>
            <w:tcW w:w="1134" w:type="dxa"/>
          </w:tcPr>
          <w:p w:rsidR="007C3AA5" w:rsidRPr="007C3AA5" w:rsidRDefault="007C3AA5" w:rsidP="007C3AA5">
            <w:pPr>
              <w:jc w:val="both"/>
            </w:pPr>
            <w:r w:rsidRPr="007C3AA5">
              <w:t>1)1500</w:t>
            </w:r>
          </w:p>
          <w:p w:rsidR="007C3AA5" w:rsidRPr="007C3AA5" w:rsidRDefault="007C3AA5" w:rsidP="007C3AA5">
            <w:pPr>
              <w:jc w:val="both"/>
            </w:pPr>
          </w:p>
          <w:p w:rsidR="007C3AA5" w:rsidRPr="007C3AA5" w:rsidRDefault="007C3AA5" w:rsidP="007C3AA5">
            <w:pPr>
              <w:jc w:val="both"/>
            </w:pPr>
            <w:r w:rsidRPr="007C3AA5">
              <w:t>2)99,7</w:t>
            </w:r>
          </w:p>
          <w:p w:rsidR="007C3AA5" w:rsidRPr="007C3AA5" w:rsidRDefault="007C3AA5" w:rsidP="007C3AA5">
            <w:pPr>
              <w:jc w:val="both"/>
            </w:pPr>
          </w:p>
        </w:tc>
        <w:tc>
          <w:tcPr>
            <w:tcW w:w="1276" w:type="dxa"/>
          </w:tcPr>
          <w:p w:rsidR="007C3AA5" w:rsidRPr="007C3AA5" w:rsidRDefault="007C3AA5" w:rsidP="007C3AA5">
            <w:pPr>
              <w:jc w:val="both"/>
            </w:pPr>
            <w:r w:rsidRPr="007C3AA5">
              <w:t>1)РФ</w:t>
            </w:r>
          </w:p>
          <w:p w:rsidR="007C3AA5" w:rsidRPr="007C3AA5" w:rsidRDefault="007C3AA5" w:rsidP="007C3AA5">
            <w:pPr>
              <w:jc w:val="both"/>
            </w:pPr>
          </w:p>
          <w:p w:rsidR="007C3AA5" w:rsidRPr="007C3AA5" w:rsidRDefault="007C3AA5" w:rsidP="007C3AA5">
            <w:pPr>
              <w:jc w:val="both"/>
            </w:pPr>
            <w:r w:rsidRPr="007C3AA5">
              <w:t>2)РФ</w:t>
            </w:r>
          </w:p>
          <w:p w:rsidR="007C3AA5" w:rsidRPr="007C3AA5" w:rsidRDefault="007C3AA5" w:rsidP="007C3AA5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1)Toyota Mark x </w:t>
            </w:r>
            <w:proofErr w:type="spellStart"/>
            <w:r w:rsidRPr="007C3AA5">
              <w:rPr>
                <w:lang w:val="en-US"/>
              </w:rPr>
              <w:t>zio</w:t>
            </w:r>
            <w:proofErr w:type="spellEnd"/>
          </w:p>
          <w:p w:rsidR="007C3AA5" w:rsidRPr="007C3AA5" w:rsidRDefault="007C3AA5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>2)</w:t>
            </w:r>
            <w:r w:rsidRPr="007C3AA5">
              <w:t>УАЗ</w:t>
            </w:r>
            <w:r w:rsidRPr="007C3AA5">
              <w:rPr>
                <w:lang w:val="en-US"/>
              </w:rPr>
              <w:t xml:space="preserve"> 330365</w:t>
            </w:r>
          </w:p>
        </w:tc>
        <w:tc>
          <w:tcPr>
            <w:tcW w:w="1559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992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1370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9A0AF9" w:rsidTr="004E4BE5">
        <w:tc>
          <w:tcPr>
            <w:tcW w:w="1668" w:type="dxa"/>
          </w:tcPr>
          <w:p w:rsidR="007C3AA5" w:rsidRPr="007C3AA5" w:rsidRDefault="007C3AA5" w:rsidP="00930340">
            <w:r w:rsidRPr="007C3AA5">
              <w:t>супруга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660453,45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r w:rsidRPr="007C3AA5">
              <w:t>1)квартира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49,2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992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1370" w:type="dxa"/>
            <w:vAlign w:val="center"/>
          </w:tcPr>
          <w:p w:rsidR="007C3AA5" w:rsidRPr="00930340" w:rsidRDefault="007C3AA5" w:rsidP="004E4BE5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9A0AF9" w:rsidTr="007C3AA5">
        <w:tc>
          <w:tcPr>
            <w:tcW w:w="1668" w:type="dxa"/>
          </w:tcPr>
          <w:p w:rsidR="007C3AA5" w:rsidRPr="007C3AA5" w:rsidRDefault="007C3AA5" w:rsidP="00930340">
            <w:r w:rsidRPr="007C3AA5">
              <w:t>Кривошеев Игорь Витальевич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874581,22</w:t>
            </w:r>
          </w:p>
        </w:tc>
        <w:tc>
          <w:tcPr>
            <w:tcW w:w="1559" w:type="dxa"/>
          </w:tcPr>
          <w:p w:rsidR="007C3AA5" w:rsidRPr="007C3AA5" w:rsidRDefault="007C3AA5" w:rsidP="007C3AA5">
            <w:r w:rsidRPr="007C3AA5">
              <w:t>1)земельный участок</w:t>
            </w:r>
          </w:p>
          <w:p w:rsidR="007C3AA5" w:rsidRPr="007C3AA5" w:rsidRDefault="007C3AA5" w:rsidP="007C3AA5">
            <w:r w:rsidRPr="007C3AA5">
              <w:t>2)квартира</w:t>
            </w:r>
          </w:p>
          <w:p w:rsidR="007C3AA5" w:rsidRPr="007C3AA5" w:rsidRDefault="007C3AA5" w:rsidP="007C3AA5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7C3AA5" w:rsidRPr="007C3AA5" w:rsidRDefault="007C3AA5" w:rsidP="007C3AA5">
            <w:r w:rsidRPr="007C3AA5">
              <w:t>1)1700</w:t>
            </w:r>
          </w:p>
          <w:p w:rsidR="007C3AA5" w:rsidRPr="007C3AA5" w:rsidRDefault="007C3AA5" w:rsidP="007C3AA5"/>
          <w:p w:rsidR="007C3AA5" w:rsidRPr="007C3AA5" w:rsidRDefault="007C3AA5" w:rsidP="007C3AA5">
            <w:r w:rsidRPr="007C3AA5">
              <w:t>2)68,4</w:t>
            </w:r>
          </w:p>
          <w:p w:rsidR="007C3AA5" w:rsidRPr="007C3AA5" w:rsidRDefault="007C3AA5" w:rsidP="007C3AA5"/>
        </w:tc>
        <w:tc>
          <w:tcPr>
            <w:tcW w:w="1276" w:type="dxa"/>
          </w:tcPr>
          <w:p w:rsidR="007C3AA5" w:rsidRPr="007C3AA5" w:rsidRDefault="007C3AA5" w:rsidP="007C3AA5">
            <w:r w:rsidRPr="007C3AA5">
              <w:t>1)РФ</w:t>
            </w:r>
          </w:p>
          <w:p w:rsidR="007C3AA5" w:rsidRPr="007C3AA5" w:rsidRDefault="007C3AA5" w:rsidP="007C3AA5"/>
          <w:p w:rsidR="007C3AA5" w:rsidRPr="007C3AA5" w:rsidRDefault="007C3AA5" w:rsidP="007C3AA5">
            <w:r w:rsidRPr="007C3AA5">
              <w:t>2)РФ</w:t>
            </w:r>
          </w:p>
          <w:p w:rsidR="007C3AA5" w:rsidRPr="007C3AA5" w:rsidRDefault="007C3AA5" w:rsidP="007C3AA5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r w:rsidRPr="007C3AA5">
              <w:t>1)</w:t>
            </w:r>
            <w:r w:rsidRPr="007C3AA5">
              <w:rPr>
                <w:lang w:val="en-US"/>
              </w:rPr>
              <w:t>Toyota</w:t>
            </w:r>
            <w:r w:rsidRPr="007C3AA5">
              <w:t xml:space="preserve"> </w:t>
            </w:r>
            <w:r w:rsidRPr="007C3AA5">
              <w:rPr>
                <w:lang w:val="en-US"/>
              </w:rPr>
              <w:t>Gaia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9A0AF9" w:rsidTr="00930340">
        <w:tc>
          <w:tcPr>
            <w:tcW w:w="1668" w:type="dxa"/>
          </w:tcPr>
          <w:p w:rsidR="007C3AA5" w:rsidRPr="007C3AA5" w:rsidRDefault="007C3AA5" w:rsidP="00930340">
            <w:r w:rsidRPr="007C3AA5">
              <w:t>супруга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427338,36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r w:rsidRPr="007C3AA5">
              <w:t>1)квартира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68,4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9A0AF9" w:rsidTr="00930340">
        <w:tc>
          <w:tcPr>
            <w:tcW w:w="1668" w:type="dxa"/>
          </w:tcPr>
          <w:p w:rsidR="007C3AA5" w:rsidRPr="007C3AA5" w:rsidRDefault="007C3AA5" w:rsidP="00930340">
            <w:r w:rsidRPr="007C3AA5">
              <w:t>сын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0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r w:rsidRPr="007C3AA5">
              <w:t>квартира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68,4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РФ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9A0AF9" w:rsidTr="004E4BE5">
        <w:tc>
          <w:tcPr>
            <w:tcW w:w="1668" w:type="dxa"/>
          </w:tcPr>
          <w:p w:rsidR="007C3AA5" w:rsidRPr="007C3AA5" w:rsidRDefault="007C3AA5" w:rsidP="00930340">
            <w:r w:rsidRPr="007C3AA5">
              <w:t>Калмыкова Елена Анатольевна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t>706337,29</w:t>
            </w:r>
          </w:p>
        </w:tc>
        <w:tc>
          <w:tcPr>
            <w:tcW w:w="1559" w:type="dxa"/>
          </w:tcPr>
          <w:p w:rsidR="007C3AA5" w:rsidRPr="007C3AA5" w:rsidRDefault="007C3AA5" w:rsidP="007C3AA5">
            <w:pPr>
              <w:jc w:val="both"/>
            </w:pPr>
            <w:r w:rsidRPr="007C3AA5">
              <w:t>1)земельный участок</w:t>
            </w:r>
          </w:p>
          <w:p w:rsidR="007C3AA5" w:rsidRPr="007C3AA5" w:rsidRDefault="007C3AA5" w:rsidP="007C3AA5">
            <w:pPr>
              <w:jc w:val="both"/>
            </w:pPr>
            <w:r w:rsidRPr="007C3AA5">
              <w:t>2)жилой дом</w:t>
            </w:r>
          </w:p>
          <w:p w:rsidR="007C3AA5" w:rsidRPr="007C3AA5" w:rsidRDefault="007C3AA5" w:rsidP="007C3AA5">
            <w:pPr>
              <w:jc w:val="both"/>
            </w:pPr>
            <w:r w:rsidRPr="007C3AA5">
              <w:t>3)квартира</w:t>
            </w:r>
          </w:p>
        </w:tc>
        <w:tc>
          <w:tcPr>
            <w:tcW w:w="1134" w:type="dxa"/>
          </w:tcPr>
          <w:p w:rsidR="007C3AA5" w:rsidRPr="007C3AA5" w:rsidRDefault="007C3AA5" w:rsidP="007C3AA5">
            <w:pPr>
              <w:jc w:val="both"/>
            </w:pPr>
            <w:r w:rsidRPr="007C3AA5">
              <w:t>1)783</w:t>
            </w:r>
          </w:p>
          <w:p w:rsidR="007C3AA5" w:rsidRPr="007C3AA5" w:rsidRDefault="007C3AA5" w:rsidP="007C3AA5">
            <w:pPr>
              <w:jc w:val="both"/>
            </w:pPr>
          </w:p>
          <w:p w:rsidR="007C3AA5" w:rsidRPr="007C3AA5" w:rsidRDefault="007C3AA5" w:rsidP="007C3AA5">
            <w:pPr>
              <w:jc w:val="both"/>
            </w:pPr>
            <w:r w:rsidRPr="007C3AA5">
              <w:t>2)29,9</w:t>
            </w:r>
          </w:p>
          <w:p w:rsidR="007C3AA5" w:rsidRPr="007C3AA5" w:rsidRDefault="007C3AA5" w:rsidP="007C3AA5">
            <w:pPr>
              <w:jc w:val="both"/>
            </w:pPr>
            <w:r w:rsidRPr="007C3AA5">
              <w:t>3)24,6</w:t>
            </w:r>
          </w:p>
        </w:tc>
        <w:tc>
          <w:tcPr>
            <w:tcW w:w="1276" w:type="dxa"/>
          </w:tcPr>
          <w:p w:rsidR="007C3AA5" w:rsidRPr="007C3AA5" w:rsidRDefault="007C3AA5" w:rsidP="007C3AA5">
            <w:pPr>
              <w:jc w:val="both"/>
            </w:pPr>
            <w:r w:rsidRPr="007C3AA5">
              <w:t>1)РФ</w:t>
            </w:r>
          </w:p>
          <w:p w:rsidR="007C3AA5" w:rsidRPr="007C3AA5" w:rsidRDefault="007C3AA5" w:rsidP="007C3AA5">
            <w:pPr>
              <w:jc w:val="both"/>
            </w:pPr>
          </w:p>
          <w:p w:rsidR="007C3AA5" w:rsidRPr="007C3AA5" w:rsidRDefault="007C3AA5" w:rsidP="007C3AA5">
            <w:pPr>
              <w:jc w:val="both"/>
            </w:pPr>
            <w:r w:rsidRPr="007C3AA5">
              <w:t>2)РФ</w:t>
            </w:r>
          </w:p>
          <w:p w:rsidR="007C3AA5" w:rsidRPr="007C3AA5" w:rsidRDefault="007C3AA5" w:rsidP="007C3AA5">
            <w:pPr>
              <w:jc w:val="both"/>
              <w:rPr>
                <w:lang w:val="en-US"/>
              </w:rPr>
            </w:pPr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rPr>
                <w:lang w:val="en-US"/>
              </w:rPr>
            </w:pPr>
            <w:r w:rsidRPr="007C3AA5">
              <w:t>1)</w:t>
            </w:r>
            <w:proofErr w:type="gramStart"/>
            <w:r w:rsidRPr="007C3AA5">
              <w:t>Т</w:t>
            </w:r>
            <w:proofErr w:type="spellStart"/>
            <w:proofErr w:type="gramEnd"/>
            <w:r w:rsidRPr="007C3AA5">
              <w:rPr>
                <w:lang w:val="en-US"/>
              </w:rPr>
              <w:t>oyota</w:t>
            </w:r>
            <w:proofErr w:type="spellEnd"/>
            <w:r w:rsidRPr="007C3AA5">
              <w:rPr>
                <w:lang w:val="en-US"/>
              </w:rPr>
              <w:t xml:space="preserve"> Corolla</w:t>
            </w:r>
            <w:r w:rsidRPr="007C3AA5">
              <w:t xml:space="preserve"> </w:t>
            </w:r>
            <w:r w:rsidRPr="007C3AA5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9A0AF9" w:rsidTr="004E4BE5">
        <w:tc>
          <w:tcPr>
            <w:tcW w:w="1668" w:type="dxa"/>
          </w:tcPr>
          <w:p w:rsidR="007C3AA5" w:rsidRPr="007C3AA5" w:rsidRDefault="007C3AA5" w:rsidP="00930340">
            <w:r w:rsidRPr="007C3AA5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7C3AA5" w:rsidRPr="007C3AA5" w:rsidRDefault="00112241" w:rsidP="00617CF7">
            <w:pPr>
              <w:jc w:val="center"/>
              <w:rPr>
                <w:lang w:val="en-US"/>
              </w:rPr>
            </w:pPr>
            <w:r>
              <w:t>172654,64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t>1)квартира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t>24,6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9A0AF9" w:rsidTr="004E4BE5">
        <w:tc>
          <w:tcPr>
            <w:tcW w:w="1668" w:type="dxa"/>
          </w:tcPr>
          <w:p w:rsidR="007C3AA5" w:rsidRPr="007C3AA5" w:rsidRDefault="007C3AA5" w:rsidP="00930340">
            <w:r w:rsidRPr="007C3AA5">
              <w:t>Шубина Лариса Михайловна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>464971,98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r w:rsidRPr="007C3AA5">
              <w:t>1)земельный участок</w:t>
            </w:r>
          </w:p>
          <w:p w:rsidR="007C3AA5" w:rsidRPr="007C3AA5" w:rsidRDefault="007C3AA5" w:rsidP="00617CF7">
            <w:r w:rsidRPr="007C3AA5">
              <w:t>2)жилой дом</w:t>
            </w:r>
          </w:p>
          <w:p w:rsidR="007C3AA5" w:rsidRPr="007C3AA5" w:rsidRDefault="007C3AA5" w:rsidP="00617CF7"/>
        </w:tc>
        <w:tc>
          <w:tcPr>
            <w:tcW w:w="1134" w:type="dxa"/>
            <w:vAlign w:val="center"/>
          </w:tcPr>
          <w:p w:rsidR="007C3AA5" w:rsidRPr="007C3AA5" w:rsidRDefault="007C3AA5" w:rsidP="00617CF7">
            <w:r w:rsidRPr="007C3AA5">
              <w:t>1)1170</w:t>
            </w:r>
          </w:p>
          <w:p w:rsidR="007C3AA5" w:rsidRPr="007C3AA5" w:rsidRDefault="007C3AA5" w:rsidP="00617CF7"/>
          <w:p w:rsidR="007C3AA5" w:rsidRPr="007C3AA5" w:rsidRDefault="007C3AA5" w:rsidP="00617CF7">
            <w:r w:rsidRPr="007C3AA5">
              <w:t>2)53,4</w:t>
            </w:r>
          </w:p>
          <w:p w:rsidR="007C3AA5" w:rsidRPr="007C3AA5" w:rsidRDefault="007C3AA5" w:rsidP="00617CF7"/>
        </w:tc>
        <w:tc>
          <w:tcPr>
            <w:tcW w:w="1276" w:type="dxa"/>
            <w:vAlign w:val="center"/>
          </w:tcPr>
          <w:p w:rsidR="007C3AA5" w:rsidRPr="007C3AA5" w:rsidRDefault="007C3AA5" w:rsidP="00617CF7">
            <w:r w:rsidRPr="007C3AA5">
              <w:t>1)РФ</w:t>
            </w:r>
          </w:p>
          <w:p w:rsidR="007C3AA5" w:rsidRPr="007C3AA5" w:rsidRDefault="007C3AA5" w:rsidP="00617CF7"/>
          <w:p w:rsidR="007C3AA5" w:rsidRPr="007C3AA5" w:rsidRDefault="007C3AA5" w:rsidP="00617CF7">
            <w:r w:rsidRPr="007C3AA5">
              <w:t>2)РФ</w:t>
            </w:r>
          </w:p>
          <w:p w:rsidR="007C3AA5" w:rsidRPr="007C3AA5" w:rsidRDefault="007C3AA5" w:rsidP="00617CF7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r w:rsidRPr="007C3AA5">
              <w:t xml:space="preserve">1) ВАЗ 21065    </w:t>
            </w:r>
          </w:p>
          <w:p w:rsidR="007C3AA5" w:rsidRPr="007C3AA5" w:rsidRDefault="007C3AA5" w:rsidP="00617CF7">
            <w:r w:rsidRPr="007C3AA5">
              <w:t xml:space="preserve">2)  ГАЗ 33307                                           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617CF7" w:rsidTr="007C3AA5">
        <w:tc>
          <w:tcPr>
            <w:tcW w:w="1668" w:type="dxa"/>
          </w:tcPr>
          <w:p w:rsidR="007C3AA5" w:rsidRPr="007C3AA5" w:rsidRDefault="007C3AA5" w:rsidP="00930340">
            <w:r w:rsidRPr="007C3AA5">
              <w:t>супруг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617CF7">
            <w:pPr>
              <w:jc w:val="center"/>
            </w:pPr>
            <w:r w:rsidRPr="007C3AA5">
              <w:t xml:space="preserve">78570 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>1)</w:t>
            </w:r>
            <w:r w:rsidRPr="007C3AA5">
              <w:t>ВАЗ</w:t>
            </w:r>
            <w:r w:rsidRPr="007C3AA5">
              <w:rPr>
                <w:lang w:val="en-US"/>
              </w:rPr>
              <w:t xml:space="preserve"> </w:t>
            </w:r>
            <w:proofErr w:type="spellStart"/>
            <w:r w:rsidRPr="007C3AA5">
              <w:rPr>
                <w:lang w:val="en-US"/>
              </w:rPr>
              <w:t>Lada</w:t>
            </w:r>
            <w:proofErr w:type="spellEnd"/>
            <w:r w:rsidRPr="007C3AA5">
              <w:rPr>
                <w:lang w:val="en-US"/>
              </w:rPr>
              <w:t xml:space="preserve"> </w:t>
            </w:r>
            <w:proofErr w:type="spellStart"/>
            <w:r w:rsidRPr="007C3AA5">
              <w:rPr>
                <w:lang w:val="en-US"/>
              </w:rPr>
              <w:t>Granta</w:t>
            </w:r>
            <w:proofErr w:type="spellEnd"/>
          </w:p>
          <w:p w:rsidR="007C3AA5" w:rsidRPr="007C3AA5" w:rsidRDefault="007C3AA5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3)  </w:t>
            </w:r>
            <w:r w:rsidRPr="007C3AA5">
              <w:t>трактор</w:t>
            </w:r>
            <w:r w:rsidRPr="007C3AA5">
              <w:rPr>
                <w:lang w:val="en-US"/>
              </w:rPr>
              <w:t xml:space="preserve"> TS-240                                             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7C3AA5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1)жилой дом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53,4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930340">
        <w:tc>
          <w:tcPr>
            <w:tcW w:w="1668" w:type="dxa"/>
          </w:tcPr>
          <w:p w:rsidR="007C3AA5" w:rsidRPr="007C3AA5" w:rsidRDefault="007C3AA5" w:rsidP="00930340">
            <w:pPr>
              <w:rPr>
                <w:szCs w:val="28"/>
              </w:rPr>
            </w:pPr>
            <w:r w:rsidRPr="007C3AA5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7C3AA5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1)жилой дом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617CF7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53,4</w:t>
            </w:r>
          </w:p>
        </w:tc>
        <w:tc>
          <w:tcPr>
            <w:tcW w:w="1370" w:type="dxa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7C3AA5">
        <w:tc>
          <w:tcPr>
            <w:tcW w:w="1668" w:type="dxa"/>
          </w:tcPr>
          <w:p w:rsidR="007C3AA5" w:rsidRPr="007C3AA5" w:rsidRDefault="007C3AA5" w:rsidP="00930340">
            <w:proofErr w:type="spellStart"/>
            <w:r w:rsidRPr="007C3AA5">
              <w:t>Бухтоярова</w:t>
            </w:r>
            <w:proofErr w:type="spellEnd"/>
            <w:r w:rsidRPr="007C3AA5">
              <w:t xml:space="preserve"> Светлана Васильевна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612797,62</w:t>
            </w:r>
          </w:p>
        </w:tc>
        <w:tc>
          <w:tcPr>
            <w:tcW w:w="1559" w:type="dxa"/>
          </w:tcPr>
          <w:p w:rsidR="007C3AA5" w:rsidRPr="007C3AA5" w:rsidRDefault="007C3AA5" w:rsidP="007C3AA5">
            <w:r w:rsidRPr="007C3AA5">
              <w:t>1)квартира</w:t>
            </w:r>
          </w:p>
        </w:tc>
        <w:tc>
          <w:tcPr>
            <w:tcW w:w="1134" w:type="dxa"/>
          </w:tcPr>
          <w:p w:rsidR="007C3AA5" w:rsidRPr="007C3AA5" w:rsidRDefault="007C3AA5" w:rsidP="007C3AA5">
            <w:r w:rsidRPr="007C3AA5">
              <w:t>48,3</w:t>
            </w:r>
          </w:p>
        </w:tc>
        <w:tc>
          <w:tcPr>
            <w:tcW w:w="1276" w:type="dxa"/>
          </w:tcPr>
          <w:p w:rsidR="007C3AA5" w:rsidRPr="007C3AA5" w:rsidRDefault="007C3AA5" w:rsidP="007C3AA5"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4E4BE5">
        <w:tc>
          <w:tcPr>
            <w:tcW w:w="1668" w:type="dxa"/>
          </w:tcPr>
          <w:p w:rsidR="007C3AA5" w:rsidRPr="007C3AA5" w:rsidRDefault="007C3AA5" w:rsidP="00930340">
            <w:r w:rsidRPr="007C3AA5">
              <w:t>супруг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372837,83</w:t>
            </w:r>
          </w:p>
        </w:tc>
        <w:tc>
          <w:tcPr>
            <w:tcW w:w="1559" w:type="dxa"/>
          </w:tcPr>
          <w:p w:rsidR="007C3AA5" w:rsidRPr="007C3AA5" w:rsidRDefault="007C3AA5" w:rsidP="007C3AA5">
            <w:r w:rsidRPr="007C3AA5">
              <w:t>1)квартира</w:t>
            </w:r>
          </w:p>
          <w:p w:rsidR="007C3AA5" w:rsidRPr="007C3AA5" w:rsidRDefault="007C3AA5" w:rsidP="007C3AA5">
            <w:r w:rsidRPr="007C3AA5">
              <w:t>2)жилой дом</w:t>
            </w:r>
          </w:p>
          <w:p w:rsidR="007C3AA5" w:rsidRPr="007C3AA5" w:rsidRDefault="007C3AA5" w:rsidP="007C3AA5">
            <w:r w:rsidRPr="007C3AA5">
              <w:t>3)земельный участок</w:t>
            </w:r>
          </w:p>
        </w:tc>
        <w:tc>
          <w:tcPr>
            <w:tcW w:w="1134" w:type="dxa"/>
          </w:tcPr>
          <w:p w:rsidR="007C3AA5" w:rsidRPr="007C3AA5" w:rsidRDefault="007C3AA5" w:rsidP="007C3AA5">
            <w:r w:rsidRPr="007C3AA5">
              <w:t>1)48,3</w:t>
            </w:r>
          </w:p>
          <w:p w:rsidR="007C3AA5" w:rsidRPr="007C3AA5" w:rsidRDefault="007C3AA5" w:rsidP="007C3AA5">
            <w:r w:rsidRPr="007C3AA5">
              <w:t>2)55,4</w:t>
            </w:r>
          </w:p>
          <w:p w:rsidR="007C3AA5" w:rsidRPr="007C3AA5" w:rsidRDefault="007C3AA5" w:rsidP="007C3AA5">
            <w:r w:rsidRPr="007C3AA5">
              <w:t>3)612</w:t>
            </w:r>
          </w:p>
        </w:tc>
        <w:tc>
          <w:tcPr>
            <w:tcW w:w="1276" w:type="dxa"/>
          </w:tcPr>
          <w:p w:rsidR="007C3AA5" w:rsidRPr="007C3AA5" w:rsidRDefault="007C3AA5" w:rsidP="007C3AA5">
            <w:r w:rsidRPr="007C3AA5">
              <w:t>1)РФ</w:t>
            </w:r>
          </w:p>
          <w:p w:rsidR="007C3AA5" w:rsidRPr="007C3AA5" w:rsidRDefault="007C3AA5" w:rsidP="007C3AA5">
            <w:r w:rsidRPr="007C3AA5">
              <w:t>2)РФ</w:t>
            </w:r>
          </w:p>
          <w:p w:rsidR="007C3AA5" w:rsidRPr="007C3AA5" w:rsidRDefault="007C3AA5" w:rsidP="007C3AA5"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1)Suzuki Escudo</w:t>
            </w:r>
          </w:p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2)Isuzu for ward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617CF7" w:rsidTr="007C3AA5">
        <w:tc>
          <w:tcPr>
            <w:tcW w:w="1668" w:type="dxa"/>
          </w:tcPr>
          <w:p w:rsidR="007C3AA5" w:rsidRPr="007C3AA5" w:rsidRDefault="007C3AA5" w:rsidP="00930340">
            <w:r w:rsidRPr="007C3AA5">
              <w:t>Швец Сергей Геннадьевич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FC5E64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862431</w:t>
            </w:r>
            <w:r w:rsidRPr="007C3AA5">
              <w:t>,</w:t>
            </w:r>
            <w:r w:rsidRPr="007C3AA5">
              <w:rPr>
                <w:lang w:val="en-US"/>
              </w:rPr>
              <w:t>63</w:t>
            </w:r>
          </w:p>
        </w:tc>
        <w:tc>
          <w:tcPr>
            <w:tcW w:w="1559" w:type="dxa"/>
          </w:tcPr>
          <w:p w:rsidR="007C3AA5" w:rsidRPr="007C3AA5" w:rsidRDefault="007C3AA5" w:rsidP="004E4BE5">
            <w:r w:rsidRPr="007C3AA5">
              <w:t>1)земельный участок</w:t>
            </w:r>
          </w:p>
          <w:p w:rsidR="007C3AA5" w:rsidRPr="007C3AA5" w:rsidRDefault="007C3AA5" w:rsidP="004E4BE5">
            <w:r w:rsidRPr="007C3AA5">
              <w:t>2)жилой дом</w:t>
            </w:r>
          </w:p>
          <w:p w:rsidR="007C3AA5" w:rsidRPr="007C3AA5" w:rsidRDefault="007C3AA5" w:rsidP="004E4BE5">
            <w:r w:rsidRPr="007C3AA5">
              <w:t>3)квартира</w:t>
            </w:r>
          </w:p>
        </w:tc>
        <w:tc>
          <w:tcPr>
            <w:tcW w:w="1134" w:type="dxa"/>
          </w:tcPr>
          <w:p w:rsidR="007C3AA5" w:rsidRPr="007C3AA5" w:rsidRDefault="007C3AA5" w:rsidP="004E4BE5">
            <w:r w:rsidRPr="007C3AA5">
              <w:t>1)600</w:t>
            </w:r>
          </w:p>
          <w:p w:rsidR="007C3AA5" w:rsidRPr="007C3AA5" w:rsidRDefault="007C3AA5" w:rsidP="004E4BE5"/>
          <w:p w:rsidR="007C3AA5" w:rsidRPr="007C3AA5" w:rsidRDefault="007C3AA5" w:rsidP="004E4BE5">
            <w:r w:rsidRPr="007C3AA5">
              <w:t>2)26,6</w:t>
            </w:r>
          </w:p>
          <w:p w:rsidR="007C3AA5" w:rsidRPr="007C3AA5" w:rsidRDefault="007C3AA5" w:rsidP="004E4BE5">
            <w:r w:rsidRPr="007C3AA5">
              <w:t>3)47</w:t>
            </w:r>
          </w:p>
        </w:tc>
        <w:tc>
          <w:tcPr>
            <w:tcW w:w="1276" w:type="dxa"/>
          </w:tcPr>
          <w:p w:rsidR="007C3AA5" w:rsidRPr="007C3AA5" w:rsidRDefault="007C3AA5" w:rsidP="004E4BE5">
            <w:r w:rsidRPr="007C3AA5">
              <w:t>1)РФ</w:t>
            </w:r>
          </w:p>
          <w:p w:rsidR="007C3AA5" w:rsidRPr="007C3AA5" w:rsidRDefault="007C3AA5" w:rsidP="004E4BE5"/>
          <w:p w:rsidR="007C3AA5" w:rsidRPr="007C3AA5" w:rsidRDefault="007C3AA5" w:rsidP="004E4BE5">
            <w:r w:rsidRPr="007C3AA5">
              <w:t>2)РФ</w:t>
            </w:r>
          </w:p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1)</w:t>
            </w:r>
            <w:r w:rsidRPr="007C3AA5">
              <w:t>ВАЗ</w:t>
            </w:r>
            <w:r w:rsidRPr="007C3AA5">
              <w:rPr>
                <w:lang w:val="en-US"/>
              </w:rPr>
              <w:t>-2106</w:t>
            </w:r>
          </w:p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2)Mitsubishi </w:t>
            </w:r>
            <w:proofErr w:type="spellStart"/>
            <w:r w:rsidRPr="007C3AA5">
              <w:rPr>
                <w:lang w:val="en-US"/>
              </w:rPr>
              <w:t>Pajero</w:t>
            </w:r>
            <w:proofErr w:type="spellEnd"/>
          </w:p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3)    </w:t>
            </w:r>
            <w:r w:rsidRPr="007C3AA5">
              <w:t>ИМЗ</w:t>
            </w:r>
            <w:r w:rsidRPr="007C3AA5">
              <w:rPr>
                <w:lang w:val="en-US"/>
              </w:rPr>
              <w:t xml:space="preserve"> 38103      </w:t>
            </w:r>
          </w:p>
          <w:p w:rsidR="007C3AA5" w:rsidRPr="007C3AA5" w:rsidRDefault="007C3AA5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4) </w:t>
            </w:r>
            <w:r w:rsidRPr="007C3AA5">
              <w:t>Ява</w:t>
            </w:r>
            <w:r w:rsidRPr="007C3AA5">
              <w:rPr>
                <w:lang w:val="en-US"/>
              </w:rPr>
              <w:t xml:space="preserve"> 350/634           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992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370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7C3AA5" w:rsidRPr="00B75481" w:rsidRDefault="007C3AA5" w:rsidP="004E4BE5">
            <w:pPr>
              <w:jc w:val="center"/>
            </w:pPr>
            <w:r w:rsidRPr="00B75481">
              <w:t>-</w:t>
            </w:r>
          </w:p>
        </w:tc>
      </w:tr>
      <w:tr w:rsidR="007C3AA5" w:rsidRPr="00617CF7" w:rsidTr="007C3AA5">
        <w:tc>
          <w:tcPr>
            <w:tcW w:w="1668" w:type="dxa"/>
          </w:tcPr>
          <w:p w:rsidR="007C3AA5" w:rsidRPr="007C3AA5" w:rsidRDefault="007C3AA5" w:rsidP="00930340">
            <w:r w:rsidRPr="007C3AA5">
              <w:t>супруга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560741,23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</w:tcPr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1)квартира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2)жилой дом</w:t>
            </w:r>
          </w:p>
        </w:tc>
        <w:tc>
          <w:tcPr>
            <w:tcW w:w="992" w:type="dxa"/>
          </w:tcPr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1)47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2)26,6</w:t>
            </w:r>
          </w:p>
        </w:tc>
        <w:tc>
          <w:tcPr>
            <w:tcW w:w="1370" w:type="dxa"/>
          </w:tcPr>
          <w:p w:rsidR="007C3AA5" w:rsidRDefault="007C3AA5" w:rsidP="007C3AA5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7C3AA5">
        <w:tc>
          <w:tcPr>
            <w:tcW w:w="1668" w:type="dxa"/>
          </w:tcPr>
          <w:p w:rsidR="007C3AA5" w:rsidRPr="007C3AA5" w:rsidRDefault="007C3AA5" w:rsidP="00930340">
            <w:r w:rsidRPr="007C3AA5">
              <w:t>сын</w:t>
            </w:r>
          </w:p>
        </w:tc>
        <w:tc>
          <w:tcPr>
            <w:tcW w:w="1417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0</w:t>
            </w:r>
          </w:p>
        </w:tc>
        <w:tc>
          <w:tcPr>
            <w:tcW w:w="1559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418" w:type="dxa"/>
            <w:vAlign w:val="center"/>
          </w:tcPr>
          <w:p w:rsidR="007C3AA5" w:rsidRPr="007C3AA5" w:rsidRDefault="007C3AA5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</w:tcPr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1)квартира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2)жилой дом</w:t>
            </w:r>
          </w:p>
        </w:tc>
        <w:tc>
          <w:tcPr>
            <w:tcW w:w="992" w:type="dxa"/>
          </w:tcPr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1)47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2)26,6</w:t>
            </w:r>
          </w:p>
        </w:tc>
        <w:tc>
          <w:tcPr>
            <w:tcW w:w="1370" w:type="dxa"/>
          </w:tcPr>
          <w:p w:rsidR="007C3AA5" w:rsidRDefault="007C3AA5" w:rsidP="007C3AA5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7C3AA5" w:rsidRPr="007C3AA5" w:rsidRDefault="007C3AA5" w:rsidP="007C3AA5">
            <w:pPr>
              <w:rPr>
                <w:szCs w:val="28"/>
              </w:rPr>
            </w:pPr>
            <w:r>
              <w:rPr>
                <w:szCs w:val="28"/>
              </w:rPr>
              <w:t xml:space="preserve">2)РФ </w:t>
            </w:r>
          </w:p>
        </w:tc>
        <w:tc>
          <w:tcPr>
            <w:tcW w:w="2410" w:type="dxa"/>
            <w:vAlign w:val="center"/>
          </w:tcPr>
          <w:p w:rsidR="007C3AA5" w:rsidRPr="007C3AA5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9657E4">
        <w:tc>
          <w:tcPr>
            <w:tcW w:w="1668" w:type="dxa"/>
          </w:tcPr>
          <w:p w:rsidR="007C3AA5" w:rsidRPr="009657E4" w:rsidRDefault="007C3AA5" w:rsidP="00930340">
            <w:proofErr w:type="spellStart"/>
            <w:r w:rsidRPr="009657E4">
              <w:t>Суюнда</w:t>
            </w:r>
            <w:proofErr w:type="spellEnd"/>
            <w:r w:rsidRPr="009657E4">
              <w:t xml:space="preserve"> Виктор Владимирович</w:t>
            </w:r>
          </w:p>
        </w:tc>
        <w:tc>
          <w:tcPr>
            <w:tcW w:w="1417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1095353,16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4E4BE5">
            <w:pPr>
              <w:jc w:val="center"/>
            </w:pPr>
            <w:r w:rsidRPr="009657E4">
              <w:t>1)</w:t>
            </w:r>
            <w:r w:rsidR="007C3AA5" w:rsidRPr="009657E4">
              <w:t>квартира</w:t>
            </w:r>
          </w:p>
        </w:tc>
        <w:tc>
          <w:tcPr>
            <w:tcW w:w="1134" w:type="dxa"/>
            <w:vAlign w:val="center"/>
          </w:tcPr>
          <w:p w:rsidR="007C3AA5" w:rsidRPr="009657E4" w:rsidRDefault="007C3AA5" w:rsidP="00A34473">
            <w:pPr>
              <w:jc w:val="center"/>
            </w:pPr>
            <w:r w:rsidRPr="009657E4">
              <w:t>54</w:t>
            </w:r>
          </w:p>
        </w:tc>
        <w:tc>
          <w:tcPr>
            <w:tcW w:w="1276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РФ</w:t>
            </w:r>
          </w:p>
        </w:tc>
        <w:tc>
          <w:tcPr>
            <w:tcW w:w="1418" w:type="dxa"/>
            <w:vAlign w:val="center"/>
          </w:tcPr>
          <w:p w:rsidR="007C3AA5" w:rsidRPr="009657E4" w:rsidRDefault="007C3AA5" w:rsidP="004E4BE5">
            <w:r w:rsidRPr="009657E4">
              <w:t>ВАЗ 2106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930340">
        <w:tc>
          <w:tcPr>
            <w:tcW w:w="1668" w:type="dxa"/>
          </w:tcPr>
          <w:p w:rsidR="007C3AA5" w:rsidRPr="009657E4" w:rsidRDefault="007C3AA5" w:rsidP="00930340">
            <w:r w:rsidRPr="009657E4">
              <w:lastRenderedPageBreak/>
              <w:t>супруга</w:t>
            </w:r>
          </w:p>
        </w:tc>
        <w:tc>
          <w:tcPr>
            <w:tcW w:w="1417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725218,32</w:t>
            </w:r>
          </w:p>
        </w:tc>
        <w:tc>
          <w:tcPr>
            <w:tcW w:w="1559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-</w:t>
            </w:r>
          </w:p>
        </w:tc>
        <w:tc>
          <w:tcPr>
            <w:tcW w:w="1134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-</w:t>
            </w:r>
          </w:p>
        </w:tc>
        <w:tc>
          <w:tcPr>
            <w:tcW w:w="1276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-</w:t>
            </w:r>
          </w:p>
        </w:tc>
        <w:tc>
          <w:tcPr>
            <w:tcW w:w="1418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-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4E4BE5">
            <w:pPr>
              <w:jc w:val="center"/>
            </w:pPr>
            <w:r>
              <w:t>1)</w:t>
            </w:r>
            <w:r w:rsidR="007C3AA5" w:rsidRPr="009657E4">
              <w:t>квартира</w:t>
            </w:r>
          </w:p>
        </w:tc>
        <w:tc>
          <w:tcPr>
            <w:tcW w:w="992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54</w:t>
            </w:r>
          </w:p>
        </w:tc>
        <w:tc>
          <w:tcPr>
            <w:tcW w:w="1370" w:type="dxa"/>
            <w:vAlign w:val="center"/>
          </w:tcPr>
          <w:p w:rsidR="007C3AA5" w:rsidRPr="009657E4" w:rsidRDefault="007C3AA5" w:rsidP="004E4BE5">
            <w:pPr>
              <w:jc w:val="center"/>
            </w:pPr>
            <w:r w:rsidRPr="009657E4">
              <w:t>РФ</w:t>
            </w:r>
          </w:p>
        </w:tc>
        <w:tc>
          <w:tcPr>
            <w:tcW w:w="2410" w:type="dxa"/>
            <w:vAlign w:val="center"/>
          </w:tcPr>
          <w:p w:rsidR="007C3AA5" w:rsidRPr="00A34473" w:rsidRDefault="007C3AA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9657E4">
        <w:tc>
          <w:tcPr>
            <w:tcW w:w="1668" w:type="dxa"/>
          </w:tcPr>
          <w:p w:rsidR="007C3AA5" w:rsidRPr="009657E4" w:rsidRDefault="007C3AA5" w:rsidP="00930340">
            <w:pPr>
              <w:rPr>
                <w:szCs w:val="28"/>
              </w:rPr>
            </w:pPr>
            <w:proofErr w:type="spellStart"/>
            <w:r w:rsidRPr="009657E4">
              <w:rPr>
                <w:szCs w:val="28"/>
              </w:rPr>
              <w:t>Алтынникова</w:t>
            </w:r>
            <w:proofErr w:type="spellEnd"/>
            <w:r w:rsidRPr="009657E4">
              <w:rPr>
                <w:szCs w:val="28"/>
              </w:rPr>
              <w:t xml:space="preserve"> Лариса Валентиновна</w:t>
            </w:r>
          </w:p>
        </w:tc>
        <w:tc>
          <w:tcPr>
            <w:tcW w:w="1417" w:type="dxa"/>
            <w:vAlign w:val="center"/>
          </w:tcPr>
          <w:p w:rsidR="007C3AA5" w:rsidRPr="009657E4" w:rsidRDefault="007C3AA5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828959,59</w:t>
            </w:r>
          </w:p>
        </w:tc>
        <w:tc>
          <w:tcPr>
            <w:tcW w:w="1559" w:type="dxa"/>
          </w:tcPr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1)земельный участок</w:t>
            </w:r>
          </w:p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1)807,7</w:t>
            </w:r>
          </w:p>
          <w:p w:rsidR="009657E4" w:rsidRPr="009657E4" w:rsidRDefault="009657E4" w:rsidP="009657E4">
            <w:pPr>
              <w:rPr>
                <w:szCs w:val="28"/>
              </w:rPr>
            </w:pPr>
          </w:p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2)62,6</w:t>
            </w:r>
          </w:p>
        </w:tc>
        <w:tc>
          <w:tcPr>
            <w:tcW w:w="1276" w:type="dxa"/>
          </w:tcPr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1)РФ</w:t>
            </w:r>
          </w:p>
          <w:p w:rsidR="009657E4" w:rsidRPr="009657E4" w:rsidRDefault="009657E4" w:rsidP="009657E4">
            <w:pPr>
              <w:rPr>
                <w:szCs w:val="28"/>
              </w:rPr>
            </w:pPr>
          </w:p>
          <w:p w:rsidR="007C3AA5" w:rsidRPr="009657E4" w:rsidRDefault="007C3AA5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2)РФ</w:t>
            </w:r>
          </w:p>
        </w:tc>
        <w:tc>
          <w:tcPr>
            <w:tcW w:w="1418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C3AA5" w:rsidRPr="00617CF7" w:rsidTr="00930340">
        <w:tc>
          <w:tcPr>
            <w:tcW w:w="1668" w:type="dxa"/>
          </w:tcPr>
          <w:p w:rsidR="007C3AA5" w:rsidRPr="009657E4" w:rsidRDefault="007C3AA5" w:rsidP="00930340">
            <w:pPr>
              <w:rPr>
                <w:szCs w:val="28"/>
              </w:rPr>
            </w:pPr>
            <w:r w:rsidRPr="009657E4">
              <w:rPr>
                <w:szCs w:val="28"/>
              </w:rPr>
              <w:t>дочь</w:t>
            </w:r>
          </w:p>
        </w:tc>
        <w:tc>
          <w:tcPr>
            <w:tcW w:w="1417" w:type="dxa"/>
            <w:vAlign w:val="center"/>
          </w:tcPr>
          <w:p w:rsidR="007C3AA5" w:rsidRPr="009657E4" w:rsidRDefault="007C3AA5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C3AA5" w:rsidRPr="009657E4" w:rsidRDefault="009657E4" w:rsidP="009657E4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1)ж</w:t>
            </w:r>
            <w:r w:rsidR="007C3AA5" w:rsidRPr="009657E4">
              <w:rPr>
                <w:szCs w:val="28"/>
              </w:rPr>
              <w:t>илой дом</w:t>
            </w:r>
          </w:p>
        </w:tc>
        <w:tc>
          <w:tcPr>
            <w:tcW w:w="992" w:type="dxa"/>
            <w:vAlign w:val="center"/>
          </w:tcPr>
          <w:p w:rsidR="007C3AA5" w:rsidRPr="009657E4" w:rsidRDefault="007C3AA5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62,6</w:t>
            </w:r>
          </w:p>
        </w:tc>
        <w:tc>
          <w:tcPr>
            <w:tcW w:w="1370" w:type="dxa"/>
          </w:tcPr>
          <w:p w:rsidR="007C3AA5" w:rsidRPr="009657E4" w:rsidRDefault="007C3AA5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7C3AA5" w:rsidRPr="009657E4" w:rsidRDefault="009657E4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F122C" w:rsidRPr="00617CF7" w:rsidTr="007B46AD">
        <w:tc>
          <w:tcPr>
            <w:tcW w:w="1668" w:type="dxa"/>
          </w:tcPr>
          <w:p w:rsidR="00CF122C" w:rsidRPr="007B46AD" w:rsidRDefault="00CF122C" w:rsidP="007B46AD">
            <w:pPr>
              <w:rPr>
                <w:szCs w:val="28"/>
              </w:rPr>
            </w:pPr>
            <w:r>
              <w:rPr>
                <w:szCs w:val="28"/>
              </w:rPr>
              <w:t>Гусев Сергей Николаевич</w:t>
            </w:r>
          </w:p>
        </w:tc>
        <w:tc>
          <w:tcPr>
            <w:tcW w:w="1417" w:type="dxa"/>
            <w:vAlign w:val="center"/>
          </w:tcPr>
          <w:p w:rsidR="00CF122C" w:rsidRPr="00CF122C" w:rsidRDefault="00CF122C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380304,09</w:t>
            </w:r>
          </w:p>
        </w:tc>
        <w:tc>
          <w:tcPr>
            <w:tcW w:w="1559" w:type="dxa"/>
            <w:vAlign w:val="center"/>
          </w:tcPr>
          <w:p w:rsidR="00CF122C" w:rsidRPr="009657E4" w:rsidRDefault="00CF122C" w:rsidP="00CF122C">
            <w:pPr>
              <w:jc w:val="center"/>
            </w:pPr>
            <w:r w:rsidRPr="009657E4">
              <w:t>1)квартира</w:t>
            </w:r>
          </w:p>
        </w:tc>
        <w:tc>
          <w:tcPr>
            <w:tcW w:w="1134" w:type="dxa"/>
            <w:vAlign w:val="center"/>
          </w:tcPr>
          <w:p w:rsidR="00CF122C" w:rsidRPr="009657E4" w:rsidRDefault="00CF122C" w:rsidP="00CF122C">
            <w:pPr>
              <w:jc w:val="center"/>
            </w:pPr>
            <w:r>
              <w:t>51</w:t>
            </w:r>
          </w:p>
        </w:tc>
        <w:tc>
          <w:tcPr>
            <w:tcW w:w="1276" w:type="dxa"/>
            <w:vAlign w:val="center"/>
          </w:tcPr>
          <w:p w:rsidR="00CF122C" w:rsidRPr="009657E4" w:rsidRDefault="00CF122C" w:rsidP="00CF122C">
            <w:pPr>
              <w:jc w:val="center"/>
            </w:pPr>
            <w:r w:rsidRPr="009657E4">
              <w:t>РФ</w:t>
            </w:r>
          </w:p>
        </w:tc>
        <w:tc>
          <w:tcPr>
            <w:tcW w:w="1418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F122C" w:rsidRPr="00617CF7" w:rsidTr="00CF122C">
        <w:tc>
          <w:tcPr>
            <w:tcW w:w="1668" w:type="dxa"/>
          </w:tcPr>
          <w:p w:rsidR="00CF122C" w:rsidRPr="007B46AD" w:rsidRDefault="00CF122C" w:rsidP="007B46AD">
            <w:pPr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CF122C" w:rsidRPr="00CF122C" w:rsidRDefault="00CF122C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428000</w:t>
            </w:r>
          </w:p>
        </w:tc>
        <w:tc>
          <w:tcPr>
            <w:tcW w:w="1559" w:type="dxa"/>
          </w:tcPr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1)</w:t>
            </w:r>
            <w:r>
              <w:rPr>
                <w:szCs w:val="28"/>
              </w:rPr>
              <w:t>квартира</w:t>
            </w:r>
          </w:p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1)</w:t>
            </w:r>
            <w:r>
              <w:rPr>
                <w:szCs w:val="28"/>
              </w:rPr>
              <w:t>51</w:t>
            </w:r>
          </w:p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2)</w:t>
            </w:r>
            <w:r>
              <w:rPr>
                <w:szCs w:val="28"/>
              </w:rPr>
              <w:t>30</w:t>
            </w:r>
          </w:p>
        </w:tc>
        <w:tc>
          <w:tcPr>
            <w:tcW w:w="1276" w:type="dxa"/>
          </w:tcPr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1)РФ</w:t>
            </w:r>
          </w:p>
          <w:p w:rsidR="00CF122C" w:rsidRPr="009657E4" w:rsidRDefault="00CF122C" w:rsidP="00CF122C">
            <w:pPr>
              <w:rPr>
                <w:szCs w:val="28"/>
              </w:rPr>
            </w:pPr>
            <w:r w:rsidRPr="009657E4">
              <w:rPr>
                <w:szCs w:val="28"/>
              </w:rPr>
              <w:t>2)РФ</w:t>
            </w:r>
          </w:p>
        </w:tc>
        <w:tc>
          <w:tcPr>
            <w:tcW w:w="1418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370" w:type="dxa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F122C" w:rsidRPr="00DD5EB7" w:rsidRDefault="00DD5EB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6F16BB" w:rsidRDefault="006F16BB" w:rsidP="00826DD5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6F16BB" w:rsidSect="00826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7"/>
    <w:rsid w:val="00076BE4"/>
    <w:rsid w:val="000B5AF6"/>
    <w:rsid w:val="000C0A55"/>
    <w:rsid w:val="000D55D3"/>
    <w:rsid w:val="00107032"/>
    <w:rsid w:val="00112241"/>
    <w:rsid w:val="00181BDF"/>
    <w:rsid w:val="001B3292"/>
    <w:rsid w:val="00284C3C"/>
    <w:rsid w:val="002913AE"/>
    <w:rsid w:val="002D56F7"/>
    <w:rsid w:val="0030242D"/>
    <w:rsid w:val="003D0ABD"/>
    <w:rsid w:val="003E607B"/>
    <w:rsid w:val="003E735C"/>
    <w:rsid w:val="00430B1D"/>
    <w:rsid w:val="00472A25"/>
    <w:rsid w:val="00472E09"/>
    <w:rsid w:val="00492A69"/>
    <w:rsid w:val="004A337C"/>
    <w:rsid w:val="004B0BA1"/>
    <w:rsid w:val="004B6141"/>
    <w:rsid w:val="004E4BE5"/>
    <w:rsid w:val="00522E76"/>
    <w:rsid w:val="00531B46"/>
    <w:rsid w:val="00592398"/>
    <w:rsid w:val="00597A00"/>
    <w:rsid w:val="005B0192"/>
    <w:rsid w:val="005D080E"/>
    <w:rsid w:val="005D2550"/>
    <w:rsid w:val="005D726E"/>
    <w:rsid w:val="00617CF7"/>
    <w:rsid w:val="00656B82"/>
    <w:rsid w:val="006A2368"/>
    <w:rsid w:val="006A3821"/>
    <w:rsid w:val="006B1F5F"/>
    <w:rsid w:val="006E5ECD"/>
    <w:rsid w:val="006F0EE1"/>
    <w:rsid w:val="006F16BB"/>
    <w:rsid w:val="00703D43"/>
    <w:rsid w:val="00710085"/>
    <w:rsid w:val="007716A7"/>
    <w:rsid w:val="00790B7F"/>
    <w:rsid w:val="007B46AD"/>
    <w:rsid w:val="007C3AA5"/>
    <w:rsid w:val="007D5C09"/>
    <w:rsid w:val="007D652C"/>
    <w:rsid w:val="007F1800"/>
    <w:rsid w:val="00826DD5"/>
    <w:rsid w:val="00856645"/>
    <w:rsid w:val="00860254"/>
    <w:rsid w:val="008A235D"/>
    <w:rsid w:val="00905842"/>
    <w:rsid w:val="009157F9"/>
    <w:rsid w:val="00930340"/>
    <w:rsid w:val="0095594C"/>
    <w:rsid w:val="009657E4"/>
    <w:rsid w:val="00967FE4"/>
    <w:rsid w:val="009903D1"/>
    <w:rsid w:val="009A0AF9"/>
    <w:rsid w:val="009C0FB5"/>
    <w:rsid w:val="009C34A3"/>
    <w:rsid w:val="009D0A75"/>
    <w:rsid w:val="009F51C1"/>
    <w:rsid w:val="00A22039"/>
    <w:rsid w:val="00A34473"/>
    <w:rsid w:val="00A34EC9"/>
    <w:rsid w:val="00AB2FE5"/>
    <w:rsid w:val="00AB4F51"/>
    <w:rsid w:val="00AB5D85"/>
    <w:rsid w:val="00AC61FF"/>
    <w:rsid w:val="00B1229F"/>
    <w:rsid w:val="00B249E2"/>
    <w:rsid w:val="00B3609A"/>
    <w:rsid w:val="00B52408"/>
    <w:rsid w:val="00B752B6"/>
    <w:rsid w:val="00B90D58"/>
    <w:rsid w:val="00B94351"/>
    <w:rsid w:val="00BA2A57"/>
    <w:rsid w:val="00BB4A56"/>
    <w:rsid w:val="00C40F79"/>
    <w:rsid w:val="00C43BBC"/>
    <w:rsid w:val="00C965B2"/>
    <w:rsid w:val="00CF122C"/>
    <w:rsid w:val="00D245DF"/>
    <w:rsid w:val="00D8126F"/>
    <w:rsid w:val="00DD5EB7"/>
    <w:rsid w:val="00EB4FF2"/>
    <w:rsid w:val="00EB5EDD"/>
    <w:rsid w:val="00ED3D77"/>
    <w:rsid w:val="00F52260"/>
    <w:rsid w:val="00F66FE9"/>
    <w:rsid w:val="00F72B9A"/>
    <w:rsid w:val="00F74802"/>
    <w:rsid w:val="00FC5E64"/>
    <w:rsid w:val="00FD0E5B"/>
    <w:rsid w:val="00F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7;&#1086;&#1083;&#1086;&#1090;&#1091;&#1093;&#1080;&#1085;&#1072;%20&#1051;&#1040;%20&#1050;&#1072;&#1076;&#1088;&#1099;\&#1057;&#1074;&#1077;&#1076;&#1077;&#1085;&#1080;&#1103;%20&#1086;%20&#1076;&#1086;&#1093;&#1086;&#1076;&#1072;&#1093;\&#1044;&#1086;&#1093;&#1086;&#1076;&#1099;%20&#1085;&#1072;%20&#1089;&#1072;&#1081;&#1090;%202015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Доходы на сайт 2015 год</Template>
  <TotalTime>1</TotalTime>
  <Pages>13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2</cp:revision>
  <dcterms:created xsi:type="dcterms:W3CDTF">2015-04-30T05:45:00Z</dcterms:created>
  <dcterms:modified xsi:type="dcterms:W3CDTF">2015-04-30T05:45:00Z</dcterms:modified>
</cp:coreProperties>
</file>